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9E0E24" w14:textId="77777777" w:rsidR="00996EFF" w:rsidRDefault="002101E2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  <w:t>SPECIFICATION OF STANDARD GOODS</w:t>
      </w:r>
    </w:p>
    <w:p w14:paraId="495876DF" w14:textId="64128D26" w:rsidR="002A37D5" w:rsidRDefault="007262E4" w:rsidP="002A37D5">
      <w:pPr>
        <w:spacing w:before="1200" w:after="2400"/>
        <w:jc w:val="center"/>
        <w:rPr>
          <w:rFonts w:asciiTheme="minorHAnsi" w:hAnsiTheme="minorHAnsi" w:cstheme="minorHAnsi"/>
          <w:b/>
          <w:color w:val="0070C0"/>
          <w:sz w:val="36"/>
          <w:szCs w:val="36"/>
          <w:lang w:val="en-GB"/>
        </w:rPr>
      </w:pPr>
      <w:r w:rsidRPr="007262E4">
        <w:rPr>
          <w:rFonts w:asciiTheme="minorHAnsi" w:hAnsiTheme="minorHAnsi" w:cstheme="minorHAnsi"/>
          <w:b/>
          <w:color w:val="0070C0"/>
          <w:sz w:val="36"/>
          <w:szCs w:val="36"/>
          <w:lang w:val="en-GB"/>
        </w:rPr>
        <w:t xml:space="preserve">PROCUREMENT OF </w:t>
      </w:r>
      <w:r w:rsidR="00170741">
        <w:rPr>
          <w:rFonts w:asciiTheme="minorHAnsi" w:hAnsiTheme="minorHAnsi" w:cstheme="minorHAnsi"/>
          <w:b/>
          <w:color w:val="0070C0"/>
          <w:sz w:val="36"/>
          <w:szCs w:val="36"/>
          <w:lang w:val="en-GB"/>
        </w:rPr>
        <w:t>CONSTRUCTION MATERIALS FOR</w:t>
      </w:r>
      <w:r w:rsidR="00C87883">
        <w:rPr>
          <w:rFonts w:asciiTheme="minorHAnsi" w:hAnsiTheme="minorHAnsi" w:cstheme="minorHAnsi"/>
          <w:b/>
          <w:color w:val="0070C0"/>
          <w:sz w:val="36"/>
          <w:szCs w:val="36"/>
          <w:lang w:val="en-GB"/>
        </w:rPr>
        <w:t xml:space="preserve"> 8 DISASTER PROJECTS</w:t>
      </w:r>
    </w:p>
    <w:p w14:paraId="1A91475C" w14:textId="5C844EC4" w:rsidR="00996EFF" w:rsidRDefault="00BD4D52" w:rsidP="002A37D5">
      <w:pPr>
        <w:spacing w:before="1200" w:after="2400"/>
        <w:jc w:val="center"/>
        <w:rPr>
          <w:rFonts w:ascii="Calibri" w:hAnsi="Calibri" w:cs="Calibri"/>
          <w:highlight w:val="yellow"/>
          <w:lang w:val="en-GB"/>
        </w:rPr>
      </w:pPr>
      <w:r>
        <w:rPr>
          <w:b/>
          <w:lang w:val="en-GB"/>
        </w:rPr>
        <w:t xml:space="preserve">Procurement </w:t>
      </w:r>
      <w:r w:rsidR="00F91AB3">
        <w:rPr>
          <w:b/>
          <w:lang w:val="en-GB"/>
        </w:rPr>
        <w:t>No.</w:t>
      </w:r>
      <w:r>
        <w:rPr>
          <w:b/>
          <w:lang w:val="en-GB"/>
        </w:rPr>
        <w:t>:</w:t>
      </w:r>
      <w:r>
        <w:rPr>
          <w:lang w:val="en-GB"/>
        </w:rPr>
        <w:tab/>
      </w:r>
      <w:r w:rsidR="00B32959">
        <w:rPr>
          <w:lang w:val="en-GB"/>
        </w:rPr>
        <w:t>09-G014-24</w:t>
      </w:r>
      <w:bookmarkStart w:id="0" w:name="_GoBack"/>
      <w:bookmarkEnd w:id="0"/>
      <w:r>
        <w:rPr>
          <w:rFonts w:ascii="Calibri" w:hAnsi="Calibri" w:cs="Calibri"/>
          <w:highlight w:val="yellow"/>
          <w:lang w:val="en-GB"/>
        </w:rPr>
        <w:br w:type="page"/>
      </w:r>
    </w:p>
    <w:p w14:paraId="526B4473" w14:textId="77777777" w:rsidR="00996EFF" w:rsidRDefault="002101E2">
      <w:pPr>
        <w:pStyle w:val="Heading2"/>
        <w:rPr>
          <w:rFonts w:ascii="Times New Roman" w:hAnsi="Times New Roman"/>
        </w:rPr>
      </w:pPr>
      <w:bookmarkStart w:id="1" w:name="_Toc419729571"/>
      <w:bookmarkStart w:id="2" w:name="_Toc11156577"/>
      <w:r>
        <w:rPr>
          <w:rFonts w:ascii="Times New Roman" w:hAnsi="Times New Roman"/>
        </w:rPr>
        <w:lastRenderedPageBreak/>
        <w:t>Specification</w:t>
      </w:r>
      <w:bookmarkEnd w:id="1"/>
    </w:p>
    <w:p w14:paraId="782DDA2C" w14:textId="16B82F55" w:rsidR="00996EFF" w:rsidRDefault="002101E2">
      <w:pPr>
        <w:pStyle w:val="Heading3"/>
        <w:rPr>
          <w:rFonts w:ascii="Times New Roman" w:hAnsi="Times New Roman"/>
          <w:lang w:val="en-GB"/>
        </w:rPr>
      </w:pPr>
      <w:bookmarkStart w:id="3" w:name="_Toc419729572"/>
      <w:bookmarkStart w:id="4" w:name="_Toc293504682"/>
      <w:bookmarkStart w:id="5" w:name="_Toc292659306"/>
      <w:r>
        <w:rPr>
          <w:rFonts w:ascii="Times New Roman" w:hAnsi="Times New Roman"/>
          <w:lang w:val="en-GB"/>
        </w:rPr>
        <w:t>Bac</w:t>
      </w:r>
      <w:bookmarkEnd w:id="3"/>
      <w:bookmarkEnd w:id="4"/>
      <w:r w:rsidR="006B1EDC">
        <w:rPr>
          <w:rFonts w:ascii="Times New Roman" w:hAnsi="Times New Roman"/>
          <w:lang w:val="en-GB"/>
        </w:rPr>
        <w:t>kground</w:t>
      </w:r>
    </w:p>
    <w:p w14:paraId="0F8DB858" w14:textId="19FCE678" w:rsidR="00C87883" w:rsidRDefault="00156337">
      <w:pPr>
        <w:pStyle w:val="Heading3"/>
        <w:jc w:val="both"/>
        <w:rPr>
          <w:rFonts w:ascii="Times New Roman" w:hAnsi="Times New Roman"/>
          <w:b w:val="0"/>
          <w:sz w:val="24"/>
          <w:lang w:val="en-GB"/>
        </w:rPr>
      </w:pPr>
      <w:bookmarkStart w:id="6" w:name="_Toc312171709"/>
      <w:r>
        <w:rPr>
          <w:rFonts w:ascii="Times New Roman" w:hAnsi="Times New Roman"/>
          <w:b w:val="0"/>
          <w:sz w:val="24"/>
          <w:lang w:val="en-GB"/>
        </w:rPr>
        <w:t xml:space="preserve">OB </w:t>
      </w:r>
      <w:r w:rsidR="00E710A2">
        <w:rPr>
          <w:rFonts w:ascii="Times New Roman" w:hAnsi="Times New Roman"/>
          <w:b w:val="0"/>
          <w:sz w:val="24"/>
          <w:lang w:val="en-GB"/>
        </w:rPr>
        <w:t xml:space="preserve">via its Disaster Risk Management Unit </w:t>
      </w:r>
      <w:r>
        <w:rPr>
          <w:rFonts w:ascii="Times New Roman" w:hAnsi="Times New Roman"/>
          <w:b w:val="0"/>
          <w:sz w:val="24"/>
          <w:lang w:val="en-GB"/>
        </w:rPr>
        <w:t xml:space="preserve">is </w:t>
      </w:r>
      <w:r w:rsidR="00C87883">
        <w:rPr>
          <w:rFonts w:ascii="Times New Roman" w:hAnsi="Times New Roman"/>
          <w:b w:val="0"/>
          <w:sz w:val="24"/>
          <w:lang w:val="en-GB"/>
        </w:rPr>
        <w:t xml:space="preserve">undergoing the procurement of construction materials for 8 disaster projects. These disaster projects are situated at outer islands consisting of building and seawall projects. </w:t>
      </w:r>
    </w:p>
    <w:p w14:paraId="7049C0C3" w14:textId="4D02CAC4" w:rsidR="009C608A" w:rsidRDefault="00C87883">
      <w:pPr>
        <w:pStyle w:val="Heading3"/>
        <w:jc w:val="both"/>
        <w:rPr>
          <w:rFonts w:ascii="Times New Roman" w:hAnsi="Times New Roman"/>
          <w:b w:val="0"/>
          <w:sz w:val="24"/>
          <w:lang w:val="en-GB"/>
        </w:rPr>
      </w:pPr>
      <w:r>
        <w:rPr>
          <w:rFonts w:ascii="Times New Roman" w:hAnsi="Times New Roman"/>
          <w:b w:val="0"/>
          <w:sz w:val="24"/>
          <w:lang w:val="en-GB"/>
        </w:rPr>
        <w:t xml:space="preserve">To execute these under the formal procurement procedure, OB had sought the approval </w:t>
      </w:r>
      <w:r w:rsidR="007C1D96">
        <w:rPr>
          <w:rFonts w:ascii="Times New Roman" w:hAnsi="Times New Roman"/>
          <w:b w:val="0"/>
          <w:sz w:val="24"/>
          <w:lang w:val="en-GB"/>
        </w:rPr>
        <w:t>for utilizing the</w:t>
      </w:r>
      <w:r>
        <w:rPr>
          <w:rFonts w:ascii="Times New Roman" w:hAnsi="Times New Roman"/>
          <w:b w:val="0"/>
          <w:sz w:val="24"/>
          <w:lang w:val="en-GB"/>
        </w:rPr>
        <w:t xml:space="preserve"> open competitive method</w:t>
      </w:r>
      <w:r w:rsidR="007C1D96">
        <w:rPr>
          <w:rFonts w:ascii="Times New Roman" w:hAnsi="Times New Roman"/>
          <w:b w:val="0"/>
          <w:sz w:val="24"/>
          <w:lang w:val="en-GB"/>
        </w:rPr>
        <w:t xml:space="preserve"> under a reduced tender period of 10 working days for the urgent need of these to be implemented before end of this year. </w:t>
      </w:r>
    </w:p>
    <w:p w14:paraId="77CE3359" w14:textId="21D5699C" w:rsidR="00255FF8" w:rsidRPr="00255FF8" w:rsidRDefault="00255FF8" w:rsidP="00255FF8">
      <w:pPr>
        <w:rPr>
          <w:lang w:val="en-GB"/>
        </w:rPr>
      </w:pPr>
      <w:r>
        <w:rPr>
          <w:lang w:val="en-GB"/>
        </w:rPr>
        <w:t xml:space="preserve">For the </w:t>
      </w:r>
      <w:r w:rsidR="003B680E">
        <w:rPr>
          <w:lang w:val="en-GB"/>
        </w:rPr>
        <w:t xml:space="preserve">delivery </w:t>
      </w:r>
      <w:r w:rsidR="00BE771A">
        <w:rPr>
          <w:lang w:val="en-GB"/>
        </w:rPr>
        <w:t>arrangement</w:t>
      </w:r>
      <w:r>
        <w:rPr>
          <w:lang w:val="en-GB"/>
        </w:rPr>
        <w:t>,</w:t>
      </w:r>
      <w:r w:rsidR="004528F3">
        <w:rPr>
          <w:lang w:val="en-GB"/>
        </w:rPr>
        <w:t xml:space="preserve"> </w:t>
      </w:r>
      <w:r>
        <w:rPr>
          <w:lang w:val="en-GB"/>
        </w:rPr>
        <w:t xml:space="preserve">OB </w:t>
      </w:r>
      <w:r w:rsidR="007C1D96">
        <w:rPr>
          <w:lang w:val="en-GB"/>
        </w:rPr>
        <w:t xml:space="preserve">is anticipated to work with the identified communities on the delivery plan made by the supplier. </w:t>
      </w:r>
    </w:p>
    <w:p w14:paraId="354CE9D7" w14:textId="77777777" w:rsidR="00996EFF" w:rsidRDefault="002101E2">
      <w:pPr>
        <w:pStyle w:val="Heading3"/>
        <w:rPr>
          <w:rFonts w:ascii="Times New Roman" w:hAnsi="Times New Roman"/>
          <w:sz w:val="24"/>
          <w:lang w:val="en-GB"/>
        </w:rPr>
      </w:pPr>
      <w:r>
        <w:rPr>
          <w:rFonts w:ascii="Times New Roman" w:hAnsi="Times New Roman"/>
          <w:sz w:val="24"/>
          <w:lang w:val="en-GB"/>
        </w:rPr>
        <w:t>Requirements</w:t>
      </w:r>
      <w:bookmarkStart w:id="7" w:name="_Toc308102003"/>
    </w:p>
    <w:p w14:paraId="62B3B85E" w14:textId="641D7E9C" w:rsidR="00996EFF" w:rsidRDefault="002101E2">
      <w:pPr>
        <w:pStyle w:val="ListParagraph"/>
        <w:numPr>
          <w:ilvl w:val="0"/>
          <w:numId w:val="3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All suppor</w:t>
      </w:r>
      <w:r w:rsidR="00F553C2">
        <w:rPr>
          <w:rFonts w:ascii="Times New Roman" w:hAnsi="Times New Roman"/>
          <w:sz w:val="24"/>
          <w:szCs w:val="24"/>
          <w:lang w:val="en-GB"/>
        </w:rPr>
        <w:t>t</w:t>
      </w:r>
      <w:r w:rsidR="00B6280E">
        <w:rPr>
          <w:rFonts w:ascii="Times New Roman" w:hAnsi="Times New Roman"/>
          <w:sz w:val="24"/>
          <w:szCs w:val="24"/>
          <w:lang w:val="en-GB"/>
        </w:rPr>
        <w:t>in</w:t>
      </w:r>
      <w:r>
        <w:rPr>
          <w:rFonts w:ascii="Times New Roman" w:hAnsi="Times New Roman"/>
          <w:sz w:val="24"/>
          <w:szCs w:val="24"/>
          <w:lang w:val="en-GB"/>
        </w:rPr>
        <w:t>g documentation must be in English.</w:t>
      </w:r>
      <w:bookmarkStart w:id="8" w:name="_Toc419729577"/>
      <w:bookmarkEnd w:id="7"/>
    </w:p>
    <w:p w14:paraId="23B4D121" w14:textId="58165374" w:rsidR="00996EFF" w:rsidRDefault="002101E2">
      <w:pPr>
        <w:pStyle w:val="ListParagraph"/>
        <w:numPr>
          <w:ilvl w:val="0"/>
          <w:numId w:val="3"/>
        </w:numPr>
        <w:ind w:leftChars="0"/>
        <w:rPr>
          <w:lang w:val="en-GB"/>
        </w:rPr>
      </w:pPr>
      <w:r>
        <w:rPr>
          <w:rFonts w:ascii="Times New Roman" w:hAnsi="Times New Roman"/>
          <w:sz w:val="24"/>
          <w:lang w:val="en-GB"/>
        </w:rPr>
        <w:t xml:space="preserve">Should </w:t>
      </w:r>
      <w:r w:rsidR="00BD4D52">
        <w:rPr>
          <w:rFonts w:ascii="Times New Roman" w:hAnsi="Times New Roman"/>
          <w:sz w:val="24"/>
          <w:lang w:val="en-GB"/>
        </w:rPr>
        <w:t>Pr</w:t>
      </w:r>
      <w:r>
        <w:rPr>
          <w:rFonts w:ascii="Times New Roman" w:hAnsi="Times New Roman"/>
          <w:sz w:val="24"/>
          <w:lang w:val="en-GB"/>
        </w:rPr>
        <w:t>ovide a clear quote(s) and follow every instruction stated in this template star</w:t>
      </w:r>
      <w:r w:rsidR="00F553C2">
        <w:rPr>
          <w:rFonts w:ascii="Times New Roman" w:hAnsi="Times New Roman"/>
          <w:sz w:val="24"/>
          <w:lang w:val="en-GB"/>
        </w:rPr>
        <w:t>t</w:t>
      </w:r>
      <w:r w:rsidR="00B6280E">
        <w:rPr>
          <w:rFonts w:ascii="Times New Roman" w:hAnsi="Times New Roman"/>
          <w:sz w:val="24"/>
          <w:lang w:val="en-GB"/>
        </w:rPr>
        <w:t>in</w:t>
      </w:r>
      <w:r>
        <w:rPr>
          <w:rFonts w:ascii="Times New Roman" w:hAnsi="Times New Roman"/>
          <w:sz w:val="24"/>
          <w:lang w:val="en-GB"/>
        </w:rPr>
        <w:t xml:space="preserve">g from submission to delivering of goods. </w:t>
      </w:r>
    </w:p>
    <w:p w14:paraId="6AC7B6CD" w14:textId="134153AD" w:rsidR="00996EFF" w:rsidRDefault="002101E2">
      <w:pPr>
        <w:tabs>
          <w:tab w:val="left" w:pos="420"/>
        </w:tabs>
        <w:spacing w:after="160" w:line="259" w:lineRule="auto"/>
        <w:rPr>
          <w:lang w:val="en-GB"/>
        </w:rPr>
      </w:pPr>
      <w:r>
        <w:rPr>
          <w:lang w:val="en-GB"/>
        </w:rPr>
        <w:t xml:space="preserve">Please </w:t>
      </w:r>
      <w:r w:rsidR="00F553C2">
        <w:rPr>
          <w:lang w:val="en-GB"/>
        </w:rPr>
        <w:t>no</w:t>
      </w:r>
      <w:r>
        <w:rPr>
          <w:lang w:val="en-GB"/>
        </w:rPr>
        <w:t xml:space="preserve">te that the list of requirements can be found in the </w:t>
      </w:r>
      <w:r>
        <w:rPr>
          <w:b/>
          <w:bCs/>
          <w:i/>
          <w:iCs/>
          <w:lang w:val="en-GB"/>
        </w:rPr>
        <w:t>Instructions on How to Submit a Quotation</w:t>
      </w:r>
      <w:r>
        <w:rPr>
          <w:lang w:val="en-GB"/>
        </w:rPr>
        <w:t xml:space="preserve"> template, page 5.</w:t>
      </w:r>
    </w:p>
    <w:p w14:paraId="0ABCD22F" w14:textId="77777777" w:rsidR="00996EFF" w:rsidRDefault="002101E2">
      <w:pPr>
        <w:pStyle w:val="Heading3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Installation services</w:t>
      </w:r>
      <w:bookmarkEnd w:id="8"/>
    </w:p>
    <w:p w14:paraId="36CF3197" w14:textId="4FD1CD00" w:rsidR="00F553C2" w:rsidRPr="00F553C2" w:rsidRDefault="00F553C2" w:rsidP="00F553C2">
      <w:pPr>
        <w:pStyle w:val="ListParagraph"/>
        <w:numPr>
          <w:ilvl w:val="0"/>
          <w:numId w:val="8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F553C2">
        <w:rPr>
          <w:rFonts w:ascii="Times New Roman" w:hAnsi="Times New Roman"/>
          <w:sz w:val="24"/>
          <w:szCs w:val="24"/>
          <w:lang w:val="en-GB"/>
        </w:rPr>
        <w:t>Not applicable in this procurement</w:t>
      </w:r>
    </w:p>
    <w:p w14:paraId="1CF1F120" w14:textId="77777777" w:rsidR="007C1D96" w:rsidRDefault="007C1D96" w:rsidP="00F553C2">
      <w:pPr>
        <w:rPr>
          <w:b/>
          <w:bCs/>
          <w:sz w:val="26"/>
          <w:szCs w:val="26"/>
          <w:lang w:val="en-GB"/>
        </w:rPr>
      </w:pPr>
      <w:bookmarkStart w:id="9" w:name="_Toc419729578"/>
    </w:p>
    <w:p w14:paraId="025F07C4" w14:textId="77777777" w:rsidR="004C4AF0" w:rsidRDefault="002101E2" w:rsidP="004C4AF0">
      <w:pPr>
        <w:rPr>
          <w:b/>
          <w:bCs/>
          <w:sz w:val="26"/>
          <w:szCs w:val="26"/>
          <w:lang w:val="en-GB"/>
        </w:rPr>
      </w:pPr>
      <w:r w:rsidRPr="00D77BF9">
        <w:rPr>
          <w:b/>
          <w:bCs/>
          <w:sz w:val="26"/>
          <w:szCs w:val="26"/>
          <w:lang w:val="en-GB"/>
        </w:rPr>
        <w:t>Delivery Time</w:t>
      </w:r>
      <w:bookmarkEnd w:id="5"/>
      <w:bookmarkEnd w:id="6"/>
      <w:bookmarkEnd w:id="9"/>
    </w:p>
    <w:p w14:paraId="7435FA96" w14:textId="213CBAAB" w:rsidR="00497CFE" w:rsidRPr="004C4AF0" w:rsidRDefault="00DF1562" w:rsidP="004C4AF0">
      <w:pPr>
        <w:pStyle w:val="ListParagraph"/>
        <w:numPr>
          <w:ilvl w:val="0"/>
          <w:numId w:val="3"/>
        </w:numPr>
        <w:ind w:leftChars="0"/>
        <w:rPr>
          <w:b/>
          <w:bCs/>
          <w:sz w:val="26"/>
          <w:szCs w:val="26"/>
          <w:lang w:val="en-GB"/>
        </w:rPr>
      </w:pPr>
      <w:r>
        <w:t xml:space="preserve">OB will </w:t>
      </w:r>
      <w:r w:rsidR="00497CFE">
        <w:t xml:space="preserve">be </w:t>
      </w:r>
      <w:r w:rsidR="002C6945">
        <w:t>handling</w:t>
      </w:r>
      <w:r>
        <w:t xml:space="preserve"> the delivery of this good to the </w:t>
      </w:r>
      <w:r w:rsidR="00497CFE">
        <w:t>community.</w:t>
      </w:r>
    </w:p>
    <w:p w14:paraId="2220022A" w14:textId="77777777" w:rsidR="006D7641" w:rsidRDefault="006D7641">
      <w:pPr>
        <w:pStyle w:val="Heading2"/>
        <w:rPr>
          <w:rFonts w:ascii="Times New Roman" w:hAnsi="Times New Roman"/>
        </w:rPr>
      </w:pPr>
    </w:p>
    <w:p w14:paraId="38990300" w14:textId="5AA25EE9" w:rsidR="00996EFF" w:rsidRDefault="002101E2">
      <w:pPr>
        <w:pStyle w:val="Heading2"/>
        <w:rPr>
          <w:rFonts w:ascii="Times New Roman" w:hAnsi="Times New Roman"/>
        </w:rPr>
      </w:pPr>
      <w:r>
        <w:rPr>
          <w:rFonts w:ascii="Times New Roman" w:hAnsi="Times New Roman"/>
        </w:rPr>
        <w:t>Description of the Goods</w:t>
      </w:r>
      <w:bookmarkEnd w:id="2"/>
    </w:p>
    <w:p w14:paraId="6114E825" w14:textId="77777777" w:rsidR="00996EFF" w:rsidRDefault="002101E2">
      <w:pPr>
        <w:rPr>
          <w:i/>
          <w:iCs/>
          <w:lang w:val="en-GB"/>
        </w:rPr>
      </w:pPr>
      <w:r>
        <w:rPr>
          <w:i/>
          <w:iCs/>
          <w:lang w:val="en-GB"/>
        </w:rPr>
        <w:t>Here, list all items to be Tendered.</w:t>
      </w:r>
    </w:p>
    <w:p w14:paraId="7FD78791" w14:textId="77777777" w:rsidR="004C4AF0" w:rsidRDefault="004C4AF0">
      <w:pPr>
        <w:rPr>
          <w:i/>
          <w:iCs/>
          <w:lang w:val="en-GB"/>
        </w:rPr>
      </w:pPr>
    </w:p>
    <w:p w14:paraId="570F91B1" w14:textId="77777777" w:rsidR="004C4AF0" w:rsidRDefault="004C4AF0">
      <w:pPr>
        <w:rPr>
          <w:i/>
          <w:iCs/>
          <w:lang w:val="en-GB"/>
        </w:rPr>
      </w:pPr>
    </w:p>
    <w:p w14:paraId="581F98AC" w14:textId="77777777" w:rsidR="004C4AF0" w:rsidRDefault="004C4AF0">
      <w:pPr>
        <w:rPr>
          <w:i/>
          <w:iCs/>
          <w:lang w:val="en-GB"/>
        </w:rPr>
      </w:pPr>
    </w:p>
    <w:p w14:paraId="2234FF51" w14:textId="77777777" w:rsidR="004C4AF0" w:rsidRDefault="004C4AF0">
      <w:pPr>
        <w:rPr>
          <w:i/>
          <w:iCs/>
          <w:lang w:val="en-GB"/>
        </w:rPr>
      </w:pPr>
    </w:p>
    <w:p w14:paraId="5FA786C9" w14:textId="77777777" w:rsidR="004C4AF0" w:rsidRDefault="004C4AF0">
      <w:pPr>
        <w:rPr>
          <w:i/>
          <w:iCs/>
          <w:lang w:val="en-GB"/>
        </w:rPr>
      </w:pPr>
    </w:p>
    <w:p w14:paraId="0ADBC349" w14:textId="77777777" w:rsidR="00B47634" w:rsidRPr="004A2AB3" w:rsidRDefault="00B47634">
      <w:pPr>
        <w:rPr>
          <w:b/>
          <w:bCs/>
          <w:i/>
          <w:iCs/>
          <w:lang w:val="en-GB"/>
        </w:rPr>
      </w:pPr>
    </w:p>
    <w:p w14:paraId="030776CC" w14:textId="0BDC7002" w:rsidR="00996EFF" w:rsidRDefault="004A2AB3" w:rsidP="007C1D96">
      <w:pPr>
        <w:pStyle w:val="ListParagraph"/>
        <w:numPr>
          <w:ilvl w:val="0"/>
          <w:numId w:val="10"/>
        </w:numPr>
        <w:ind w:leftChars="0"/>
        <w:rPr>
          <w:b/>
          <w:bCs/>
          <w:lang w:val="en-GB"/>
        </w:rPr>
      </w:pPr>
      <w:r w:rsidRPr="004A2AB3">
        <w:rPr>
          <w:b/>
          <w:bCs/>
          <w:lang w:val="en-GB"/>
        </w:rPr>
        <w:t>Construction materials for KUC Banaba Church</w:t>
      </w:r>
    </w:p>
    <w:p w14:paraId="50C3B8EF" w14:textId="77777777" w:rsidR="004A2AB3" w:rsidRPr="004A2AB3" w:rsidRDefault="004A2AB3" w:rsidP="004A2AB3">
      <w:pPr>
        <w:pStyle w:val="ListParagraph"/>
        <w:ind w:leftChars="0" w:left="720"/>
        <w:rPr>
          <w:b/>
          <w:bCs/>
          <w:lang w:val="en-GB"/>
        </w:rPr>
      </w:pPr>
    </w:p>
    <w:tbl>
      <w:tblPr>
        <w:tblW w:w="8685" w:type="dxa"/>
        <w:tblLook w:val="04A0" w:firstRow="1" w:lastRow="0" w:firstColumn="1" w:lastColumn="0" w:noHBand="0" w:noVBand="1"/>
      </w:tblPr>
      <w:tblGrid>
        <w:gridCol w:w="3913"/>
        <w:gridCol w:w="1095"/>
        <w:gridCol w:w="1055"/>
        <w:gridCol w:w="1237"/>
        <w:gridCol w:w="1385"/>
      </w:tblGrid>
      <w:tr w:rsidR="004A2AB3" w:rsidRPr="004A2AB3" w14:paraId="33FFA7D1" w14:textId="77777777" w:rsidTr="004A2AB3">
        <w:trPr>
          <w:trHeight w:val="601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355F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Item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D4AB1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Quantity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F39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Unit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AD04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Price Quotation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B4E18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T/Price Quotation</w:t>
            </w:r>
          </w:p>
        </w:tc>
      </w:tr>
      <w:tr w:rsidR="004A2AB3" w:rsidRPr="004A2AB3" w14:paraId="1EA0CACA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5C022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40 Kg Portland Cement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8D5EF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3F5CA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Bags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8F031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36F46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4EE27C05" w14:textId="77777777" w:rsidTr="004A2AB3">
        <w:trPr>
          <w:trHeight w:val="601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0729D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12mm dia H.D bolt with nut and washers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9B299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56EF3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Each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E322C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7B048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35BD7AB9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C98B1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200×200×400mm Block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AA614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726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216B2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nos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D84CD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C9A05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32C488BF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9DAEE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Formply 2.4×1.2m per sheet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0C07E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5680F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Sheet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C975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E8EAD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0FCEB32A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ED1A4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 xml:space="preserve">Pine Timber 2×2×5.8m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D5AA5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B2C27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Length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9C78F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9884D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3202FCBE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C06C9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Nail 4"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D0D28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EA3F4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Kg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49B1D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685A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4A8ECE0A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6D9C5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Nail 2"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D1EC1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190D5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Kg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DF020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1F707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1B8009C8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33145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Polythene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60387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21540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Roll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635D4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BF057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57E6BA74" w14:textId="77777777" w:rsidTr="004A2AB3">
        <w:trPr>
          <w:trHeight w:val="601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3FEC6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Deformed 10mm diameter reinforcing bar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19F7D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042AC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Length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862C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9F69E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09096316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BD0AD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Reinforcing rod 6mm diameter stirrup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16334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77A03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Length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0A0CC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BEE7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08DCB935" w14:textId="77777777" w:rsidTr="004A2AB3">
        <w:trPr>
          <w:trHeight w:val="601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AFB30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Deformed 12mm reinforcing bar starter bar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3431E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2B835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Length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188B7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6CEEA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55177176" w14:textId="77777777" w:rsidTr="004A2AB3">
        <w:trPr>
          <w:trHeight w:val="601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9E3B3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Deformed 10mm reinforcing bar in bond beam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FB67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99328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Length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F3F5E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EF130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338217C0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8B074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Reinforcing rod 6mm diameter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65B42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7DC67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Length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F24C6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29319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3CDA5748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5E948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Mesh Wire (2.3×5.8×2mm)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34267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73BB0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Sheet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9B9B6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4ED0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26775CD0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33734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Tie Wire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99BC2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94176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Roll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197F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BD781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1BD14C1A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04F15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Triplegrip Steel Connector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C951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62FD2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Each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56DD3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2E5A8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22110387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154D7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Louver Frame 10 Blades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09C4F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98B98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Pair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D1AA9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4BA6F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27BFF0DA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1054C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Laminated Pine Timber 100×50×5800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4F160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CD5A2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Length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C6597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4579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78BFCE4B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79006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U bracket bowmac post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CEBD4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FFFF3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Each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B089C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621EA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59F72F56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A0D9A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Pine Timber 4×2×5.8m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8BE9D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555A3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Length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34ECB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8FE5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35834499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FECB3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Pine Timber 3×2×5.8m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895E5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7098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Length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B618C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9E1AB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4218E433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B83E4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Pine Timber 8×1×5.8m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F814A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FEE51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Length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66BC6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15650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6E94DE68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747A7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S Strap for diagonal bracing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4A450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07850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Meter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47A72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A11AD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474BC65E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51D57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Flat Head Nail 1"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37032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3DC9E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Kg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38AE9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513F8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33BBDE5C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5E39B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Marine Plywood 2.4×1.2×12mm thick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99AE3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7A752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Sheet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AB8BF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E6DEC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125135EE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E515A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Nail 3"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3D30B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435AC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Kg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BD7CE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2EF3F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52BC410A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EB078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Masonite Sheet 2.4×1.2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4D09A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351B9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Sheet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325BD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7D22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6B7ACA20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8059C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Nail Pin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BF782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2F4CB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Kg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5DCED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92706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0C2C376E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92042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 xml:space="preserve">Dakua Timber 8×2×5.8m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76DB3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8512D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Length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F33CB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2C3BF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1FA38AC9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71D8D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Nail 1"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5729B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A699E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Kg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ACE9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050AB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2195A2F8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0129D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100mm butt brass hinges with screw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709D1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08FA3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pair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32B98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C35B8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7FE2D83F" w14:textId="77777777" w:rsidTr="004A2AB3">
        <w:trPr>
          <w:trHeight w:val="601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9D6BE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Rebated mortice lock complete with handles and keys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FF7EA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68B05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each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035CE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CE465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45D97290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ED5E8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lastRenderedPageBreak/>
              <w:t xml:space="preserve">100mm barrel bolt with screw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10A36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186CA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each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CF707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DCD4A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3C14B5D6" w14:textId="77777777" w:rsidTr="004A2AB3">
        <w:trPr>
          <w:trHeight w:val="601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CE09E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Colorbond corrugated roofing sheet 15 feets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1F33B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CCC23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Sheet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05348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79F3C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27CD1884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0A1F2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Colorbond roofing sheets 5fts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1742B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5263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Sheet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F9138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2ED0E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3AB9D8C6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23F0C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Roofing screw 3" with rubber washer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96096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1,108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B414B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pcs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4D32F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66BFF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6F611C5B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DF42F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Sisalation aluminium foil (30×1m)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D50CB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14B8B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Roll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BFE7F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F104C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2D4EB8AD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9CCB6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Chicken wire mesh (30×1m)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F537B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28F24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Roll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A42D9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378D1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54684F87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F9B04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Colorbond Aluminium ridge cap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ABDF3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5D06B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Sheet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97B1A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4734F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2090023F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FBFDD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Colorbond Aluminium roof flashing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0689D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A1505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Sheet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2D51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867B8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1978E2FA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2DCDD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Flat head nail 2"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FEA0C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28715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Kg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4F75E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2703E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58ECEFB9" w14:textId="77777777" w:rsidTr="004A2AB3">
        <w:trPr>
          <w:trHeight w:val="601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8633E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Colorbond aluminium gutter with bracket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413DE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B1D63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Sheet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354D3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A1824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47E7E650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57376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P50pcs/pktop rivet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B34E3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892B9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pkt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1AE21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209A0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0F4DD709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B64D4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Outlet to gutter 100mm diameter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7E3B8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7E75C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each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35BE8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9C8EB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6C36BBFE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F2AD1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100mm dia PVC Pipe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A76C1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BA5C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Length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C12A6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418C3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642E775A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6E03C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100mm pvc clips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51311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978FF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each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3B85C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486A6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59A6A336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5AADC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100mm dia bend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9ABB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4C57C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each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8FFCF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A9944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04E95464" w14:textId="77777777" w:rsidTr="004A2AB3">
        <w:trPr>
          <w:trHeight w:val="601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042D4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100mm dia tee with access cap (Screwed)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B4A8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F4B40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each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6B542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48B1A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060BDAF1" w14:textId="77777777" w:rsidTr="004A2AB3">
        <w:trPr>
          <w:trHeight w:val="601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7420B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Switchboard complete with circuit breaker, wiring and connections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D5EEF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E6D8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each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7B526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D53FC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755E9467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B14B6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Conduit pipe 15mm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656B1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8B692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length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0B298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0237F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62EC269B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02861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15mm clips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9FFE9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B4BFD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each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EE12E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18B5C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443B59BF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1EE83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Circuit wire for powerpoint 2.5mm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7E824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16AAB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m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607CD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6099C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7F719E30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ED771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1.5mm circuit wire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BE8D5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02AF6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m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D1BAD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B7C70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6C3238C1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E9EE8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4ft led fluorescent light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313B5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7D00A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each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4B57A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2B263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57560446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8250D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 xml:space="preserve">Pendant light </w:t>
            </w:r>
            <w:proofErr w:type="gramStart"/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complete</w:t>
            </w:r>
            <w:proofErr w:type="gramEnd"/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 xml:space="preserve"> with holder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24726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07E6E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each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F2517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EC91C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7C615B0F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EC7C0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Ceiling fan 48" complete with switch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CDD0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1A630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each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16292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F3A6E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03662103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F4B21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Power point double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146C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62822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each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8356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12BB3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700DA341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D1F4D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mounting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66AB9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8F2F4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each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D6787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99B74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068A3F53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CE6F4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two-way switch way single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FFAB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14BF1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each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B2A1A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B0135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77926BBD" w14:textId="77777777" w:rsidTr="004A2AB3">
        <w:trPr>
          <w:trHeight w:val="601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C0A4E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Non slip ceramic tile 300×300mm (17pcs/box)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3F9D2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3E2EE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box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8A24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1846E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17797E63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C348F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adhesive CTF 20Kg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93860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4A054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Bag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78E42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9485A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20833351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25FB4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20kg Grout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E37A9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A1BDE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Bag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C0CD0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43007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05D0CF89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47BCC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Acrylic sealer undercoat 4 litre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24FE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DDC9E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Tin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58A05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C9585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0EB99855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6616F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Semi gloss 4 Litre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AEAD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DE409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Tin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20829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FCD09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2D06B77A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5A1FD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Enamel undercoat 4 litre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427B9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4C29D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Tin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079B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FA7D7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73CF50AD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98B06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Super enamel 4 litre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75EDC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F1D87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Tin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C8454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D84E0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0195B6DC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6EBBD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Varnish 4 Litre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EAB44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D486A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Tin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D5E3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34F7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21982871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4C234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Pink Primer 4 litre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B2C24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951EB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Tin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9358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4AD1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7E8AD785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43BD5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4" Hand brush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850D7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2289C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each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CE713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9AE26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0E2148BD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B02ED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lastRenderedPageBreak/>
              <w:t>2" Hand brush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C1072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FB0CB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each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E2B3F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DDF04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24E60788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03B8D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4" set roller brush with tray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94F3C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1A7C8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set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E8E94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0A567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340E3033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BBF34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Louver clear glass 36"×6"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2FCB7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5D59E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each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0DFC5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56C71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0CDEDEB3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BE5D4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SS mesh security 2×1m/sheet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CAC91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4F324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sheet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09C52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D361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7240AAC4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21DD1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U nail 1.5 - 2 inches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EBBE3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AA897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kg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27A61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DA6B1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6E505A2D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41292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 xml:space="preserve">Total cost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3E23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1890D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3845F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A29BE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4303EDD8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06FCE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other charges if any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E443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AC18B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FDE37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CD354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55926A90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85761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CEAE6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C380C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EEA91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9E15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73FE358F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EF578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 xml:space="preserve">vat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BF0A8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C44D0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882B4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B1480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02CBFCCE" w14:textId="77777777" w:rsidTr="004A2AB3">
        <w:trPr>
          <w:trHeight w:val="300"/>
        </w:trPr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99E97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Total cost (vat inclusive)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5F992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43379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79633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A1C48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</w:tbl>
    <w:p w14:paraId="7E128FB8" w14:textId="538363EF" w:rsidR="004A2AB3" w:rsidRDefault="004A2AB3" w:rsidP="004A2AB3">
      <w:pPr>
        <w:rPr>
          <w:lang w:val="en-GB"/>
        </w:rPr>
      </w:pPr>
    </w:p>
    <w:p w14:paraId="259D396E" w14:textId="24F8DD9F" w:rsidR="004A2AB3" w:rsidRPr="004A2AB3" w:rsidRDefault="004A2AB3" w:rsidP="004A2AB3">
      <w:pPr>
        <w:pStyle w:val="ListParagraph"/>
        <w:numPr>
          <w:ilvl w:val="0"/>
          <w:numId w:val="10"/>
        </w:numPr>
        <w:ind w:leftChars="0"/>
        <w:rPr>
          <w:b/>
          <w:bCs/>
          <w:sz w:val="24"/>
          <w:szCs w:val="24"/>
          <w:lang w:val="en-GB"/>
        </w:rPr>
      </w:pPr>
      <w:r w:rsidRPr="004A2AB3">
        <w:rPr>
          <w:b/>
          <w:bCs/>
          <w:sz w:val="24"/>
          <w:szCs w:val="24"/>
          <w:lang w:val="en-GB"/>
        </w:rPr>
        <w:t>Construction materials for Terikiai Maneaba, Tab North</w:t>
      </w:r>
    </w:p>
    <w:p w14:paraId="3407E0F0" w14:textId="77777777" w:rsidR="004A2AB3" w:rsidRPr="004A2AB3" w:rsidRDefault="004A2AB3" w:rsidP="004A2AB3">
      <w:pPr>
        <w:pStyle w:val="ListParagraph"/>
        <w:ind w:leftChars="0" w:left="720"/>
        <w:rPr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0"/>
        <w:gridCol w:w="1538"/>
        <w:gridCol w:w="1289"/>
        <w:gridCol w:w="1684"/>
        <w:gridCol w:w="1684"/>
      </w:tblGrid>
      <w:tr w:rsidR="004A2AB3" w:rsidRPr="004A2AB3" w14:paraId="63DFEC5F" w14:textId="77777777" w:rsidTr="004A2AB3">
        <w:trPr>
          <w:trHeight w:val="600"/>
        </w:trPr>
        <w:tc>
          <w:tcPr>
            <w:tcW w:w="3360" w:type="dxa"/>
            <w:hideMark/>
          </w:tcPr>
          <w:p w14:paraId="468D961B" w14:textId="77777777" w:rsidR="004A2AB3" w:rsidRPr="004A2AB3" w:rsidRDefault="004A2AB3" w:rsidP="004A2AB3">
            <w:pPr>
              <w:ind w:left="360"/>
              <w:rPr>
                <w:b/>
                <w:bCs/>
                <w:lang w:val="en-AU"/>
              </w:rPr>
            </w:pPr>
            <w:r w:rsidRPr="004A2AB3">
              <w:rPr>
                <w:b/>
                <w:bCs/>
              </w:rPr>
              <w:t>Item</w:t>
            </w:r>
          </w:p>
        </w:tc>
        <w:tc>
          <w:tcPr>
            <w:tcW w:w="960" w:type="dxa"/>
            <w:noWrap/>
            <w:hideMark/>
          </w:tcPr>
          <w:p w14:paraId="40C45543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Quantity</w:t>
            </w:r>
          </w:p>
        </w:tc>
        <w:tc>
          <w:tcPr>
            <w:tcW w:w="960" w:type="dxa"/>
            <w:noWrap/>
            <w:hideMark/>
          </w:tcPr>
          <w:p w14:paraId="4707C1CF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Unit</w:t>
            </w:r>
          </w:p>
        </w:tc>
        <w:tc>
          <w:tcPr>
            <w:tcW w:w="1080" w:type="dxa"/>
            <w:hideMark/>
          </w:tcPr>
          <w:p w14:paraId="0FA2ED35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 xml:space="preserve"> Price Quotation </w:t>
            </w:r>
          </w:p>
        </w:tc>
        <w:tc>
          <w:tcPr>
            <w:tcW w:w="1060" w:type="dxa"/>
            <w:hideMark/>
          </w:tcPr>
          <w:p w14:paraId="7872B6E8" w14:textId="77777777" w:rsidR="004A2AB3" w:rsidRPr="004A2AB3" w:rsidRDefault="004A2AB3" w:rsidP="004A2AB3">
            <w:pPr>
              <w:ind w:left="360"/>
              <w:rPr>
                <w:b/>
                <w:bCs/>
              </w:rPr>
            </w:pPr>
            <w:r w:rsidRPr="004A2AB3">
              <w:rPr>
                <w:b/>
                <w:bCs/>
              </w:rPr>
              <w:t xml:space="preserve"> T/Price Quotation </w:t>
            </w:r>
          </w:p>
        </w:tc>
      </w:tr>
      <w:tr w:rsidR="004A2AB3" w:rsidRPr="004A2AB3" w14:paraId="0E3A3DA7" w14:textId="77777777" w:rsidTr="004A2AB3">
        <w:trPr>
          <w:trHeight w:val="300"/>
        </w:trPr>
        <w:tc>
          <w:tcPr>
            <w:tcW w:w="3360" w:type="dxa"/>
            <w:hideMark/>
          </w:tcPr>
          <w:p w14:paraId="207BEFBA" w14:textId="77777777" w:rsidR="004A2AB3" w:rsidRPr="004A2AB3" w:rsidRDefault="004A2AB3" w:rsidP="004A2AB3">
            <w:pPr>
              <w:ind w:left="360"/>
            </w:pPr>
            <w:r w:rsidRPr="004A2AB3">
              <w:t>D10 dia rebar 6m (3/8)</w:t>
            </w:r>
          </w:p>
        </w:tc>
        <w:tc>
          <w:tcPr>
            <w:tcW w:w="960" w:type="dxa"/>
            <w:noWrap/>
            <w:hideMark/>
          </w:tcPr>
          <w:p w14:paraId="4DA865AC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60</w:t>
            </w:r>
          </w:p>
        </w:tc>
        <w:tc>
          <w:tcPr>
            <w:tcW w:w="960" w:type="dxa"/>
            <w:noWrap/>
            <w:hideMark/>
          </w:tcPr>
          <w:p w14:paraId="50514CAD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Length</w:t>
            </w:r>
          </w:p>
        </w:tc>
        <w:tc>
          <w:tcPr>
            <w:tcW w:w="1080" w:type="dxa"/>
            <w:noWrap/>
            <w:hideMark/>
          </w:tcPr>
          <w:p w14:paraId="59F776D7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060" w:type="dxa"/>
            <w:noWrap/>
            <w:hideMark/>
          </w:tcPr>
          <w:p w14:paraId="059708D3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76B1CCBA" w14:textId="77777777" w:rsidTr="004A2AB3">
        <w:trPr>
          <w:trHeight w:val="300"/>
        </w:trPr>
        <w:tc>
          <w:tcPr>
            <w:tcW w:w="3360" w:type="dxa"/>
            <w:hideMark/>
          </w:tcPr>
          <w:p w14:paraId="6B5BEF94" w14:textId="77777777" w:rsidR="004A2AB3" w:rsidRPr="004A2AB3" w:rsidRDefault="004A2AB3" w:rsidP="004A2AB3">
            <w:pPr>
              <w:ind w:left="360"/>
            </w:pPr>
            <w:r w:rsidRPr="004A2AB3">
              <w:t>D16 dia rebar 6m (5/18)</w:t>
            </w:r>
          </w:p>
        </w:tc>
        <w:tc>
          <w:tcPr>
            <w:tcW w:w="960" w:type="dxa"/>
            <w:noWrap/>
            <w:hideMark/>
          </w:tcPr>
          <w:p w14:paraId="4102FEA5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30</w:t>
            </w:r>
          </w:p>
        </w:tc>
        <w:tc>
          <w:tcPr>
            <w:tcW w:w="960" w:type="dxa"/>
            <w:noWrap/>
            <w:hideMark/>
          </w:tcPr>
          <w:p w14:paraId="2AEFDFC7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Length</w:t>
            </w:r>
          </w:p>
        </w:tc>
        <w:tc>
          <w:tcPr>
            <w:tcW w:w="1080" w:type="dxa"/>
            <w:noWrap/>
            <w:hideMark/>
          </w:tcPr>
          <w:p w14:paraId="4F6894FB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060" w:type="dxa"/>
            <w:noWrap/>
            <w:hideMark/>
          </w:tcPr>
          <w:p w14:paraId="7A284A28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037328BD" w14:textId="77777777" w:rsidTr="004A2AB3">
        <w:trPr>
          <w:trHeight w:val="600"/>
        </w:trPr>
        <w:tc>
          <w:tcPr>
            <w:tcW w:w="3360" w:type="dxa"/>
            <w:hideMark/>
          </w:tcPr>
          <w:p w14:paraId="1E07E080" w14:textId="77777777" w:rsidR="004A2AB3" w:rsidRPr="004A2AB3" w:rsidRDefault="004A2AB3" w:rsidP="004A2AB3">
            <w:pPr>
              <w:ind w:left="360"/>
            </w:pPr>
            <w:r w:rsidRPr="004A2AB3">
              <w:t>External plywood 12mm, 2.4m, 1.2m (1/2)</w:t>
            </w:r>
          </w:p>
        </w:tc>
        <w:tc>
          <w:tcPr>
            <w:tcW w:w="960" w:type="dxa"/>
            <w:noWrap/>
            <w:hideMark/>
          </w:tcPr>
          <w:p w14:paraId="2F3C5BC1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7</w:t>
            </w:r>
          </w:p>
        </w:tc>
        <w:tc>
          <w:tcPr>
            <w:tcW w:w="960" w:type="dxa"/>
            <w:noWrap/>
            <w:hideMark/>
          </w:tcPr>
          <w:p w14:paraId="3998B901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Sheet</w:t>
            </w:r>
          </w:p>
        </w:tc>
        <w:tc>
          <w:tcPr>
            <w:tcW w:w="1080" w:type="dxa"/>
            <w:noWrap/>
            <w:hideMark/>
          </w:tcPr>
          <w:p w14:paraId="32FE368D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060" w:type="dxa"/>
            <w:noWrap/>
            <w:hideMark/>
          </w:tcPr>
          <w:p w14:paraId="5D7F9B3C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01B692C5" w14:textId="77777777" w:rsidTr="004A2AB3">
        <w:trPr>
          <w:trHeight w:val="300"/>
        </w:trPr>
        <w:tc>
          <w:tcPr>
            <w:tcW w:w="3360" w:type="dxa"/>
            <w:hideMark/>
          </w:tcPr>
          <w:p w14:paraId="73EE8943" w14:textId="77777777" w:rsidR="004A2AB3" w:rsidRPr="004A2AB3" w:rsidRDefault="004A2AB3" w:rsidP="004A2AB3">
            <w:pPr>
              <w:ind w:left="360"/>
            </w:pPr>
            <w:r w:rsidRPr="004A2AB3">
              <w:t>Formply 17mm, 2.4, 1.2 (5/8)</w:t>
            </w:r>
          </w:p>
        </w:tc>
        <w:tc>
          <w:tcPr>
            <w:tcW w:w="960" w:type="dxa"/>
            <w:noWrap/>
            <w:hideMark/>
          </w:tcPr>
          <w:p w14:paraId="2114CECC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10</w:t>
            </w:r>
          </w:p>
        </w:tc>
        <w:tc>
          <w:tcPr>
            <w:tcW w:w="960" w:type="dxa"/>
            <w:noWrap/>
            <w:hideMark/>
          </w:tcPr>
          <w:p w14:paraId="364E1A89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Sheet</w:t>
            </w:r>
          </w:p>
        </w:tc>
        <w:tc>
          <w:tcPr>
            <w:tcW w:w="1080" w:type="dxa"/>
            <w:noWrap/>
            <w:hideMark/>
          </w:tcPr>
          <w:p w14:paraId="6D5CDCF9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060" w:type="dxa"/>
            <w:noWrap/>
            <w:hideMark/>
          </w:tcPr>
          <w:p w14:paraId="1E96292E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52289CAA" w14:textId="77777777" w:rsidTr="004A2AB3">
        <w:trPr>
          <w:trHeight w:val="600"/>
        </w:trPr>
        <w:tc>
          <w:tcPr>
            <w:tcW w:w="3360" w:type="dxa"/>
            <w:hideMark/>
          </w:tcPr>
          <w:p w14:paraId="542946DD" w14:textId="77777777" w:rsidR="004A2AB3" w:rsidRPr="004A2AB3" w:rsidRDefault="004A2AB3" w:rsidP="004A2AB3">
            <w:pPr>
              <w:ind w:left="360"/>
            </w:pPr>
            <w:r w:rsidRPr="004A2AB3">
              <w:t>M12 + 230 bolt &amp; nut &amp; washer galvanized (3/4)</w:t>
            </w:r>
          </w:p>
        </w:tc>
        <w:tc>
          <w:tcPr>
            <w:tcW w:w="960" w:type="dxa"/>
            <w:noWrap/>
            <w:hideMark/>
          </w:tcPr>
          <w:p w14:paraId="4E906813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40</w:t>
            </w:r>
          </w:p>
        </w:tc>
        <w:tc>
          <w:tcPr>
            <w:tcW w:w="960" w:type="dxa"/>
            <w:noWrap/>
            <w:hideMark/>
          </w:tcPr>
          <w:p w14:paraId="14F57EF1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each</w:t>
            </w:r>
          </w:p>
        </w:tc>
        <w:tc>
          <w:tcPr>
            <w:tcW w:w="1080" w:type="dxa"/>
            <w:noWrap/>
            <w:hideMark/>
          </w:tcPr>
          <w:p w14:paraId="29139574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060" w:type="dxa"/>
            <w:noWrap/>
            <w:hideMark/>
          </w:tcPr>
          <w:p w14:paraId="6F595BEE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2C336E7B" w14:textId="77777777" w:rsidTr="004A2AB3">
        <w:trPr>
          <w:trHeight w:val="300"/>
        </w:trPr>
        <w:tc>
          <w:tcPr>
            <w:tcW w:w="3360" w:type="dxa"/>
            <w:hideMark/>
          </w:tcPr>
          <w:p w14:paraId="7B0F127A" w14:textId="77777777" w:rsidR="004A2AB3" w:rsidRPr="004A2AB3" w:rsidRDefault="004A2AB3" w:rsidP="004A2AB3">
            <w:pPr>
              <w:ind w:left="360"/>
            </w:pPr>
            <w:r w:rsidRPr="004A2AB3">
              <w:t>Jolthead galvanize nails (4)</w:t>
            </w:r>
          </w:p>
        </w:tc>
        <w:tc>
          <w:tcPr>
            <w:tcW w:w="960" w:type="dxa"/>
            <w:noWrap/>
            <w:hideMark/>
          </w:tcPr>
          <w:p w14:paraId="0C44C1AB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30</w:t>
            </w:r>
          </w:p>
        </w:tc>
        <w:tc>
          <w:tcPr>
            <w:tcW w:w="960" w:type="dxa"/>
            <w:noWrap/>
            <w:hideMark/>
          </w:tcPr>
          <w:p w14:paraId="44C66D9A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Kg</w:t>
            </w:r>
          </w:p>
        </w:tc>
        <w:tc>
          <w:tcPr>
            <w:tcW w:w="1080" w:type="dxa"/>
            <w:noWrap/>
            <w:hideMark/>
          </w:tcPr>
          <w:p w14:paraId="0B67746E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060" w:type="dxa"/>
            <w:noWrap/>
            <w:hideMark/>
          </w:tcPr>
          <w:p w14:paraId="1AEA5E61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55D9345E" w14:textId="77777777" w:rsidTr="004A2AB3">
        <w:trPr>
          <w:trHeight w:val="300"/>
        </w:trPr>
        <w:tc>
          <w:tcPr>
            <w:tcW w:w="3360" w:type="dxa"/>
            <w:hideMark/>
          </w:tcPr>
          <w:p w14:paraId="4C2223D9" w14:textId="77777777" w:rsidR="004A2AB3" w:rsidRPr="004A2AB3" w:rsidRDefault="004A2AB3" w:rsidP="004A2AB3">
            <w:pPr>
              <w:ind w:left="360"/>
            </w:pPr>
            <w:r w:rsidRPr="004A2AB3">
              <w:t>Flat head galvanize nails 1(1/2)</w:t>
            </w:r>
          </w:p>
        </w:tc>
        <w:tc>
          <w:tcPr>
            <w:tcW w:w="960" w:type="dxa"/>
            <w:noWrap/>
            <w:hideMark/>
          </w:tcPr>
          <w:p w14:paraId="54C61A64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4</w:t>
            </w:r>
          </w:p>
        </w:tc>
        <w:tc>
          <w:tcPr>
            <w:tcW w:w="960" w:type="dxa"/>
            <w:noWrap/>
            <w:hideMark/>
          </w:tcPr>
          <w:p w14:paraId="4EEF5102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Kg</w:t>
            </w:r>
          </w:p>
        </w:tc>
        <w:tc>
          <w:tcPr>
            <w:tcW w:w="1080" w:type="dxa"/>
            <w:noWrap/>
            <w:hideMark/>
          </w:tcPr>
          <w:p w14:paraId="4E039C08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060" w:type="dxa"/>
            <w:noWrap/>
            <w:hideMark/>
          </w:tcPr>
          <w:p w14:paraId="7B85C4BB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32BD1BC5" w14:textId="77777777" w:rsidTr="004A2AB3">
        <w:trPr>
          <w:trHeight w:val="300"/>
        </w:trPr>
        <w:tc>
          <w:tcPr>
            <w:tcW w:w="3360" w:type="dxa"/>
            <w:hideMark/>
          </w:tcPr>
          <w:p w14:paraId="08BACC80" w14:textId="77777777" w:rsidR="004A2AB3" w:rsidRPr="004A2AB3" w:rsidRDefault="004A2AB3" w:rsidP="004A2AB3">
            <w:pPr>
              <w:ind w:left="360"/>
            </w:pPr>
            <w:r w:rsidRPr="004A2AB3">
              <w:t>Flathead galvanize nails (2)</w:t>
            </w:r>
          </w:p>
        </w:tc>
        <w:tc>
          <w:tcPr>
            <w:tcW w:w="960" w:type="dxa"/>
            <w:noWrap/>
            <w:hideMark/>
          </w:tcPr>
          <w:p w14:paraId="0143EF85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7</w:t>
            </w:r>
          </w:p>
        </w:tc>
        <w:tc>
          <w:tcPr>
            <w:tcW w:w="960" w:type="dxa"/>
            <w:noWrap/>
            <w:hideMark/>
          </w:tcPr>
          <w:p w14:paraId="26486A74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Kg</w:t>
            </w:r>
          </w:p>
        </w:tc>
        <w:tc>
          <w:tcPr>
            <w:tcW w:w="1080" w:type="dxa"/>
            <w:noWrap/>
            <w:hideMark/>
          </w:tcPr>
          <w:p w14:paraId="4328B344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060" w:type="dxa"/>
            <w:noWrap/>
            <w:hideMark/>
          </w:tcPr>
          <w:p w14:paraId="0B7215DB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5FC539F6" w14:textId="77777777" w:rsidTr="004A2AB3">
        <w:trPr>
          <w:trHeight w:val="300"/>
        </w:trPr>
        <w:tc>
          <w:tcPr>
            <w:tcW w:w="3360" w:type="dxa"/>
            <w:hideMark/>
          </w:tcPr>
          <w:p w14:paraId="1BDF2AA9" w14:textId="77777777" w:rsidR="004A2AB3" w:rsidRPr="004A2AB3" w:rsidRDefault="004A2AB3" w:rsidP="004A2AB3">
            <w:pPr>
              <w:ind w:left="360"/>
            </w:pPr>
            <w:r w:rsidRPr="004A2AB3">
              <w:t>Jolthead galvanize nails (2)</w:t>
            </w:r>
          </w:p>
        </w:tc>
        <w:tc>
          <w:tcPr>
            <w:tcW w:w="960" w:type="dxa"/>
            <w:noWrap/>
            <w:hideMark/>
          </w:tcPr>
          <w:p w14:paraId="5B7463EB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4</w:t>
            </w:r>
          </w:p>
        </w:tc>
        <w:tc>
          <w:tcPr>
            <w:tcW w:w="960" w:type="dxa"/>
            <w:noWrap/>
            <w:hideMark/>
          </w:tcPr>
          <w:p w14:paraId="1B2A1600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Kg</w:t>
            </w:r>
          </w:p>
        </w:tc>
        <w:tc>
          <w:tcPr>
            <w:tcW w:w="1080" w:type="dxa"/>
            <w:noWrap/>
            <w:hideMark/>
          </w:tcPr>
          <w:p w14:paraId="389AB97E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060" w:type="dxa"/>
            <w:noWrap/>
            <w:hideMark/>
          </w:tcPr>
          <w:p w14:paraId="22CAF928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35515E85" w14:textId="77777777" w:rsidTr="004A2AB3">
        <w:trPr>
          <w:trHeight w:val="300"/>
        </w:trPr>
        <w:tc>
          <w:tcPr>
            <w:tcW w:w="3360" w:type="dxa"/>
            <w:hideMark/>
          </w:tcPr>
          <w:p w14:paraId="2C4D88AE" w14:textId="77777777" w:rsidR="004A2AB3" w:rsidRPr="004A2AB3" w:rsidRDefault="004A2AB3" w:rsidP="004A2AB3">
            <w:pPr>
              <w:ind w:left="360"/>
            </w:pPr>
            <w:r w:rsidRPr="004A2AB3">
              <w:t>Jolthead galvanuze nails (3)</w:t>
            </w:r>
          </w:p>
        </w:tc>
        <w:tc>
          <w:tcPr>
            <w:tcW w:w="960" w:type="dxa"/>
            <w:noWrap/>
            <w:hideMark/>
          </w:tcPr>
          <w:p w14:paraId="35814DC8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7</w:t>
            </w:r>
          </w:p>
        </w:tc>
        <w:tc>
          <w:tcPr>
            <w:tcW w:w="960" w:type="dxa"/>
            <w:noWrap/>
            <w:hideMark/>
          </w:tcPr>
          <w:p w14:paraId="3C91D1F1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Kg</w:t>
            </w:r>
          </w:p>
        </w:tc>
        <w:tc>
          <w:tcPr>
            <w:tcW w:w="1080" w:type="dxa"/>
            <w:noWrap/>
            <w:hideMark/>
          </w:tcPr>
          <w:p w14:paraId="412FCDB0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060" w:type="dxa"/>
            <w:noWrap/>
            <w:hideMark/>
          </w:tcPr>
          <w:p w14:paraId="61F2A92F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02ADCA94" w14:textId="77777777" w:rsidTr="004A2AB3">
        <w:trPr>
          <w:trHeight w:val="300"/>
        </w:trPr>
        <w:tc>
          <w:tcPr>
            <w:tcW w:w="3360" w:type="dxa"/>
            <w:hideMark/>
          </w:tcPr>
          <w:p w14:paraId="0DA3E41E" w14:textId="77777777" w:rsidR="004A2AB3" w:rsidRPr="004A2AB3" w:rsidRDefault="004A2AB3" w:rsidP="004A2AB3">
            <w:pPr>
              <w:ind w:left="360"/>
            </w:pPr>
            <w:r w:rsidRPr="004A2AB3">
              <w:t>Nails panel pin 25" flathead</w:t>
            </w:r>
          </w:p>
        </w:tc>
        <w:tc>
          <w:tcPr>
            <w:tcW w:w="960" w:type="dxa"/>
            <w:noWrap/>
            <w:hideMark/>
          </w:tcPr>
          <w:p w14:paraId="63731788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6</w:t>
            </w:r>
          </w:p>
        </w:tc>
        <w:tc>
          <w:tcPr>
            <w:tcW w:w="960" w:type="dxa"/>
            <w:noWrap/>
            <w:hideMark/>
          </w:tcPr>
          <w:p w14:paraId="515AA4EE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Kg</w:t>
            </w:r>
          </w:p>
        </w:tc>
        <w:tc>
          <w:tcPr>
            <w:tcW w:w="1080" w:type="dxa"/>
            <w:noWrap/>
            <w:hideMark/>
          </w:tcPr>
          <w:p w14:paraId="1D762737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060" w:type="dxa"/>
            <w:noWrap/>
            <w:hideMark/>
          </w:tcPr>
          <w:p w14:paraId="58CB19E8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4450D4DE" w14:textId="77777777" w:rsidTr="004A2AB3">
        <w:trPr>
          <w:trHeight w:val="300"/>
        </w:trPr>
        <w:tc>
          <w:tcPr>
            <w:tcW w:w="3360" w:type="dxa"/>
            <w:hideMark/>
          </w:tcPr>
          <w:p w14:paraId="60413574" w14:textId="77777777" w:rsidR="004A2AB3" w:rsidRPr="004A2AB3" w:rsidRDefault="004A2AB3" w:rsidP="004A2AB3">
            <w:pPr>
              <w:ind w:left="360"/>
            </w:pPr>
            <w:r w:rsidRPr="004A2AB3">
              <w:t>Polytheno 0.9m + 60m</w:t>
            </w:r>
          </w:p>
        </w:tc>
        <w:tc>
          <w:tcPr>
            <w:tcW w:w="960" w:type="dxa"/>
            <w:noWrap/>
            <w:hideMark/>
          </w:tcPr>
          <w:p w14:paraId="40AC8AFE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6</w:t>
            </w:r>
          </w:p>
        </w:tc>
        <w:tc>
          <w:tcPr>
            <w:tcW w:w="960" w:type="dxa"/>
            <w:noWrap/>
            <w:hideMark/>
          </w:tcPr>
          <w:p w14:paraId="365D19AD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Rolls</w:t>
            </w:r>
          </w:p>
        </w:tc>
        <w:tc>
          <w:tcPr>
            <w:tcW w:w="1080" w:type="dxa"/>
            <w:noWrap/>
            <w:hideMark/>
          </w:tcPr>
          <w:p w14:paraId="2CAECECD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060" w:type="dxa"/>
            <w:noWrap/>
            <w:hideMark/>
          </w:tcPr>
          <w:p w14:paraId="494056DA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6671648D" w14:textId="77777777" w:rsidTr="004A2AB3">
        <w:trPr>
          <w:trHeight w:val="300"/>
        </w:trPr>
        <w:tc>
          <w:tcPr>
            <w:tcW w:w="3360" w:type="dxa"/>
            <w:hideMark/>
          </w:tcPr>
          <w:p w14:paraId="6C032329" w14:textId="77777777" w:rsidR="004A2AB3" w:rsidRPr="004A2AB3" w:rsidRDefault="004A2AB3" w:rsidP="004A2AB3">
            <w:pPr>
              <w:ind w:left="360"/>
            </w:pPr>
            <w:r w:rsidRPr="004A2AB3">
              <w:t>Portland Cement 40 Kg</w:t>
            </w:r>
          </w:p>
        </w:tc>
        <w:tc>
          <w:tcPr>
            <w:tcW w:w="960" w:type="dxa"/>
            <w:noWrap/>
            <w:hideMark/>
          </w:tcPr>
          <w:p w14:paraId="4F68C5EB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275</w:t>
            </w:r>
          </w:p>
        </w:tc>
        <w:tc>
          <w:tcPr>
            <w:tcW w:w="960" w:type="dxa"/>
            <w:noWrap/>
            <w:hideMark/>
          </w:tcPr>
          <w:p w14:paraId="017DA31D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bags</w:t>
            </w:r>
          </w:p>
        </w:tc>
        <w:tc>
          <w:tcPr>
            <w:tcW w:w="1080" w:type="dxa"/>
            <w:noWrap/>
            <w:hideMark/>
          </w:tcPr>
          <w:p w14:paraId="4BE741BD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060" w:type="dxa"/>
            <w:noWrap/>
            <w:hideMark/>
          </w:tcPr>
          <w:p w14:paraId="01D1BDF7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582F4CA9" w14:textId="77777777" w:rsidTr="004A2AB3">
        <w:trPr>
          <w:trHeight w:val="300"/>
        </w:trPr>
        <w:tc>
          <w:tcPr>
            <w:tcW w:w="3360" w:type="dxa"/>
            <w:hideMark/>
          </w:tcPr>
          <w:p w14:paraId="272B5B6E" w14:textId="77777777" w:rsidR="004A2AB3" w:rsidRPr="004A2AB3" w:rsidRDefault="004A2AB3" w:rsidP="004A2AB3">
            <w:pPr>
              <w:ind w:left="360"/>
            </w:pPr>
            <w:r w:rsidRPr="004A2AB3">
              <w:t>Punched strap galv 25×1m×40</w:t>
            </w:r>
          </w:p>
        </w:tc>
        <w:tc>
          <w:tcPr>
            <w:tcW w:w="960" w:type="dxa"/>
            <w:noWrap/>
            <w:hideMark/>
          </w:tcPr>
          <w:p w14:paraId="455F4C26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6</w:t>
            </w:r>
          </w:p>
        </w:tc>
        <w:tc>
          <w:tcPr>
            <w:tcW w:w="960" w:type="dxa"/>
            <w:noWrap/>
            <w:hideMark/>
          </w:tcPr>
          <w:p w14:paraId="73F928B1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Coil</w:t>
            </w:r>
          </w:p>
        </w:tc>
        <w:tc>
          <w:tcPr>
            <w:tcW w:w="1080" w:type="dxa"/>
            <w:noWrap/>
            <w:hideMark/>
          </w:tcPr>
          <w:p w14:paraId="389AF4CE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060" w:type="dxa"/>
            <w:noWrap/>
            <w:hideMark/>
          </w:tcPr>
          <w:p w14:paraId="2BAE48E5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62E4A31C" w14:textId="77777777" w:rsidTr="004A2AB3">
        <w:trPr>
          <w:trHeight w:val="300"/>
        </w:trPr>
        <w:tc>
          <w:tcPr>
            <w:tcW w:w="3360" w:type="dxa"/>
            <w:hideMark/>
          </w:tcPr>
          <w:p w14:paraId="299CD693" w14:textId="77777777" w:rsidR="004A2AB3" w:rsidRPr="004A2AB3" w:rsidRDefault="004A2AB3" w:rsidP="004A2AB3">
            <w:pPr>
              <w:ind w:left="360"/>
            </w:pPr>
            <w:r w:rsidRPr="004A2AB3">
              <w:t>R6 dia rebar × 6m (1/4)</w:t>
            </w:r>
          </w:p>
        </w:tc>
        <w:tc>
          <w:tcPr>
            <w:tcW w:w="960" w:type="dxa"/>
            <w:noWrap/>
            <w:hideMark/>
          </w:tcPr>
          <w:p w14:paraId="00E07D74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50</w:t>
            </w:r>
          </w:p>
        </w:tc>
        <w:tc>
          <w:tcPr>
            <w:tcW w:w="960" w:type="dxa"/>
            <w:noWrap/>
            <w:hideMark/>
          </w:tcPr>
          <w:p w14:paraId="3F397986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Length</w:t>
            </w:r>
          </w:p>
        </w:tc>
        <w:tc>
          <w:tcPr>
            <w:tcW w:w="1080" w:type="dxa"/>
            <w:noWrap/>
            <w:hideMark/>
          </w:tcPr>
          <w:p w14:paraId="1AF7CDDE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060" w:type="dxa"/>
            <w:noWrap/>
            <w:hideMark/>
          </w:tcPr>
          <w:p w14:paraId="2FA187D4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1EF150F0" w14:textId="77777777" w:rsidTr="004A2AB3">
        <w:trPr>
          <w:trHeight w:val="300"/>
        </w:trPr>
        <w:tc>
          <w:tcPr>
            <w:tcW w:w="3360" w:type="dxa"/>
            <w:hideMark/>
          </w:tcPr>
          <w:p w14:paraId="785253DE" w14:textId="77777777" w:rsidR="004A2AB3" w:rsidRPr="004A2AB3" w:rsidRDefault="004A2AB3" w:rsidP="004A2AB3">
            <w:pPr>
              <w:ind w:left="360"/>
            </w:pPr>
            <w:r w:rsidRPr="004A2AB3">
              <w:lastRenderedPageBreak/>
              <w:t>Ridge cap 24 gauge 2.4m</w:t>
            </w:r>
          </w:p>
        </w:tc>
        <w:tc>
          <w:tcPr>
            <w:tcW w:w="960" w:type="dxa"/>
            <w:noWrap/>
            <w:hideMark/>
          </w:tcPr>
          <w:p w14:paraId="09685EAB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17</w:t>
            </w:r>
          </w:p>
        </w:tc>
        <w:tc>
          <w:tcPr>
            <w:tcW w:w="960" w:type="dxa"/>
            <w:noWrap/>
            <w:hideMark/>
          </w:tcPr>
          <w:p w14:paraId="040472B5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Length</w:t>
            </w:r>
          </w:p>
        </w:tc>
        <w:tc>
          <w:tcPr>
            <w:tcW w:w="1080" w:type="dxa"/>
            <w:noWrap/>
            <w:hideMark/>
          </w:tcPr>
          <w:p w14:paraId="39B14027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060" w:type="dxa"/>
            <w:noWrap/>
            <w:hideMark/>
          </w:tcPr>
          <w:p w14:paraId="5FF6ED0F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66D610A5" w14:textId="77777777" w:rsidTr="004A2AB3">
        <w:trPr>
          <w:trHeight w:val="300"/>
        </w:trPr>
        <w:tc>
          <w:tcPr>
            <w:tcW w:w="3360" w:type="dxa"/>
            <w:hideMark/>
          </w:tcPr>
          <w:p w14:paraId="2ABABDA9" w14:textId="77777777" w:rsidR="004A2AB3" w:rsidRPr="004A2AB3" w:rsidRDefault="004A2AB3" w:rsidP="004A2AB3">
            <w:pPr>
              <w:ind w:left="360"/>
            </w:pPr>
            <w:r w:rsidRPr="004A2AB3">
              <w:t>Roofing Sheets Zinacalume 10 fts</w:t>
            </w:r>
          </w:p>
        </w:tc>
        <w:tc>
          <w:tcPr>
            <w:tcW w:w="960" w:type="dxa"/>
            <w:noWrap/>
            <w:hideMark/>
          </w:tcPr>
          <w:p w14:paraId="590AD841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7</w:t>
            </w:r>
          </w:p>
        </w:tc>
        <w:tc>
          <w:tcPr>
            <w:tcW w:w="960" w:type="dxa"/>
            <w:noWrap/>
            <w:hideMark/>
          </w:tcPr>
          <w:p w14:paraId="101729FB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Sheets</w:t>
            </w:r>
          </w:p>
        </w:tc>
        <w:tc>
          <w:tcPr>
            <w:tcW w:w="1080" w:type="dxa"/>
            <w:noWrap/>
            <w:hideMark/>
          </w:tcPr>
          <w:p w14:paraId="63B23907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060" w:type="dxa"/>
            <w:noWrap/>
            <w:hideMark/>
          </w:tcPr>
          <w:p w14:paraId="4742C03F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657A809C" w14:textId="77777777" w:rsidTr="004A2AB3">
        <w:trPr>
          <w:trHeight w:val="300"/>
        </w:trPr>
        <w:tc>
          <w:tcPr>
            <w:tcW w:w="3360" w:type="dxa"/>
            <w:hideMark/>
          </w:tcPr>
          <w:p w14:paraId="3D496907" w14:textId="77777777" w:rsidR="004A2AB3" w:rsidRPr="004A2AB3" w:rsidRDefault="004A2AB3" w:rsidP="004A2AB3">
            <w:pPr>
              <w:ind w:left="360"/>
            </w:pPr>
            <w:r w:rsidRPr="004A2AB3">
              <w:t>Roofing Sheets Zinacalume 12 fts</w:t>
            </w:r>
          </w:p>
        </w:tc>
        <w:tc>
          <w:tcPr>
            <w:tcW w:w="960" w:type="dxa"/>
            <w:noWrap/>
            <w:hideMark/>
          </w:tcPr>
          <w:p w14:paraId="444EF846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12</w:t>
            </w:r>
          </w:p>
        </w:tc>
        <w:tc>
          <w:tcPr>
            <w:tcW w:w="960" w:type="dxa"/>
            <w:noWrap/>
            <w:hideMark/>
          </w:tcPr>
          <w:p w14:paraId="24978141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Sheets</w:t>
            </w:r>
          </w:p>
        </w:tc>
        <w:tc>
          <w:tcPr>
            <w:tcW w:w="1080" w:type="dxa"/>
            <w:noWrap/>
            <w:hideMark/>
          </w:tcPr>
          <w:p w14:paraId="63465CB3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060" w:type="dxa"/>
            <w:noWrap/>
            <w:hideMark/>
          </w:tcPr>
          <w:p w14:paraId="1D5F20D0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1B309D3B" w14:textId="77777777" w:rsidTr="004A2AB3">
        <w:trPr>
          <w:trHeight w:val="300"/>
        </w:trPr>
        <w:tc>
          <w:tcPr>
            <w:tcW w:w="3360" w:type="dxa"/>
            <w:hideMark/>
          </w:tcPr>
          <w:p w14:paraId="27A4D197" w14:textId="77777777" w:rsidR="004A2AB3" w:rsidRPr="004A2AB3" w:rsidRDefault="004A2AB3" w:rsidP="004A2AB3">
            <w:pPr>
              <w:ind w:left="360"/>
            </w:pPr>
            <w:r w:rsidRPr="004A2AB3">
              <w:t>Roofing Sheets Zinacalume 15 fts</w:t>
            </w:r>
          </w:p>
        </w:tc>
        <w:tc>
          <w:tcPr>
            <w:tcW w:w="960" w:type="dxa"/>
            <w:noWrap/>
            <w:hideMark/>
          </w:tcPr>
          <w:p w14:paraId="79095D6D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34</w:t>
            </w:r>
          </w:p>
        </w:tc>
        <w:tc>
          <w:tcPr>
            <w:tcW w:w="960" w:type="dxa"/>
            <w:noWrap/>
            <w:hideMark/>
          </w:tcPr>
          <w:p w14:paraId="77521B0D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Sheets</w:t>
            </w:r>
          </w:p>
        </w:tc>
        <w:tc>
          <w:tcPr>
            <w:tcW w:w="1080" w:type="dxa"/>
            <w:noWrap/>
            <w:hideMark/>
          </w:tcPr>
          <w:p w14:paraId="23E4B6B0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060" w:type="dxa"/>
            <w:noWrap/>
            <w:hideMark/>
          </w:tcPr>
          <w:p w14:paraId="1841463F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278EB9BA" w14:textId="77777777" w:rsidTr="004A2AB3">
        <w:trPr>
          <w:trHeight w:val="300"/>
        </w:trPr>
        <w:tc>
          <w:tcPr>
            <w:tcW w:w="3360" w:type="dxa"/>
            <w:hideMark/>
          </w:tcPr>
          <w:p w14:paraId="330C98B5" w14:textId="77777777" w:rsidR="004A2AB3" w:rsidRPr="004A2AB3" w:rsidRDefault="004A2AB3" w:rsidP="004A2AB3">
            <w:pPr>
              <w:ind w:left="360"/>
            </w:pPr>
            <w:r w:rsidRPr="004A2AB3">
              <w:t>Roofing Sheets Zinacalume 6 fts</w:t>
            </w:r>
          </w:p>
        </w:tc>
        <w:tc>
          <w:tcPr>
            <w:tcW w:w="960" w:type="dxa"/>
            <w:noWrap/>
            <w:hideMark/>
          </w:tcPr>
          <w:p w14:paraId="054B1B0B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14</w:t>
            </w:r>
          </w:p>
        </w:tc>
        <w:tc>
          <w:tcPr>
            <w:tcW w:w="960" w:type="dxa"/>
            <w:noWrap/>
            <w:hideMark/>
          </w:tcPr>
          <w:p w14:paraId="2D592CD2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Sheets</w:t>
            </w:r>
          </w:p>
        </w:tc>
        <w:tc>
          <w:tcPr>
            <w:tcW w:w="1080" w:type="dxa"/>
            <w:noWrap/>
            <w:hideMark/>
          </w:tcPr>
          <w:p w14:paraId="51193421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060" w:type="dxa"/>
            <w:noWrap/>
            <w:hideMark/>
          </w:tcPr>
          <w:p w14:paraId="4EF1A689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59B4AD39" w14:textId="77777777" w:rsidTr="004A2AB3">
        <w:trPr>
          <w:trHeight w:val="300"/>
        </w:trPr>
        <w:tc>
          <w:tcPr>
            <w:tcW w:w="3360" w:type="dxa"/>
            <w:hideMark/>
          </w:tcPr>
          <w:p w14:paraId="2977D3E3" w14:textId="77777777" w:rsidR="004A2AB3" w:rsidRPr="004A2AB3" w:rsidRDefault="004A2AB3" w:rsidP="004A2AB3">
            <w:pPr>
              <w:ind w:left="360"/>
            </w:pPr>
            <w:r w:rsidRPr="004A2AB3">
              <w:t>Roofing Sheets Zinacalume 8 fts</w:t>
            </w:r>
          </w:p>
        </w:tc>
        <w:tc>
          <w:tcPr>
            <w:tcW w:w="960" w:type="dxa"/>
            <w:noWrap/>
            <w:hideMark/>
          </w:tcPr>
          <w:p w14:paraId="75087198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40</w:t>
            </w:r>
          </w:p>
        </w:tc>
        <w:tc>
          <w:tcPr>
            <w:tcW w:w="960" w:type="dxa"/>
            <w:noWrap/>
            <w:hideMark/>
          </w:tcPr>
          <w:p w14:paraId="5FFAD505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Sheets</w:t>
            </w:r>
          </w:p>
        </w:tc>
        <w:tc>
          <w:tcPr>
            <w:tcW w:w="1080" w:type="dxa"/>
            <w:noWrap/>
            <w:hideMark/>
          </w:tcPr>
          <w:p w14:paraId="34CB03F3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060" w:type="dxa"/>
            <w:noWrap/>
            <w:hideMark/>
          </w:tcPr>
          <w:p w14:paraId="6B6340AA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76FDB9FD" w14:textId="77777777" w:rsidTr="004A2AB3">
        <w:trPr>
          <w:trHeight w:val="300"/>
        </w:trPr>
        <w:tc>
          <w:tcPr>
            <w:tcW w:w="3360" w:type="dxa"/>
            <w:hideMark/>
          </w:tcPr>
          <w:p w14:paraId="03663A1A" w14:textId="77777777" w:rsidR="004A2AB3" w:rsidRPr="004A2AB3" w:rsidRDefault="004A2AB3" w:rsidP="004A2AB3">
            <w:pPr>
              <w:ind w:left="360"/>
            </w:pPr>
            <w:r w:rsidRPr="004A2AB3">
              <w:t>Roofing Sheets Zinacalume 9 fts</w:t>
            </w:r>
          </w:p>
        </w:tc>
        <w:tc>
          <w:tcPr>
            <w:tcW w:w="960" w:type="dxa"/>
            <w:noWrap/>
            <w:hideMark/>
          </w:tcPr>
          <w:p w14:paraId="03CFBB7C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24</w:t>
            </w:r>
          </w:p>
        </w:tc>
        <w:tc>
          <w:tcPr>
            <w:tcW w:w="960" w:type="dxa"/>
            <w:noWrap/>
            <w:hideMark/>
          </w:tcPr>
          <w:p w14:paraId="535834D3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Sheets</w:t>
            </w:r>
          </w:p>
        </w:tc>
        <w:tc>
          <w:tcPr>
            <w:tcW w:w="1080" w:type="dxa"/>
            <w:noWrap/>
            <w:hideMark/>
          </w:tcPr>
          <w:p w14:paraId="79EF6601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060" w:type="dxa"/>
            <w:noWrap/>
            <w:hideMark/>
          </w:tcPr>
          <w:p w14:paraId="70292F05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60EA6A9F" w14:textId="77777777" w:rsidTr="004A2AB3">
        <w:trPr>
          <w:trHeight w:val="300"/>
        </w:trPr>
        <w:tc>
          <w:tcPr>
            <w:tcW w:w="3360" w:type="dxa"/>
            <w:hideMark/>
          </w:tcPr>
          <w:p w14:paraId="7ED523C1" w14:textId="77777777" w:rsidR="004A2AB3" w:rsidRPr="004A2AB3" w:rsidRDefault="004A2AB3" w:rsidP="004A2AB3">
            <w:pPr>
              <w:ind w:left="360"/>
            </w:pPr>
            <w:r w:rsidRPr="004A2AB3">
              <w:t>Roofing nails 65mm with washier</w:t>
            </w:r>
          </w:p>
        </w:tc>
        <w:tc>
          <w:tcPr>
            <w:tcW w:w="960" w:type="dxa"/>
            <w:noWrap/>
            <w:hideMark/>
          </w:tcPr>
          <w:p w14:paraId="51C9A543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25</w:t>
            </w:r>
          </w:p>
        </w:tc>
        <w:tc>
          <w:tcPr>
            <w:tcW w:w="960" w:type="dxa"/>
            <w:noWrap/>
            <w:hideMark/>
          </w:tcPr>
          <w:p w14:paraId="3FD5E8CF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Kg</w:t>
            </w:r>
          </w:p>
        </w:tc>
        <w:tc>
          <w:tcPr>
            <w:tcW w:w="1080" w:type="dxa"/>
            <w:noWrap/>
            <w:hideMark/>
          </w:tcPr>
          <w:p w14:paraId="0C513581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060" w:type="dxa"/>
            <w:noWrap/>
            <w:hideMark/>
          </w:tcPr>
          <w:p w14:paraId="227E4359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4C8800B2" w14:textId="77777777" w:rsidTr="004A2AB3">
        <w:trPr>
          <w:trHeight w:val="300"/>
        </w:trPr>
        <w:tc>
          <w:tcPr>
            <w:tcW w:w="3360" w:type="dxa"/>
            <w:hideMark/>
          </w:tcPr>
          <w:p w14:paraId="1C0945EF" w14:textId="77777777" w:rsidR="004A2AB3" w:rsidRPr="004A2AB3" w:rsidRDefault="004A2AB3" w:rsidP="004A2AB3">
            <w:pPr>
              <w:ind w:left="360"/>
            </w:pPr>
            <w:r w:rsidRPr="004A2AB3">
              <w:t>Sisalation paper 1.2×40m</w:t>
            </w:r>
          </w:p>
        </w:tc>
        <w:tc>
          <w:tcPr>
            <w:tcW w:w="960" w:type="dxa"/>
            <w:noWrap/>
            <w:hideMark/>
          </w:tcPr>
          <w:p w14:paraId="2ACC9214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10</w:t>
            </w:r>
          </w:p>
        </w:tc>
        <w:tc>
          <w:tcPr>
            <w:tcW w:w="960" w:type="dxa"/>
            <w:noWrap/>
            <w:hideMark/>
          </w:tcPr>
          <w:p w14:paraId="050CE236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Roll</w:t>
            </w:r>
          </w:p>
        </w:tc>
        <w:tc>
          <w:tcPr>
            <w:tcW w:w="1080" w:type="dxa"/>
            <w:noWrap/>
            <w:hideMark/>
          </w:tcPr>
          <w:p w14:paraId="5A4ED608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060" w:type="dxa"/>
            <w:noWrap/>
            <w:hideMark/>
          </w:tcPr>
          <w:p w14:paraId="1D75D563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375CAB28" w14:textId="77777777" w:rsidTr="004A2AB3">
        <w:trPr>
          <w:trHeight w:val="300"/>
        </w:trPr>
        <w:tc>
          <w:tcPr>
            <w:tcW w:w="3360" w:type="dxa"/>
            <w:hideMark/>
          </w:tcPr>
          <w:p w14:paraId="188F7C51" w14:textId="77777777" w:rsidR="004A2AB3" w:rsidRPr="004A2AB3" w:rsidRDefault="004A2AB3" w:rsidP="004A2AB3">
            <w:pPr>
              <w:ind w:left="360"/>
            </w:pPr>
            <w:r w:rsidRPr="004A2AB3">
              <w:t>Mesh Wire 5m×2.4m</w:t>
            </w:r>
          </w:p>
        </w:tc>
        <w:tc>
          <w:tcPr>
            <w:tcW w:w="960" w:type="dxa"/>
            <w:noWrap/>
            <w:hideMark/>
          </w:tcPr>
          <w:p w14:paraId="53A0E61F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16</w:t>
            </w:r>
          </w:p>
        </w:tc>
        <w:tc>
          <w:tcPr>
            <w:tcW w:w="960" w:type="dxa"/>
            <w:noWrap/>
            <w:hideMark/>
          </w:tcPr>
          <w:p w14:paraId="5EA92407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Sheet</w:t>
            </w:r>
          </w:p>
        </w:tc>
        <w:tc>
          <w:tcPr>
            <w:tcW w:w="1080" w:type="dxa"/>
            <w:noWrap/>
            <w:hideMark/>
          </w:tcPr>
          <w:p w14:paraId="19D8088C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060" w:type="dxa"/>
            <w:noWrap/>
            <w:hideMark/>
          </w:tcPr>
          <w:p w14:paraId="0FCC9AD6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50C993D9" w14:textId="77777777" w:rsidTr="004A2AB3">
        <w:trPr>
          <w:trHeight w:val="300"/>
        </w:trPr>
        <w:tc>
          <w:tcPr>
            <w:tcW w:w="3360" w:type="dxa"/>
            <w:hideMark/>
          </w:tcPr>
          <w:p w14:paraId="791EE5D5" w14:textId="77777777" w:rsidR="004A2AB3" w:rsidRPr="004A2AB3" w:rsidRDefault="004A2AB3" w:rsidP="004A2AB3">
            <w:pPr>
              <w:ind w:left="360"/>
            </w:pPr>
            <w:r w:rsidRPr="004A2AB3">
              <w:t>Tie wire 1 Kg</w:t>
            </w:r>
          </w:p>
        </w:tc>
        <w:tc>
          <w:tcPr>
            <w:tcW w:w="960" w:type="dxa"/>
            <w:noWrap/>
            <w:hideMark/>
          </w:tcPr>
          <w:p w14:paraId="31642772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21</w:t>
            </w:r>
          </w:p>
        </w:tc>
        <w:tc>
          <w:tcPr>
            <w:tcW w:w="960" w:type="dxa"/>
            <w:noWrap/>
            <w:hideMark/>
          </w:tcPr>
          <w:p w14:paraId="6A4A1F0C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Coils</w:t>
            </w:r>
          </w:p>
        </w:tc>
        <w:tc>
          <w:tcPr>
            <w:tcW w:w="1080" w:type="dxa"/>
            <w:noWrap/>
            <w:hideMark/>
          </w:tcPr>
          <w:p w14:paraId="3895F902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060" w:type="dxa"/>
            <w:noWrap/>
            <w:hideMark/>
          </w:tcPr>
          <w:p w14:paraId="6C7E9FE9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5561DCD7" w14:textId="77777777" w:rsidTr="004A2AB3">
        <w:trPr>
          <w:trHeight w:val="345"/>
        </w:trPr>
        <w:tc>
          <w:tcPr>
            <w:tcW w:w="3360" w:type="dxa"/>
            <w:hideMark/>
          </w:tcPr>
          <w:p w14:paraId="6039BC61" w14:textId="77777777" w:rsidR="004A2AB3" w:rsidRPr="004A2AB3" w:rsidRDefault="004A2AB3" w:rsidP="004A2AB3">
            <w:pPr>
              <w:ind w:left="360"/>
            </w:pPr>
            <w:r w:rsidRPr="004A2AB3">
              <w:t>Timber Pine 100×50×6m (4"×2"×6m)</w:t>
            </w:r>
          </w:p>
        </w:tc>
        <w:tc>
          <w:tcPr>
            <w:tcW w:w="960" w:type="dxa"/>
            <w:noWrap/>
            <w:hideMark/>
          </w:tcPr>
          <w:p w14:paraId="21FCB932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63</w:t>
            </w:r>
          </w:p>
        </w:tc>
        <w:tc>
          <w:tcPr>
            <w:tcW w:w="960" w:type="dxa"/>
            <w:noWrap/>
            <w:hideMark/>
          </w:tcPr>
          <w:p w14:paraId="7759727A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Length</w:t>
            </w:r>
          </w:p>
        </w:tc>
        <w:tc>
          <w:tcPr>
            <w:tcW w:w="1080" w:type="dxa"/>
            <w:noWrap/>
            <w:hideMark/>
          </w:tcPr>
          <w:p w14:paraId="3D899ED1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060" w:type="dxa"/>
            <w:noWrap/>
            <w:hideMark/>
          </w:tcPr>
          <w:p w14:paraId="639E925D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1370C59D" w14:textId="77777777" w:rsidTr="004A2AB3">
        <w:trPr>
          <w:trHeight w:val="390"/>
        </w:trPr>
        <w:tc>
          <w:tcPr>
            <w:tcW w:w="3360" w:type="dxa"/>
            <w:hideMark/>
          </w:tcPr>
          <w:p w14:paraId="266202E4" w14:textId="77777777" w:rsidR="004A2AB3" w:rsidRPr="004A2AB3" w:rsidRDefault="004A2AB3" w:rsidP="004A2AB3">
            <w:pPr>
              <w:ind w:left="360"/>
            </w:pPr>
            <w:r w:rsidRPr="004A2AB3">
              <w:t>Timber Pine 150×50×6m (6"×2"×6m)</w:t>
            </w:r>
          </w:p>
        </w:tc>
        <w:tc>
          <w:tcPr>
            <w:tcW w:w="960" w:type="dxa"/>
            <w:noWrap/>
            <w:hideMark/>
          </w:tcPr>
          <w:p w14:paraId="1915B60E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40</w:t>
            </w:r>
          </w:p>
        </w:tc>
        <w:tc>
          <w:tcPr>
            <w:tcW w:w="960" w:type="dxa"/>
            <w:noWrap/>
            <w:hideMark/>
          </w:tcPr>
          <w:p w14:paraId="70F5E6AA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Length</w:t>
            </w:r>
          </w:p>
        </w:tc>
        <w:tc>
          <w:tcPr>
            <w:tcW w:w="1080" w:type="dxa"/>
            <w:noWrap/>
            <w:hideMark/>
          </w:tcPr>
          <w:p w14:paraId="249EEEB6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060" w:type="dxa"/>
            <w:noWrap/>
            <w:hideMark/>
          </w:tcPr>
          <w:p w14:paraId="003885C7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0EED932C" w14:textId="77777777" w:rsidTr="004A2AB3">
        <w:trPr>
          <w:trHeight w:val="390"/>
        </w:trPr>
        <w:tc>
          <w:tcPr>
            <w:tcW w:w="3360" w:type="dxa"/>
            <w:hideMark/>
          </w:tcPr>
          <w:p w14:paraId="6859D2DA" w14:textId="77777777" w:rsidR="004A2AB3" w:rsidRPr="004A2AB3" w:rsidRDefault="004A2AB3" w:rsidP="004A2AB3">
            <w:pPr>
              <w:ind w:left="360"/>
            </w:pPr>
            <w:r w:rsidRPr="004A2AB3">
              <w:t>Timber Pine 200×25×6m (8"×1"×6m)</w:t>
            </w:r>
          </w:p>
        </w:tc>
        <w:tc>
          <w:tcPr>
            <w:tcW w:w="960" w:type="dxa"/>
            <w:noWrap/>
            <w:hideMark/>
          </w:tcPr>
          <w:p w14:paraId="58FAF3F4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16</w:t>
            </w:r>
          </w:p>
        </w:tc>
        <w:tc>
          <w:tcPr>
            <w:tcW w:w="960" w:type="dxa"/>
            <w:noWrap/>
            <w:hideMark/>
          </w:tcPr>
          <w:p w14:paraId="2E6DC63C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Length</w:t>
            </w:r>
          </w:p>
        </w:tc>
        <w:tc>
          <w:tcPr>
            <w:tcW w:w="1080" w:type="dxa"/>
            <w:noWrap/>
            <w:hideMark/>
          </w:tcPr>
          <w:p w14:paraId="445AC988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060" w:type="dxa"/>
            <w:noWrap/>
            <w:hideMark/>
          </w:tcPr>
          <w:p w14:paraId="69F24929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676C456C" w14:textId="77777777" w:rsidTr="004A2AB3">
        <w:trPr>
          <w:trHeight w:val="390"/>
        </w:trPr>
        <w:tc>
          <w:tcPr>
            <w:tcW w:w="3360" w:type="dxa"/>
            <w:hideMark/>
          </w:tcPr>
          <w:p w14:paraId="4B33BA54" w14:textId="77777777" w:rsidR="004A2AB3" w:rsidRPr="004A2AB3" w:rsidRDefault="004A2AB3" w:rsidP="004A2AB3">
            <w:pPr>
              <w:ind w:left="360"/>
            </w:pPr>
            <w:r w:rsidRPr="004A2AB3">
              <w:t>Timber Pine 200×50×6m (8"×2"×6m)</w:t>
            </w:r>
          </w:p>
        </w:tc>
        <w:tc>
          <w:tcPr>
            <w:tcW w:w="960" w:type="dxa"/>
            <w:noWrap/>
            <w:hideMark/>
          </w:tcPr>
          <w:p w14:paraId="1A7FFCF6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30</w:t>
            </w:r>
          </w:p>
        </w:tc>
        <w:tc>
          <w:tcPr>
            <w:tcW w:w="960" w:type="dxa"/>
            <w:noWrap/>
            <w:hideMark/>
          </w:tcPr>
          <w:p w14:paraId="3B18380B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Length</w:t>
            </w:r>
          </w:p>
        </w:tc>
        <w:tc>
          <w:tcPr>
            <w:tcW w:w="1080" w:type="dxa"/>
            <w:noWrap/>
            <w:hideMark/>
          </w:tcPr>
          <w:p w14:paraId="2B2ACD32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060" w:type="dxa"/>
            <w:noWrap/>
            <w:hideMark/>
          </w:tcPr>
          <w:p w14:paraId="240ED0C8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29F79AB8" w14:textId="77777777" w:rsidTr="004A2AB3">
        <w:trPr>
          <w:trHeight w:val="300"/>
        </w:trPr>
        <w:tc>
          <w:tcPr>
            <w:tcW w:w="3360" w:type="dxa"/>
            <w:hideMark/>
          </w:tcPr>
          <w:p w14:paraId="3FB025FD" w14:textId="77777777" w:rsidR="004A2AB3" w:rsidRPr="004A2AB3" w:rsidRDefault="004A2AB3" w:rsidP="004A2AB3">
            <w:pPr>
              <w:ind w:left="360"/>
            </w:pPr>
            <w:r w:rsidRPr="004A2AB3">
              <w:t>Timber Pine 50×50×6m (2"×2"×6m)</w:t>
            </w:r>
          </w:p>
        </w:tc>
        <w:tc>
          <w:tcPr>
            <w:tcW w:w="960" w:type="dxa"/>
            <w:noWrap/>
            <w:hideMark/>
          </w:tcPr>
          <w:p w14:paraId="63AE2802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47</w:t>
            </w:r>
          </w:p>
        </w:tc>
        <w:tc>
          <w:tcPr>
            <w:tcW w:w="960" w:type="dxa"/>
            <w:noWrap/>
            <w:hideMark/>
          </w:tcPr>
          <w:p w14:paraId="2B41D169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Length</w:t>
            </w:r>
          </w:p>
        </w:tc>
        <w:tc>
          <w:tcPr>
            <w:tcW w:w="1080" w:type="dxa"/>
            <w:noWrap/>
            <w:hideMark/>
          </w:tcPr>
          <w:p w14:paraId="170B6637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060" w:type="dxa"/>
            <w:noWrap/>
            <w:hideMark/>
          </w:tcPr>
          <w:p w14:paraId="2B5D00E2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2510128B" w14:textId="77777777" w:rsidTr="004A2AB3">
        <w:trPr>
          <w:trHeight w:val="300"/>
        </w:trPr>
        <w:tc>
          <w:tcPr>
            <w:tcW w:w="3360" w:type="dxa"/>
            <w:hideMark/>
          </w:tcPr>
          <w:p w14:paraId="1AF75CAA" w14:textId="77777777" w:rsidR="004A2AB3" w:rsidRPr="004A2AB3" w:rsidRDefault="004A2AB3" w:rsidP="004A2AB3">
            <w:pPr>
              <w:ind w:left="360"/>
              <w:rPr>
                <w:b/>
                <w:bCs/>
              </w:rPr>
            </w:pPr>
            <w:r w:rsidRPr="004A2AB3">
              <w:rPr>
                <w:b/>
                <w:bCs/>
              </w:rPr>
              <w:t>Total cost</w:t>
            </w:r>
          </w:p>
        </w:tc>
        <w:tc>
          <w:tcPr>
            <w:tcW w:w="960" w:type="dxa"/>
            <w:noWrap/>
            <w:hideMark/>
          </w:tcPr>
          <w:p w14:paraId="1EAA94BD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1118EC3B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042B578C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1060" w:type="dxa"/>
            <w:noWrap/>
            <w:hideMark/>
          </w:tcPr>
          <w:p w14:paraId="0DCA4D9C" w14:textId="77777777" w:rsidR="004A2AB3" w:rsidRPr="004A2AB3" w:rsidRDefault="004A2AB3" w:rsidP="004A2AB3">
            <w:pPr>
              <w:ind w:left="360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</w:tr>
      <w:tr w:rsidR="004A2AB3" w:rsidRPr="004A2AB3" w14:paraId="12F38C5C" w14:textId="77777777" w:rsidTr="004A2AB3">
        <w:trPr>
          <w:trHeight w:val="300"/>
        </w:trPr>
        <w:tc>
          <w:tcPr>
            <w:tcW w:w="3360" w:type="dxa"/>
            <w:hideMark/>
          </w:tcPr>
          <w:p w14:paraId="74A4332A" w14:textId="77777777" w:rsidR="004A2AB3" w:rsidRPr="004A2AB3" w:rsidRDefault="004A2AB3" w:rsidP="004A2AB3">
            <w:pPr>
              <w:ind w:left="360"/>
              <w:rPr>
                <w:b/>
                <w:bCs/>
              </w:rPr>
            </w:pPr>
            <w:r w:rsidRPr="004A2AB3">
              <w:rPr>
                <w:b/>
                <w:bCs/>
              </w:rPr>
              <w:t>other charges if any</w:t>
            </w:r>
          </w:p>
        </w:tc>
        <w:tc>
          <w:tcPr>
            <w:tcW w:w="960" w:type="dxa"/>
            <w:noWrap/>
            <w:hideMark/>
          </w:tcPr>
          <w:p w14:paraId="5A4BB5D6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258BBC05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7CB8C728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1060" w:type="dxa"/>
            <w:noWrap/>
            <w:hideMark/>
          </w:tcPr>
          <w:p w14:paraId="57BD4456" w14:textId="77777777" w:rsidR="004A2AB3" w:rsidRPr="004A2AB3" w:rsidRDefault="004A2AB3" w:rsidP="004A2AB3">
            <w:pPr>
              <w:ind w:left="360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</w:tr>
      <w:tr w:rsidR="004A2AB3" w:rsidRPr="004A2AB3" w14:paraId="4EE45B85" w14:textId="77777777" w:rsidTr="004A2AB3">
        <w:trPr>
          <w:trHeight w:val="300"/>
        </w:trPr>
        <w:tc>
          <w:tcPr>
            <w:tcW w:w="3360" w:type="dxa"/>
            <w:hideMark/>
          </w:tcPr>
          <w:p w14:paraId="245C553A" w14:textId="77777777" w:rsidR="004A2AB3" w:rsidRPr="004A2AB3" w:rsidRDefault="004A2AB3" w:rsidP="004A2AB3">
            <w:pPr>
              <w:ind w:left="360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053E6791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4617E2D1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1D654E29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1060" w:type="dxa"/>
            <w:noWrap/>
            <w:hideMark/>
          </w:tcPr>
          <w:p w14:paraId="52743364" w14:textId="77777777" w:rsidR="004A2AB3" w:rsidRPr="004A2AB3" w:rsidRDefault="004A2AB3" w:rsidP="004A2AB3">
            <w:pPr>
              <w:ind w:left="360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</w:tr>
      <w:tr w:rsidR="004A2AB3" w:rsidRPr="004A2AB3" w14:paraId="03618E0D" w14:textId="77777777" w:rsidTr="004A2AB3">
        <w:trPr>
          <w:trHeight w:val="300"/>
        </w:trPr>
        <w:tc>
          <w:tcPr>
            <w:tcW w:w="3360" w:type="dxa"/>
            <w:hideMark/>
          </w:tcPr>
          <w:p w14:paraId="2997CF24" w14:textId="77777777" w:rsidR="004A2AB3" w:rsidRPr="004A2AB3" w:rsidRDefault="004A2AB3" w:rsidP="004A2AB3">
            <w:pPr>
              <w:ind w:left="360"/>
              <w:rPr>
                <w:b/>
                <w:bCs/>
              </w:rPr>
            </w:pPr>
            <w:r w:rsidRPr="004A2AB3">
              <w:rPr>
                <w:b/>
                <w:bCs/>
              </w:rPr>
              <w:t>vat</w:t>
            </w:r>
          </w:p>
        </w:tc>
        <w:tc>
          <w:tcPr>
            <w:tcW w:w="960" w:type="dxa"/>
            <w:noWrap/>
            <w:hideMark/>
          </w:tcPr>
          <w:p w14:paraId="3FF2590B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4F4EC0FA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1B4E29B0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1060" w:type="dxa"/>
            <w:noWrap/>
            <w:hideMark/>
          </w:tcPr>
          <w:p w14:paraId="20A209E0" w14:textId="77777777" w:rsidR="004A2AB3" w:rsidRPr="004A2AB3" w:rsidRDefault="004A2AB3" w:rsidP="004A2AB3">
            <w:pPr>
              <w:ind w:left="360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</w:tr>
      <w:tr w:rsidR="004A2AB3" w:rsidRPr="004A2AB3" w14:paraId="0326A730" w14:textId="77777777" w:rsidTr="004A2AB3">
        <w:trPr>
          <w:trHeight w:val="300"/>
        </w:trPr>
        <w:tc>
          <w:tcPr>
            <w:tcW w:w="3360" w:type="dxa"/>
            <w:hideMark/>
          </w:tcPr>
          <w:p w14:paraId="50933AA0" w14:textId="77777777" w:rsidR="004A2AB3" w:rsidRPr="004A2AB3" w:rsidRDefault="004A2AB3" w:rsidP="004A2AB3">
            <w:pPr>
              <w:ind w:left="360"/>
              <w:rPr>
                <w:b/>
                <w:bCs/>
              </w:rPr>
            </w:pPr>
            <w:r w:rsidRPr="004A2AB3">
              <w:rPr>
                <w:b/>
                <w:bCs/>
              </w:rPr>
              <w:t>Total cost (vat inclusive)</w:t>
            </w:r>
          </w:p>
        </w:tc>
        <w:tc>
          <w:tcPr>
            <w:tcW w:w="960" w:type="dxa"/>
            <w:noWrap/>
            <w:hideMark/>
          </w:tcPr>
          <w:p w14:paraId="3B3CE4EA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2A26C837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2CDBAC57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1060" w:type="dxa"/>
            <w:noWrap/>
            <w:hideMark/>
          </w:tcPr>
          <w:p w14:paraId="026F4E97" w14:textId="77777777" w:rsidR="004A2AB3" w:rsidRPr="004A2AB3" w:rsidRDefault="004A2AB3" w:rsidP="004A2AB3">
            <w:pPr>
              <w:ind w:left="360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</w:tr>
    </w:tbl>
    <w:p w14:paraId="0A2FB79C" w14:textId="77777777" w:rsidR="004A2AB3" w:rsidRDefault="004A2AB3" w:rsidP="004A2AB3">
      <w:pPr>
        <w:ind w:left="360"/>
        <w:rPr>
          <w:lang w:val="en-GB"/>
        </w:rPr>
      </w:pPr>
    </w:p>
    <w:p w14:paraId="261699F6" w14:textId="0556F695" w:rsidR="004A2AB3" w:rsidRPr="004A2AB3" w:rsidRDefault="004A2AB3" w:rsidP="004A2AB3">
      <w:pPr>
        <w:pStyle w:val="ListParagraph"/>
        <w:numPr>
          <w:ilvl w:val="0"/>
          <w:numId w:val="10"/>
        </w:numPr>
        <w:ind w:leftChars="0"/>
        <w:rPr>
          <w:b/>
          <w:bCs/>
          <w:lang w:val="en-GB"/>
        </w:rPr>
      </w:pPr>
      <w:r w:rsidRPr="004A2AB3">
        <w:rPr>
          <w:b/>
          <w:bCs/>
          <w:lang w:val="en-GB"/>
        </w:rPr>
        <w:t xml:space="preserve">Construction materials for TTHC Chapel </w:t>
      </w:r>
    </w:p>
    <w:p w14:paraId="25B038A6" w14:textId="77777777" w:rsidR="004A2AB3" w:rsidRDefault="004A2AB3" w:rsidP="004A2AB3">
      <w:pPr>
        <w:rPr>
          <w:rFonts w:eastAsia="SimSun"/>
          <w:sz w:val="20"/>
          <w:szCs w:val="20"/>
          <w:lang w:val="en-AU" w:eastAsia="en-AU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LINK Excel.Sheet.12 "C:\\Users\\sally\\Documents\\2024\\Procurement 2024\\OCM &amp; LCM\\Good\\OB\\OB Disaster construction materials for 8 disaster projects\\Compiled Material List_final.xlsx" "TTHC Chapel!R2C2:R13C6" \a \f 4 \h </w:instrText>
      </w:r>
      <w:r>
        <w:rPr>
          <w:lang w:val="en-GB"/>
        </w:rPr>
        <w:fldChar w:fldCharType="separate"/>
      </w:r>
    </w:p>
    <w:tbl>
      <w:tblPr>
        <w:tblW w:w="8440" w:type="dxa"/>
        <w:tblLook w:val="04A0" w:firstRow="1" w:lastRow="0" w:firstColumn="1" w:lastColumn="0" w:noHBand="0" w:noVBand="1"/>
      </w:tblPr>
      <w:tblGrid>
        <w:gridCol w:w="3765"/>
        <w:gridCol w:w="1023"/>
        <w:gridCol w:w="960"/>
        <w:gridCol w:w="1336"/>
        <w:gridCol w:w="1356"/>
      </w:tblGrid>
      <w:tr w:rsidR="004A2AB3" w:rsidRPr="004A2AB3" w14:paraId="715A64D5" w14:textId="77777777" w:rsidTr="004A2AB3">
        <w:trPr>
          <w:trHeight w:val="600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17532" w14:textId="26F52599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lastRenderedPageBreak/>
              <w:t>Item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9C598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Quantity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E4E88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Unit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78A0E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Price Quotation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7FBF9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T/Price Quotation</w:t>
            </w:r>
          </w:p>
        </w:tc>
      </w:tr>
      <w:tr w:rsidR="004A2AB3" w:rsidRPr="004A2AB3" w14:paraId="743232BA" w14:textId="77777777" w:rsidTr="004A2AB3">
        <w:trPr>
          <w:trHeight w:val="6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B3671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 xml:space="preserve">Radiata pine 200x50mm in 6m long dressed for frames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458A6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sz w:val="22"/>
                <w:szCs w:val="22"/>
                <w:lang w:val="en-AU" w:eastAsia="en-AU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E313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length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912A9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DD787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091FDB30" w14:textId="77777777" w:rsidTr="004A2AB3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0FDDC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 xml:space="preserve">Radiata pine 100x50mm in 6m long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7B72B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sz w:val="22"/>
                <w:szCs w:val="22"/>
                <w:lang w:val="en-AU" w:eastAsia="en-AU"/>
              </w:rPr>
              <w:t>257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AA2B8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length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14C3A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62FAC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1D89FA52" w14:textId="77777777" w:rsidTr="004A2AB3">
        <w:trPr>
          <w:trHeight w:val="6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8841A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 xml:space="preserve"> 0.55mm BMT colorbond ultra (in corrugated) (15 feet)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08DBE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AA9FC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sht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7FB0A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6AE50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44B2D480" w14:textId="77777777" w:rsidTr="004A2AB3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4EBA9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0.55 BMT Colorbond ridge capping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1A45C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B41D4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pcs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924C8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4BA10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707B974B" w14:textId="77777777" w:rsidTr="004A2AB3">
        <w:trPr>
          <w:trHeight w:val="6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F006E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0.55 BMT Clourbond eaves guttering with bracket as necessary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02BD7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EB390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pcs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BA10F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E9F21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0ADDE3C6" w14:textId="77777777" w:rsidTr="004A2AB3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7FE13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Louver frame - 8 blade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AF30C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AEC87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no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0B05D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AB7E7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10E3F865" w14:textId="77777777" w:rsidTr="004A2AB3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7E803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Total cost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CA70F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1E0EA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E2B3B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D2F15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093D205E" w14:textId="77777777" w:rsidTr="004A2AB3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D0446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other charges if 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9B325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5162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0E641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E3AA9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6AF89556" w14:textId="77777777" w:rsidTr="004A2AB3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F67C1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C1408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9443B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B76A8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3E22D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6E3F4AD5" w14:textId="77777777" w:rsidTr="004A2AB3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5FEE6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vat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0A4BA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C7857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19CB6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5DCAA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37593FC8" w14:textId="77777777" w:rsidTr="004A2AB3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6CEEF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Total cost (vat inclusive)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D5C8D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449C3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EB50C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48D2F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</w:tbl>
    <w:p w14:paraId="7B348C15" w14:textId="75F0B139" w:rsidR="004A2AB3" w:rsidRPr="004C4AF0" w:rsidRDefault="004A2AB3" w:rsidP="004A2AB3">
      <w:pPr>
        <w:rPr>
          <w:b/>
          <w:bCs/>
          <w:lang w:val="en-GB"/>
        </w:rPr>
      </w:pPr>
      <w:r>
        <w:rPr>
          <w:lang w:val="en-GB"/>
        </w:rPr>
        <w:fldChar w:fldCharType="end"/>
      </w:r>
    </w:p>
    <w:p w14:paraId="7C815E8A" w14:textId="77777777" w:rsidR="004A2AB3" w:rsidRPr="004C4AF0" w:rsidRDefault="004A2AB3" w:rsidP="004A2AB3">
      <w:pPr>
        <w:pStyle w:val="ListParagraph"/>
        <w:numPr>
          <w:ilvl w:val="0"/>
          <w:numId w:val="10"/>
        </w:numPr>
        <w:ind w:leftChars="0"/>
        <w:rPr>
          <w:rFonts w:ascii="Times New Roman" w:eastAsia="SimSun" w:hAnsi="Times New Roman"/>
          <w:b/>
          <w:bCs/>
          <w:kern w:val="0"/>
          <w:sz w:val="24"/>
          <w:szCs w:val="24"/>
          <w:lang w:val="en-AU" w:eastAsia="en-AU"/>
        </w:rPr>
      </w:pPr>
      <w:r w:rsidRPr="004C4AF0">
        <w:rPr>
          <w:b/>
          <w:bCs/>
          <w:sz w:val="24"/>
          <w:szCs w:val="24"/>
          <w:lang w:val="en-GB"/>
        </w:rPr>
        <w:t>Construction materials for KUC Buariki Maneaba, North Tarawa</w:t>
      </w:r>
    </w:p>
    <w:p w14:paraId="4D03DA2C" w14:textId="1579CB85" w:rsidR="004A2AB3" w:rsidRPr="004A2AB3" w:rsidRDefault="004A2AB3" w:rsidP="004A2AB3">
      <w:pPr>
        <w:pStyle w:val="ListParagraph"/>
        <w:ind w:leftChars="0" w:left="720"/>
        <w:rPr>
          <w:rFonts w:ascii="Times New Roman" w:eastAsia="SimSun" w:hAnsi="Times New Roman"/>
          <w:kern w:val="0"/>
          <w:szCs w:val="20"/>
          <w:lang w:val="en-AU" w:eastAsia="en-AU"/>
        </w:rPr>
      </w:pPr>
      <w:r>
        <w:rPr>
          <w:lang w:val="en-GB"/>
        </w:rPr>
        <w:fldChar w:fldCharType="begin"/>
      </w:r>
      <w:r w:rsidRPr="004A2AB3">
        <w:rPr>
          <w:lang w:val="en-GB"/>
        </w:rPr>
        <w:instrText xml:space="preserve"> LINK Excel.Sheet.12 "C:\\Users\\sally\\Documents\\2024\\Procurement 2024\\OCM &amp; LCM\\Good\\OB\\OB Disaster construction materials for 8 disaster projects\\Compiled Material List_final.xlsx" "KUC Buariki Maneaba!R2C2:R12C6" \a \f 4 \h </w:instrText>
      </w:r>
      <w:r>
        <w:rPr>
          <w:lang w:val="en-GB"/>
        </w:rPr>
        <w:fldChar w:fldCharType="separate"/>
      </w:r>
    </w:p>
    <w:tbl>
      <w:tblPr>
        <w:tblW w:w="7020" w:type="dxa"/>
        <w:tblLook w:val="04A0" w:firstRow="1" w:lastRow="0" w:firstColumn="1" w:lastColumn="0" w:noHBand="0" w:noVBand="1"/>
      </w:tblPr>
      <w:tblGrid>
        <w:gridCol w:w="2620"/>
        <w:gridCol w:w="1023"/>
        <w:gridCol w:w="960"/>
        <w:gridCol w:w="1246"/>
        <w:gridCol w:w="1171"/>
      </w:tblGrid>
      <w:tr w:rsidR="004A2AB3" w:rsidRPr="004A2AB3" w14:paraId="6F8F6B2F" w14:textId="77777777" w:rsidTr="004A2AB3">
        <w:trPr>
          <w:trHeight w:val="6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B8CB7" w14:textId="6632FC3F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Item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24861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Quantity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FB3D7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Unit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309AA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Price Quotation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667F7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T/Price Quotation</w:t>
            </w:r>
          </w:p>
        </w:tc>
      </w:tr>
      <w:tr w:rsidR="004A2AB3" w:rsidRPr="004A2AB3" w14:paraId="7967F056" w14:textId="77777777" w:rsidTr="004A2AB3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DF09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 xml:space="preserve">Pine Timber 8×2×6m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4AF0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3BDF6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Length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B9255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9AC68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64C15BDF" w14:textId="77777777" w:rsidTr="004A2AB3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C1C4A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 xml:space="preserve">Pine Timber 6×2×6m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FEE6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0AA59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Length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40EA5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2A283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43A84FEB" w14:textId="77777777" w:rsidTr="004A2AB3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E6395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 xml:space="preserve">Pine Timber 3×2×6m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F48B6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53213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Length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EF971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4254F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6172DDFA" w14:textId="77777777" w:rsidTr="004A2AB3">
        <w:trPr>
          <w:trHeight w:val="6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ECCE7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Corrugated Zinc roofing sheet 15 ft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78E49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A7496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Sheets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7983F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8AF88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11C33FBE" w14:textId="77777777" w:rsidTr="004A2AB3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ABD7A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Roofing Nails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3BC40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AF4E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Kg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704D3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0E30C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6377706F" w14:textId="77777777" w:rsidTr="004A2AB3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12395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Total cost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ED084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21313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27F72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FED17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7123717F" w14:textId="77777777" w:rsidTr="004A2AB3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12D6F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other charges if 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8F6BC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E4411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61BBD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2FA26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097E64DD" w14:textId="77777777" w:rsidTr="004A2AB3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61257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A8187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7DD81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95FF4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2CF11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6F5D44F8" w14:textId="77777777" w:rsidTr="004A2AB3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02C25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Vat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A717F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0D0DA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9327B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2791F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A2AB3" w:rsidRPr="004A2AB3" w14:paraId="206F3501" w14:textId="77777777" w:rsidTr="004A2AB3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CC76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Total cost (vat inclusive)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FBA22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4A070" w14:textId="77777777" w:rsidR="004A2AB3" w:rsidRPr="004A2AB3" w:rsidRDefault="004A2AB3" w:rsidP="004A2AB3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BCCB7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97521" w14:textId="77777777" w:rsidR="004A2AB3" w:rsidRPr="004A2AB3" w:rsidRDefault="004A2AB3" w:rsidP="004A2AB3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A2AB3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</w:tbl>
    <w:p w14:paraId="7605B4AE" w14:textId="65511BD0" w:rsidR="004A2AB3" w:rsidRDefault="004A2AB3" w:rsidP="004A2AB3">
      <w:pPr>
        <w:rPr>
          <w:lang w:val="en-GB"/>
        </w:rPr>
      </w:pPr>
      <w:r>
        <w:rPr>
          <w:lang w:val="en-GB"/>
        </w:rPr>
        <w:fldChar w:fldCharType="end"/>
      </w:r>
    </w:p>
    <w:p w14:paraId="7B847A12" w14:textId="2E16C962" w:rsidR="004A2AB3" w:rsidRPr="004A2AB3" w:rsidRDefault="004A2AB3" w:rsidP="004A2AB3">
      <w:pPr>
        <w:pStyle w:val="ListParagraph"/>
        <w:numPr>
          <w:ilvl w:val="0"/>
          <w:numId w:val="10"/>
        </w:numPr>
        <w:ind w:leftChars="0"/>
        <w:rPr>
          <w:b/>
          <w:bCs/>
          <w:sz w:val="24"/>
          <w:szCs w:val="24"/>
          <w:lang w:val="en-GB"/>
        </w:rPr>
      </w:pPr>
      <w:r w:rsidRPr="004A2AB3">
        <w:rPr>
          <w:b/>
          <w:bCs/>
          <w:sz w:val="24"/>
          <w:szCs w:val="24"/>
          <w:lang w:val="en-GB"/>
        </w:rPr>
        <w:t>Construction materials for KUC Kamauanea Maneaba</w:t>
      </w:r>
    </w:p>
    <w:p w14:paraId="7F50C9AC" w14:textId="77777777" w:rsidR="004A2AB3" w:rsidRDefault="004A2AB3" w:rsidP="004A2AB3">
      <w:pPr>
        <w:ind w:left="360"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00"/>
        <w:gridCol w:w="1538"/>
        <w:gridCol w:w="1289"/>
        <w:gridCol w:w="1684"/>
        <w:gridCol w:w="1684"/>
      </w:tblGrid>
      <w:tr w:rsidR="004A2AB3" w:rsidRPr="004A2AB3" w14:paraId="390735B7" w14:textId="77777777" w:rsidTr="004A2AB3">
        <w:trPr>
          <w:trHeight w:val="600"/>
        </w:trPr>
        <w:tc>
          <w:tcPr>
            <w:tcW w:w="2500" w:type="dxa"/>
            <w:noWrap/>
            <w:hideMark/>
          </w:tcPr>
          <w:p w14:paraId="00A2E100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  <w:lang w:val="en-AU"/>
              </w:rPr>
            </w:pPr>
            <w:r w:rsidRPr="004A2AB3">
              <w:rPr>
                <w:b/>
                <w:bCs/>
              </w:rPr>
              <w:t>Item</w:t>
            </w:r>
          </w:p>
        </w:tc>
        <w:tc>
          <w:tcPr>
            <w:tcW w:w="960" w:type="dxa"/>
            <w:noWrap/>
            <w:hideMark/>
          </w:tcPr>
          <w:p w14:paraId="039E6517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Quantity</w:t>
            </w:r>
          </w:p>
        </w:tc>
        <w:tc>
          <w:tcPr>
            <w:tcW w:w="960" w:type="dxa"/>
            <w:noWrap/>
            <w:hideMark/>
          </w:tcPr>
          <w:p w14:paraId="6E98DDA6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Unit</w:t>
            </w:r>
          </w:p>
        </w:tc>
        <w:tc>
          <w:tcPr>
            <w:tcW w:w="1180" w:type="dxa"/>
            <w:hideMark/>
          </w:tcPr>
          <w:p w14:paraId="797C1AC7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Price Quotation</w:t>
            </w:r>
          </w:p>
        </w:tc>
        <w:tc>
          <w:tcPr>
            <w:tcW w:w="1180" w:type="dxa"/>
            <w:hideMark/>
          </w:tcPr>
          <w:p w14:paraId="291C2D6B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T/Price Quotation</w:t>
            </w:r>
          </w:p>
        </w:tc>
      </w:tr>
      <w:tr w:rsidR="004A2AB3" w:rsidRPr="004A2AB3" w14:paraId="351DB0AA" w14:textId="77777777" w:rsidTr="004A2AB3">
        <w:trPr>
          <w:trHeight w:val="300"/>
        </w:trPr>
        <w:tc>
          <w:tcPr>
            <w:tcW w:w="2500" w:type="dxa"/>
            <w:noWrap/>
            <w:hideMark/>
          </w:tcPr>
          <w:p w14:paraId="64A49122" w14:textId="77777777" w:rsidR="004A2AB3" w:rsidRPr="004A2AB3" w:rsidRDefault="004A2AB3" w:rsidP="004A2AB3">
            <w:pPr>
              <w:ind w:left="360"/>
              <w:jc w:val="left"/>
            </w:pPr>
            <w:r w:rsidRPr="004A2AB3">
              <w:t xml:space="preserve">Pine Timber 8×2×6m </w:t>
            </w:r>
          </w:p>
        </w:tc>
        <w:tc>
          <w:tcPr>
            <w:tcW w:w="960" w:type="dxa"/>
            <w:noWrap/>
            <w:hideMark/>
          </w:tcPr>
          <w:p w14:paraId="1860B586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20</w:t>
            </w:r>
          </w:p>
        </w:tc>
        <w:tc>
          <w:tcPr>
            <w:tcW w:w="960" w:type="dxa"/>
            <w:noWrap/>
            <w:hideMark/>
          </w:tcPr>
          <w:p w14:paraId="512085EF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Length</w:t>
            </w:r>
          </w:p>
        </w:tc>
        <w:tc>
          <w:tcPr>
            <w:tcW w:w="1180" w:type="dxa"/>
            <w:noWrap/>
            <w:hideMark/>
          </w:tcPr>
          <w:p w14:paraId="67BEFAC3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180" w:type="dxa"/>
            <w:noWrap/>
            <w:hideMark/>
          </w:tcPr>
          <w:p w14:paraId="24A6FBFC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414094B6" w14:textId="77777777" w:rsidTr="004A2AB3">
        <w:trPr>
          <w:trHeight w:val="300"/>
        </w:trPr>
        <w:tc>
          <w:tcPr>
            <w:tcW w:w="2500" w:type="dxa"/>
            <w:noWrap/>
            <w:hideMark/>
          </w:tcPr>
          <w:p w14:paraId="4F0F337D" w14:textId="77777777" w:rsidR="004A2AB3" w:rsidRPr="004A2AB3" w:rsidRDefault="004A2AB3" w:rsidP="004A2AB3">
            <w:pPr>
              <w:ind w:left="360"/>
            </w:pPr>
            <w:r w:rsidRPr="004A2AB3">
              <w:lastRenderedPageBreak/>
              <w:t xml:space="preserve">Pine Timber 6×2×6m </w:t>
            </w:r>
          </w:p>
        </w:tc>
        <w:tc>
          <w:tcPr>
            <w:tcW w:w="960" w:type="dxa"/>
            <w:noWrap/>
            <w:hideMark/>
          </w:tcPr>
          <w:p w14:paraId="15371210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62</w:t>
            </w:r>
          </w:p>
        </w:tc>
        <w:tc>
          <w:tcPr>
            <w:tcW w:w="960" w:type="dxa"/>
            <w:noWrap/>
            <w:hideMark/>
          </w:tcPr>
          <w:p w14:paraId="7CBCA682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Length</w:t>
            </w:r>
          </w:p>
        </w:tc>
        <w:tc>
          <w:tcPr>
            <w:tcW w:w="1180" w:type="dxa"/>
            <w:noWrap/>
            <w:hideMark/>
          </w:tcPr>
          <w:p w14:paraId="6C4CB9FE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180" w:type="dxa"/>
            <w:noWrap/>
            <w:hideMark/>
          </w:tcPr>
          <w:p w14:paraId="56882D59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58EBC554" w14:textId="77777777" w:rsidTr="004A2AB3">
        <w:trPr>
          <w:trHeight w:val="300"/>
        </w:trPr>
        <w:tc>
          <w:tcPr>
            <w:tcW w:w="2500" w:type="dxa"/>
            <w:noWrap/>
            <w:hideMark/>
          </w:tcPr>
          <w:p w14:paraId="6595DABD" w14:textId="77777777" w:rsidR="004A2AB3" w:rsidRPr="004A2AB3" w:rsidRDefault="004A2AB3" w:rsidP="004A2AB3">
            <w:pPr>
              <w:ind w:left="360"/>
            </w:pPr>
            <w:r w:rsidRPr="004A2AB3">
              <w:t xml:space="preserve">Pine Timber 3×2×6m </w:t>
            </w:r>
          </w:p>
        </w:tc>
        <w:tc>
          <w:tcPr>
            <w:tcW w:w="960" w:type="dxa"/>
            <w:noWrap/>
            <w:hideMark/>
          </w:tcPr>
          <w:p w14:paraId="40F56F95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44</w:t>
            </w:r>
          </w:p>
        </w:tc>
        <w:tc>
          <w:tcPr>
            <w:tcW w:w="960" w:type="dxa"/>
            <w:noWrap/>
            <w:hideMark/>
          </w:tcPr>
          <w:p w14:paraId="22C688B0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Length</w:t>
            </w:r>
          </w:p>
        </w:tc>
        <w:tc>
          <w:tcPr>
            <w:tcW w:w="1180" w:type="dxa"/>
            <w:noWrap/>
            <w:hideMark/>
          </w:tcPr>
          <w:p w14:paraId="35768E72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180" w:type="dxa"/>
            <w:noWrap/>
            <w:hideMark/>
          </w:tcPr>
          <w:p w14:paraId="20438255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6FB5E11F" w14:textId="77777777" w:rsidTr="004A2AB3">
        <w:trPr>
          <w:trHeight w:val="600"/>
        </w:trPr>
        <w:tc>
          <w:tcPr>
            <w:tcW w:w="2500" w:type="dxa"/>
            <w:hideMark/>
          </w:tcPr>
          <w:p w14:paraId="67FE082C" w14:textId="77777777" w:rsidR="004A2AB3" w:rsidRPr="004A2AB3" w:rsidRDefault="004A2AB3" w:rsidP="004A2AB3">
            <w:pPr>
              <w:ind w:left="360"/>
            </w:pPr>
            <w:r w:rsidRPr="004A2AB3">
              <w:t>Corrugated Zinc roofing sheet 15 ft</w:t>
            </w:r>
          </w:p>
        </w:tc>
        <w:tc>
          <w:tcPr>
            <w:tcW w:w="960" w:type="dxa"/>
            <w:noWrap/>
            <w:hideMark/>
          </w:tcPr>
          <w:p w14:paraId="178C65F7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163</w:t>
            </w:r>
          </w:p>
        </w:tc>
        <w:tc>
          <w:tcPr>
            <w:tcW w:w="960" w:type="dxa"/>
            <w:noWrap/>
            <w:hideMark/>
          </w:tcPr>
          <w:p w14:paraId="00307061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Sheets</w:t>
            </w:r>
          </w:p>
        </w:tc>
        <w:tc>
          <w:tcPr>
            <w:tcW w:w="1180" w:type="dxa"/>
            <w:noWrap/>
            <w:hideMark/>
          </w:tcPr>
          <w:p w14:paraId="5D53DCD4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180" w:type="dxa"/>
            <w:noWrap/>
            <w:hideMark/>
          </w:tcPr>
          <w:p w14:paraId="754B9591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55D4F64E" w14:textId="77777777" w:rsidTr="004A2AB3">
        <w:trPr>
          <w:trHeight w:val="300"/>
        </w:trPr>
        <w:tc>
          <w:tcPr>
            <w:tcW w:w="2500" w:type="dxa"/>
            <w:noWrap/>
            <w:hideMark/>
          </w:tcPr>
          <w:p w14:paraId="2F8A4F6F" w14:textId="77777777" w:rsidR="004A2AB3" w:rsidRPr="004A2AB3" w:rsidRDefault="004A2AB3" w:rsidP="004A2AB3">
            <w:pPr>
              <w:ind w:left="360"/>
            </w:pPr>
            <w:r w:rsidRPr="004A2AB3">
              <w:t>Roofing Nails</w:t>
            </w:r>
          </w:p>
        </w:tc>
        <w:tc>
          <w:tcPr>
            <w:tcW w:w="960" w:type="dxa"/>
            <w:noWrap/>
            <w:hideMark/>
          </w:tcPr>
          <w:p w14:paraId="681621D3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48</w:t>
            </w:r>
          </w:p>
        </w:tc>
        <w:tc>
          <w:tcPr>
            <w:tcW w:w="960" w:type="dxa"/>
            <w:noWrap/>
            <w:hideMark/>
          </w:tcPr>
          <w:p w14:paraId="341C86F3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Kg</w:t>
            </w:r>
          </w:p>
        </w:tc>
        <w:tc>
          <w:tcPr>
            <w:tcW w:w="1180" w:type="dxa"/>
            <w:noWrap/>
            <w:hideMark/>
          </w:tcPr>
          <w:p w14:paraId="4571F650" w14:textId="77777777" w:rsidR="004A2AB3" w:rsidRPr="004A2AB3" w:rsidRDefault="004A2AB3" w:rsidP="004A2AB3">
            <w:pPr>
              <w:ind w:left="360"/>
              <w:jc w:val="left"/>
            </w:pPr>
            <w:r w:rsidRPr="004A2AB3">
              <w:t> </w:t>
            </w:r>
          </w:p>
        </w:tc>
        <w:tc>
          <w:tcPr>
            <w:tcW w:w="1180" w:type="dxa"/>
            <w:noWrap/>
            <w:hideMark/>
          </w:tcPr>
          <w:p w14:paraId="40033354" w14:textId="77777777" w:rsidR="004A2AB3" w:rsidRPr="004A2AB3" w:rsidRDefault="004A2AB3" w:rsidP="004A2AB3">
            <w:pPr>
              <w:ind w:left="360"/>
            </w:pPr>
            <w:r w:rsidRPr="004A2AB3">
              <w:t> </w:t>
            </w:r>
          </w:p>
        </w:tc>
      </w:tr>
      <w:tr w:rsidR="004A2AB3" w:rsidRPr="004A2AB3" w14:paraId="61BD9DF8" w14:textId="77777777" w:rsidTr="004A2AB3">
        <w:trPr>
          <w:trHeight w:val="300"/>
        </w:trPr>
        <w:tc>
          <w:tcPr>
            <w:tcW w:w="2500" w:type="dxa"/>
            <w:noWrap/>
            <w:hideMark/>
          </w:tcPr>
          <w:p w14:paraId="65F9F18A" w14:textId="77777777" w:rsidR="004A2AB3" w:rsidRPr="004A2AB3" w:rsidRDefault="004A2AB3" w:rsidP="004A2AB3">
            <w:pPr>
              <w:ind w:left="360"/>
              <w:rPr>
                <w:b/>
                <w:bCs/>
              </w:rPr>
            </w:pPr>
            <w:r w:rsidRPr="004A2AB3">
              <w:rPr>
                <w:b/>
                <w:bCs/>
              </w:rPr>
              <w:t xml:space="preserve">Total cost </w:t>
            </w:r>
          </w:p>
        </w:tc>
        <w:tc>
          <w:tcPr>
            <w:tcW w:w="960" w:type="dxa"/>
            <w:noWrap/>
            <w:hideMark/>
          </w:tcPr>
          <w:p w14:paraId="40B427DB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5A69C58A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1180" w:type="dxa"/>
            <w:noWrap/>
            <w:hideMark/>
          </w:tcPr>
          <w:p w14:paraId="26CC15D4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1180" w:type="dxa"/>
            <w:noWrap/>
            <w:hideMark/>
          </w:tcPr>
          <w:p w14:paraId="7E6E1F8F" w14:textId="77777777" w:rsidR="004A2AB3" w:rsidRPr="004A2AB3" w:rsidRDefault="004A2AB3" w:rsidP="004A2AB3">
            <w:pPr>
              <w:ind w:left="360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</w:tr>
      <w:tr w:rsidR="004A2AB3" w:rsidRPr="004A2AB3" w14:paraId="2832206C" w14:textId="77777777" w:rsidTr="004A2AB3">
        <w:trPr>
          <w:trHeight w:val="300"/>
        </w:trPr>
        <w:tc>
          <w:tcPr>
            <w:tcW w:w="2500" w:type="dxa"/>
            <w:noWrap/>
            <w:hideMark/>
          </w:tcPr>
          <w:p w14:paraId="42621806" w14:textId="77777777" w:rsidR="004A2AB3" w:rsidRPr="004A2AB3" w:rsidRDefault="004A2AB3" w:rsidP="004A2AB3">
            <w:pPr>
              <w:ind w:left="360"/>
              <w:rPr>
                <w:b/>
                <w:bCs/>
              </w:rPr>
            </w:pPr>
            <w:r w:rsidRPr="004A2AB3">
              <w:rPr>
                <w:b/>
                <w:bCs/>
              </w:rPr>
              <w:t>other charges if any</w:t>
            </w:r>
          </w:p>
        </w:tc>
        <w:tc>
          <w:tcPr>
            <w:tcW w:w="960" w:type="dxa"/>
            <w:noWrap/>
            <w:hideMark/>
          </w:tcPr>
          <w:p w14:paraId="48406B5B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6A635F58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1180" w:type="dxa"/>
            <w:noWrap/>
            <w:hideMark/>
          </w:tcPr>
          <w:p w14:paraId="014D9248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1180" w:type="dxa"/>
            <w:noWrap/>
            <w:hideMark/>
          </w:tcPr>
          <w:p w14:paraId="17F1896F" w14:textId="77777777" w:rsidR="004A2AB3" w:rsidRPr="004A2AB3" w:rsidRDefault="004A2AB3" w:rsidP="004A2AB3">
            <w:pPr>
              <w:ind w:left="360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</w:tr>
      <w:tr w:rsidR="004A2AB3" w:rsidRPr="004A2AB3" w14:paraId="0F64A007" w14:textId="77777777" w:rsidTr="004A2AB3">
        <w:trPr>
          <w:trHeight w:val="300"/>
        </w:trPr>
        <w:tc>
          <w:tcPr>
            <w:tcW w:w="2500" w:type="dxa"/>
            <w:noWrap/>
            <w:hideMark/>
          </w:tcPr>
          <w:p w14:paraId="26129DF3" w14:textId="77777777" w:rsidR="004A2AB3" w:rsidRPr="004A2AB3" w:rsidRDefault="004A2AB3" w:rsidP="004A2AB3">
            <w:pPr>
              <w:ind w:left="360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334232C8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0DA2E708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1180" w:type="dxa"/>
            <w:noWrap/>
            <w:hideMark/>
          </w:tcPr>
          <w:p w14:paraId="3D85DADC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1180" w:type="dxa"/>
            <w:noWrap/>
            <w:hideMark/>
          </w:tcPr>
          <w:p w14:paraId="532A0DEA" w14:textId="77777777" w:rsidR="004A2AB3" w:rsidRPr="004A2AB3" w:rsidRDefault="004A2AB3" w:rsidP="004A2AB3">
            <w:pPr>
              <w:ind w:left="360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</w:tr>
      <w:tr w:rsidR="004A2AB3" w:rsidRPr="004A2AB3" w14:paraId="7862108E" w14:textId="77777777" w:rsidTr="004A2AB3">
        <w:trPr>
          <w:trHeight w:val="300"/>
        </w:trPr>
        <w:tc>
          <w:tcPr>
            <w:tcW w:w="2500" w:type="dxa"/>
            <w:noWrap/>
            <w:hideMark/>
          </w:tcPr>
          <w:p w14:paraId="225BF41A" w14:textId="77777777" w:rsidR="004A2AB3" w:rsidRPr="004A2AB3" w:rsidRDefault="004A2AB3" w:rsidP="004A2AB3">
            <w:pPr>
              <w:ind w:left="360"/>
              <w:rPr>
                <w:b/>
                <w:bCs/>
              </w:rPr>
            </w:pPr>
            <w:r w:rsidRPr="004A2AB3">
              <w:rPr>
                <w:b/>
                <w:bCs/>
              </w:rPr>
              <w:t>vat</w:t>
            </w:r>
          </w:p>
        </w:tc>
        <w:tc>
          <w:tcPr>
            <w:tcW w:w="960" w:type="dxa"/>
            <w:noWrap/>
            <w:hideMark/>
          </w:tcPr>
          <w:p w14:paraId="3CB04ED4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52CCFC7F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1180" w:type="dxa"/>
            <w:noWrap/>
            <w:hideMark/>
          </w:tcPr>
          <w:p w14:paraId="1CFF7A0B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1180" w:type="dxa"/>
            <w:noWrap/>
            <w:hideMark/>
          </w:tcPr>
          <w:p w14:paraId="0FF9ACAD" w14:textId="77777777" w:rsidR="004A2AB3" w:rsidRPr="004A2AB3" w:rsidRDefault="004A2AB3" w:rsidP="004A2AB3">
            <w:pPr>
              <w:ind w:left="360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</w:tr>
      <w:tr w:rsidR="004A2AB3" w:rsidRPr="004A2AB3" w14:paraId="0A713B79" w14:textId="77777777" w:rsidTr="004A2AB3">
        <w:trPr>
          <w:trHeight w:val="300"/>
        </w:trPr>
        <w:tc>
          <w:tcPr>
            <w:tcW w:w="2500" w:type="dxa"/>
            <w:noWrap/>
            <w:hideMark/>
          </w:tcPr>
          <w:p w14:paraId="65222220" w14:textId="77777777" w:rsidR="004A2AB3" w:rsidRPr="004A2AB3" w:rsidRDefault="004A2AB3" w:rsidP="004A2AB3">
            <w:pPr>
              <w:ind w:left="360"/>
              <w:rPr>
                <w:b/>
                <w:bCs/>
              </w:rPr>
            </w:pPr>
            <w:r w:rsidRPr="004A2AB3">
              <w:rPr>
                <w:b/>
                <w:bCs/>
              </w:rPr>
              <w:t>Total cost (vat inclusive)</w:t>
            </w:r>
          </w:p>
        </w:tc>
        <w:tc>
          <w:tcPr>
            <w:tcW w:w="960" w:type="dxa"/>
            <w:noWrap/>
            <w:hideMark/>
          </w:tcPr>
          <w:p w14:paraId="69842048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0CD75143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1180" w:type="dxa"/>
            <w:noWrap/>
            <w:hideMark/>
          </w:tcPr>
          <w:p w14:paraId="3B55286B" w14:textId="77777777" w:rsidR="004A2AB3" w:rsidRPr="004A2AB3" w:rsidRDefault="004A2AB3" w:rsidP="004A2AB3">
            <w:pPr>
              <w:ind w:left="360"/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1180" w:type="dxa"/>
            <w:noWrap/>
            <w:hideMark/>
          </w:tcPr>
          <w:p w14:paraId="4CFC69BC" w14:textId="77777777" w:rsidR="004A2AB3" w:rsidRPr="004A2AB3" w:rsidRDefault="004A2AB3" w:rsidP="004A2AB3">
            <w:pPr>
              <w:ind w:left="360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</w:tr>
    </w:tbl>
    <w:p w14:paraId="6E218CE0" w14:textId="77777777" w:rsidR="004A2AB3" w:rsidRDefault="004A2AB3" w:rsidP="004A2AB3">
      <w:pPr>
        <w:rPr>
          <w:lang w:val="en-GB"/>
        </w:rPr>
      </w:pPr>
    </w:p>
    <w:p w14:paraId="0BE60169" w14:textId="67F9BBC0" w:rsidR="004A2AB3" w:rsidRDefault="004A2AB3" w:rsidP="004A2AB3">
      <w:pPr>
        <w:pStyle w:val="ListParagraph"/>
        <w:numPr>
          <w:ilvl w:val="0"/>
          <w:numId w:val="10"/>
        </w:numPr>
        <w:ind w:leftChars="0"/>
        <w:rPr>
          <w:lang w:val="en-GB"/>
        </w:rPr>
      </w:pPr>
      <w:r>
        <w:rPr>
          <w:lang w:val="en-GB"/>
        </w:rPr>
        <w:t>Construction materials for KUC Tekatana seawall</w:t>
      </w:r>
    </w:p>
    <w:p w14:paraId="48B47EC5" w14:textId="43106F08" w:rsidR="004A2AB3" w:rsidRDefault="004A2AB3" w:rsidP="004A2AB3">
      <w:pPr>
        <w:rPr>
          <w:rFonts w:eastAsia="SimSun"/>
          <w:sz w:val="20"/>
          <w:szCs w:val="20"/>
          <w:lang w:val="en-AU" w:eastAsia="en-AU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LINK Excel.Sheet.12 "C:\\Users\\sally\\Documents\\2024\\Procurement 2024\\OCM &amp; LCM\\Good\\OB\\OB Disaster construction materials for 8 disaster projects\\Compiled Material List_final.xlsx" "KUC Tekatana Seawall!R2C2:R24C6" \a \f 5 \h  \* MERGEFORMAT </w:instrText>
      </w:r>
      <w:r>
        <w:rPr>
          <w:lang w:val="en-GB"/>
        </w:rPr>
        <w:fldChar w:fldCharType="separate"/>
      </w:r>
    </w:p>
    <w:tbl>
      <w:tblPr>
        <w:tblStyle w:val="TableGrid"/>
        <w:tblW w:w="6780" w:type="dxa"/>
        <w:tblLook w:val="04A0" w:firstRow="1" w:lastRow="0" w:firstColumn="1" w:lastColumn="0" w:noHBand="0" w:noVBand="1"/>
      </w:tblPr>
      <w:tblGrid>
        <w:gridCol w:w="2560"/>
        <w:gridCol w:w="1178"/>
        <w:gridCol w:w="960"/>
        <w:gridCol w:w="1324"/>
        <w:gridCol w:w="1324"/>
      </w:tblGrid>
      <w:tr w:rsidR="004A2AB3" w:rsidRPr="004A2AB3" w14:paraId="27248481" w14:textId="77777777" w:rsidTr="004A2AB3">
        <w:trPr>
          <w:trHeight w:val="600"/>
        </w:trPr>
        <w:tc>
          <w:tcPr>
            <w:tcW w:w="2560" w:type="dxa"/>
            <w:noWrap/>
            <w:hideMark/>
          </w:tcPr>
          <w:p w14:paraId="1AA44A78" w14:textId="19756BC7" w:rsidR="004A2AB3" w:rsidRPr="004A2AB3" w:rsidRDefault="004A2AB3">
            <w:pPr>
              <w:rPr>
                <w:b/>
                <w:bCs/>
              </w:rPr>
            </w:pPr>
            <w:r w:rsidRPr="004A2AB3">
              <w:rPr>
                <w:b/>
                <w:bCs/>
              </w:rPr>
              <w:t>Item</w:t>
            </w:r>
          </w:p>
        </w:tc>
        <w:tc>
          <w:tcPr>
            <w:tcW w:w="960" w:type="dxa"/>
            <w:noWrap/>
            <w:hideMark/>
          </w:tcPr>
          <w:p w14:paraId="2BC9B064" w14:textId="77777777" w:rsidR="004A2AB3" w:rsidRPr="004A2AB3" w:rsidRDefault="004A2AB3">
            <w:pPr>
              <w:rPr>
                <w:b/>
                <w:bCs/>
              </w:rPr>
            </w:pPr>
            <w:r w:rsidRPr="004A2AB3">
              <w:rPr>
                <w:b/>
                <w:bCs/>
              </w:rPr>
              <w:t>Quantity</w:t>
            </w:r>
          </w:p>
        </w:tc>
        <w:tc>
          <w:tcPr>
            <w:tcW w:w="960" w:type="dxa"/>
            <w:noWrap/>
            <w:hideMark/>
          </w:tcPr>
          <w:p w14:paraId="7380BB26" w14:textId="77777777" w:rsidR="004A2AB3" w:rsidRPr="004A2AB3" w:rsidRDefault="004A2AB3">
            <w:pPr>
              <w:rPr>
                <w:b/>
                <w:bCs/>
              </w:rPr>
            </w:pPr>
            <w:r w:rsidRPr="004A2AB3">
              <w:rPr>
                <w:b/>
                <w:bCs/>
              </w:rPr>
              <w:t>Unit</w:t>
            </w:r>
          </w:p>
        </w:tc>
        <w:tc>
          <w:tcPr>
            <w:tcW w:w="1180" w:type="dxa"/>
            <w:hideMark/>
          </w:tcPr>
          <w:p w14:paraId="2C98A44E" w14:textId="77777777" w:rsidR="004A2AB3" w:rsidRPr="004A2AB3" w:rsidRDefault="004A2AB3">
            <w:pPr>
              <w:rPr>
                <w:b/>
                <w:bCs/>
              </w:rPr>
            </w:pPr>
            <w:r w:rsidRPr="004A2AB3">
              <w:rPr>
                <w:b/>
                <w:bCs/>
              </w:rPr>
              <w:t>Price Quotation</w:t>
            </w:r>
          </w:p>
        </w:tc>
        <w:tc>
          <w:tcPr>
            <w:tcW w:w="1120" w:type="dxa"/>
            <w:hideMark/>
          </w:tcPr>
          <w:p w14:paraId="76E415C8" w14:textId="77777777" w:rsidR="004A2AB3" w:rsidRPr="004A2AB3" w:rsidRDefault="004A2AB3">
            <w:pPr>
              <w:rPr>
                <w:b/>
                <w:bCs/>
              </w:rPr>
            </w:pPr>
            <w:r w:rsidRPr="004A2AB3">
              <w:rPr>
                <w:b/>
                <w:bCs/>
              </w:rPr>
              <w:t>T/Price Quotation</w:t>
            </w:r>
          </w:p>
        </w:tc>
      </w:tr>
      <w:tr w:rsidR="004A2AB3" w:rsidRPr="004A2AB3" w14:paraId="05677F88" w14:textId="77777777" w:rsidTr="004A2AB3">
        <w:trPr>
          <w:trHeight w:val="300"/>
        </w:trPr>
        <w:tc>
          <w:tcPr>
            <w:tcW w:w="2560" w:type="dxa"/>
            <w:noWrap/>
            <w:hideMark/>
          </w:tcPr>
          <w:p w14:paraId="3EFC239A" w14:textId="77777777" w:rsidR="004A2AB3" w:rsidRPr="004A2AB3" w:rsidRDefault="004A2AB3">
            <w:r w:rsidRPr="004A2AB3">
              <w:t>Cement 40Kg</w:t>
            </w:r>
          </w:p>
        </w:tc>
        <w:tc>
          <w:tcPr>
            <w:tcW w:w="960" w:type="dxa"/>
            <w:noWrap/>
            <w:hideMark/>
          </w:tcPr>
          <w:p w14:paraId="69EEA382" w14:textId="77777777" w:rsidR="004A2AB3" w:rsidRPr="004A2AB3" w:rsidRDefault="004A2AB3" w:rsidP="004A2AB3">
            <w:pPr>
              <w:jc w:val="left"/>
            </w:pPr>
            <w:r w:rsidRPr="004A2AB3">
              <w:t>850</w:t>
            </w:r>
          </w:p>
        </w:tc>
        <w:tc>
          <w:tcPr>
            <w:tcW w:w="960" w:type="dxa"/>
            <w:noWrap/>
            <w:hideMark/>
          </w:tcPr>
          <w:p w14:paraId="0303A6E5" w14:textId="77777777" w:rsidR="004A2AB3" w:rsidRPr="004A2AB3" w:rsidRDefault="004A2AB3" w:rsidP="004A2AB3">
            <w:pPr>
              <w:jc w:val="left"/>
            </w:pPr>
            <w:r w:rsidRPr="004A2AB3">
              <w:t>Bags</w:t>
            </w:r>
          </w:p>
        </w:tc>
        <w:tc>
          <w:tcPr>
            <w:tcW w:w="1180" w:type="dxa"/>
            <w:noWrap/>
            <w:hideMark/>
          </w:tcPr>
          <w:p w14:paraId="3E264B8D" w14:textId="77777777" w:rsidR="004A2AB3" w:rsidRPr="004A2AB3" w:rsidRDefault="004A2AB3">
            <w:pPr>
              <w:jc w:val="left"/>
            </w:pPr>
            <w:r w:rsidRPr="004A2AB3">
              <w:t> </w:t>
            </w:r>
          </w:p>
        </w:tc>
        <w:tc>
          <w:tcPr>
            <w:tcW w:w="1120" w:type="dxa"/>
            <w:noWrap/>
            <w:hideMark/>
          </w:tcPr>
          <w:p w14:paraId="5E2D2814" w14:textId="77777777" w:rsidR="004A2AB3" w:rsidRPr="004A2AB3" w:rsidRDefault="004A2AB3">
            <w:r w:rsidRPr="004A2AB3">
              <w:t> </w:t>
            </w:r>
          </w:p>
        </w:tc>
      </w:tr>
      <w:tr w:rsidR="004A2AB3" w:rsidRPr="004A2AB3" w14:paraId="5F0D82CB" w14:textId="77777777" w:rsidTr="004A2AB3">
        <w:trPr>
          <w:trHeight w:val="300"/>
        </w:trPr>
        <w:tc>
          <w:tcPr>
            <w:tcW w:w="2560" w:type="dxa"/>
            <w:noWrap/>
            <w:hideMark/>
          </w:tcPr>
          <w:p w14:paraId="6E9425F9" w14:textId="77777777" w:rsidR="004A2AB3" w:rsidRPr="004A2AB3" w:rsidRDefault="004A2AB3">
            <w:r w:rsidRPr="004A2AB3">
              <w:t>Geotextile 100m/roll</w:t>
            </w:r>
          </w:p>
        </w:tc>
        <w:tc>
          <w:tcPr>
            <w:tcW w:w="960" w:type="dxa"/>
            <w:noWrap/>
            <w:hideMark/>
          </w:tcPr>
          <w:p w14:paraId="4481A9AF" w14:textId="77777777" w:rsidR="004A2AB3" w:rsidRPr="004A2AB3" w:rsidRDefault="004A2AB3" w:rsidP="004A2AB3">
            <w:pPr>
              <w:jc w:val="left"/>
            </w:pPr>
            <w:r w:rsidRPr="004A2AB3">
              <w:t>1</w:t>
            </w:r>
          </w:p>
        </w:tc>
        <w:tc>
          <w:tcPr>
            <w:tcW w:w="960" w:type="dxa"/>
            <w:noWrap/>
            <w:hideMark/>
          </w:tcPr>
          <w:p w14:paraId="3D576B87" w14:textId="77777777" w:rsidR="004A2AB3" w:rsidRPr="004A2AB3" w:rsidRDefault="004A2AB3" w:rsidP="004A2AB3">
            <w:pPr>
              <w:jc w:val="left"/>
            </w:pPr>
            <w:r w:rsidRPr="004A2AB3">
              <w:t>Roll</w:t>
            </w:r>
          </w:p>
        </w:tc>
        <w:tc>
          <w:tcPr>
            <w:tcW w:w="1180" w:type="dxa"/>
            <w:noWrap/>
            <w:hideMark/>
          </w:tcPr>
          <w:p w14:paraId="5DC4E26C" w14:textId="77777777" w:rsidR="004A2AB3" w:rsidRPr="004A2AB3" w:rsidRDefault="004A2AB3">
            <w:pPr>
              <w:jc w:val="left"/>
            </w:pPr>
            <w:r w:rsidRPr="004A2AB3">
              <w:t> </w:t>
            </w:r>
          </w:p>
        </w:tc>
        <w:tc>
          <w:tcPr>
            <w:tcW w:w="1120" w:type="dxa"/>
            <w:noWrap/>
            <w:hideMark/>
          </w:tcPr>
          <w:p w14:paraId="652F34E8" w14:textId="77777777" w:rsidR="004A2AB3" w:rsidRPr="004A2AB3" w:rsidRDefault="004A2AB3">
            <w:r w:rsidRPr="004A2AB3">
              <w:t> </w:t>
            </w:r>
          </w:p>
        </w:tc>
      </w:tr>
      <w:tr w:rsidR="004A2AB3" w:rsidRPr="004A2AB3" w14:paraId="116CEAD1" w14:textId="77777777" w:rsidTr="004A2AB3">
        <w:trPr>
          <w:trHeight w:val="300"/>
        </w:trPr>
        <w:tc>
          <w:tcPr>
            <w:tcW w:w="2560" w:type="dxa"/>
            <w:noWrap/>
            <w:hideMark/>
          </w:tcPr>
          <w:p w14:paraId="245F8FC6" w14:textId="77777777" w:rsidR="004A2AB3" w:rsidRPr="004A2AB3" w:rsidRDefault="004A2AB3">
            <w:r w:rsidRPr="004A2AB3">
              <w:t>Sandbag</w:t>
            </w:r>
          </w:p>
        </w:tc>
        <w:tc>
          <w:tcPr>
            <w:tcW w:w="960" w:type="dxa"/>
            <w:noWrap/>
            <w:hideMark/>
          </w:tcPr>
          <w:p w14:paraId="011B533C" w14:textId="77777777" w:rsidR="004A2AB3" w:rsidRPr="004A2AB3" w:rsidRDefault="004A2AB3" w:rsidP="004A2AB3">
            <w:pPr>
              <w:jc w:val="left"/>
            </w:pPr>
            <w:r w:rsidRPr="004A2AB3">
              <w:t>1674</w:t>
            </w:r>
          </w:p>
        </w:tc>
        <w:tc>
          <w:tcPr>
            <w:tcW w:w="960" w:type="dxa"/>
            <w:noWrap/>
            <w:hideMark/>
          </w:tcPr>
          <w:p w14:paraId="1054D009" w14:textId="77777777" w:rsidR="004A2AB3" w:rsidRPr="004A2AB3" w:rsidRDefault="004A2AB3" w:rsidP="004A2AB3">
            <w:pPr>
              <w:jc w:val="left"/>
            </w:pPr>
            <w:r w:rsidRPr="004A2AB3">
              <w:t>pcs</w:t>
            </w:r>
          </w:p>
        </w:tc>
        <w:tc>
          <w:tcPr>
            <w:tcW w:w="1180" w:type="dxa"/>
            <w:noWrap/>
            <w:hideMark/>
          </w:tcPr>
          <w:p w14:paraId="20BD9555" w14:textId="77777777" w:rsidR="004A2AB3" w:rsidRPr="004A2AB3" w:rsidRDefault="004A2AB3">
            <w:pPr>
              <w:jc w:val="left"/>
            </w:pPr>
            <w:r w:rsidRPr="004A2AB3">
              <w:t> </w:t>
            </w:r>
          </w:p>
        </w:tc>
        <w:tc>
          <w:tcPr>
            <w:tcW w:w="1120" w:type="dxa"/>
            <w:noWrap/>
            <w:hideMark/>
          </w:tcPr>
          <w:p w14:paraId="2416955E" w14:textId="77777777" w:rsidR="004A2AB3" w:rsidRPr="004A2AB3" w:rsidRDefault="004A2AB3">
            <w:r w:rsidRPr="004A2AB3">
              <w:t> </w:t>
            </w:r>
          </w:p>
        </w:tc>
      </w:tr>
      <w:tr w:rsidR="004A2AB3" w:rsidRPr="004A2AB3" w14:paraId="76ED4230" w14:textId="77777777" w:rsidTr="004A2AB3">
        <w:trPr>
          <w:trHeight w:val="300"/>
        </w:trPr>
        <w:tc>
          <w:tcPr>
            <w:tcW w:w="2560" w:type="dxa"/>
            <w:noWrap/>
            <w:hideMark/>
          </w:tcPr>
          <w:p w14:paraId="1A78FD7A" w14:textId="77777777" w:rsidR="004A2AB3" w:rsidRPr="004A2AB3" w:rsidRDefault="004A2AB3">
            <w:r w:rsidRPr="004A2AB3">
              <w:t>Formply sheet 3/4"</w:t>
            </w:r>
          </w:p>
        </w:tc>
        <w:tc>
          <w:tcPr>
            <w:tcW w:w="960" w:type="dxa"/>
            <w:noWrap/>
            <w:hideMark/>
          </w:tcPr>
          <w:p w14:paraId="2EA0ED3A" w14:textId="77777777" w:rsidR="004A2AB3" w:rsidRPr="004A2AB3" w:rsidRDefault="004A2AB3" w:rsidP="004A2AB3">
            <w:pPr>
              <w:jc w:val="left"/>
            </w:pPr>
            <w:r w:rsidRPr="004A2AB3">
              <w:t>9</w:t>
            </w:r>
          </w:p>
        </w:tc>
        <w:tc>
          <w:tcPr>
            <w:tcW w:w="960" w:type="dxa"/>
            <w:noWrap/>
            <w:hideMark/>
          </w:tcPr>
          <w:p w14:paraId="6EB9993B" w14:textId="77777777" w:rsidR="004A2AB3" w:rsidRPr="004A2AB3" w:rsidRDefault="004A2AB3" w:rsidP="004A2AB3">
            <w:pPr>
              <w:jc w:val="left"/>
            </w:pPr>
            <w:r w:rsidRPr="004A2AB3">
              <w:t>sheets</w:t>
            </w:r>
          </w:p>
        </w:tc>
        <w:tc>
          <w:tcPr>
            <w:tcW w:w="1180" w:type="dxa"/>
            <w:noWrap/>
            <w:hideMark/>
          </w:tcPr>
          <w:p w14:paraId="613855BE" w14:textId="77777777" w:rsidR="004A2AB3" w:rsidRPr="004A2AB3" w:rsidRDefault="004A2AB3">
            <w:pPr>
              <w:jc w:val="left"/>
            </w:pPr>
            <w:r w:rsidRPr="004A2AB3">
              <w:t> </w:t>
            </w:r>
          </w:p>
        </w:tc>
        <w:tc>
          <w:tcPr>
            <w:tcW w:w="1120" w:type="dxa"/>
            <w:noWrap/>
            <w:hideMark/>
          </w:tcPr>
          <w:p w14:paraId="493E526F" w14:textId="77777777" w:rsidR="004A2AB3" w:rsidRPr="004A2AB3" w:rsidRDefault="004A2AB3">
            <w:r w:rsidRPr="004A2AB3">
              <w:t> </w:t>
            </w:r>
          </w:p>
        </w:tc>
      </w:tr>
      <w:tr w:rsidR="004A2AB3" w:rsidRPr="004A2AB3" w14:paraId="09281189" w14:textId="77777777" w:rsidTr="004A2AB3">
        <w:trPr>
          <w:trHeight w:val="300"/>
        </w:trPr>
        <w:tc>
          <w:tcPr>
            <w:tcW w:w="2560" w:type="dxa"/>
            <w:noWrap/>
            <w:hideMark/>
          </w:tcPr>
          <w:p w14:paraId="071131CA" w14:textId="77777777" w:rsidR="004A2AB3" w:rsidRPr="004A2AB3" w:rsidRDefault="004A2AB3">
            <w:r w:rsidRPr="004A2AB3">
              <w:t>Timber frame 100×50mm</w:t>
            </w:r>
          </w:p>
        </w:tc>
        <w:tc>
          <w:tcPr>
            <w:tcW w:w="960" w:type="dxa"/>
            <w:noWrap/>
            <w:hideMark/>
          </w:tcPr>
          <w:p w14:paraId="39AFB9B9" w14:textId="77777777" w:rsidR="004A2AB3" w:rsidRPr="004A2AB3" w:rsidRDefault="004A2AB3" w:rsidP="004A2AB3">
            <w:pPr>
              <w:jc w:val="left"/>
            </w:pPr>
            <w:r w:rsidRPr="004A2AB3">
              <w:t>15</w:t>
            </w:r>
          </w:p>
        </w:tc>
        <w:tc>
          <w:tcPr>
            <w:tcW w:w="960" w:type="dxa"/>
            <w:noWrap/>
            <w:hideMark/>
          </w:tcPr>
          <w:p w14:paraId="2574AF8C" w14:textId="77777777" w:rsidR="004A2AB3" w:rsidRPr="004A2AB3" w:rsidRDefault="004A2AB3" w:rsidP="004A2AB3">
            <w:pPr>
              <w:jc w:val="left"/>
            </w:pPr>
            <w:r w:rsidRPr="004A2AB3">
              <w:t>Length</w:t>
            </w:r>
          </w:p>
        </w:tc>
        <w:tc>
          <w:tcPr>
            <w:tcW w:w="1180" w:type="dxa"/>
            <w:noWrap/>
            <w:hideMark/>
          </w:tcPr>
          <w:p w14:paraId="087F5053" w14:textId="77777777" w:rsidR="004A2AB3" w:rsidRPr="004A2AB3" w:rsidRDefault="004A2AB3">
            <w:pPr>
              <w:jc w:val="left"/>
            </w:pPr>
            <w:r w:rsidRPr="004A2AB3">
              <w:t> </w:t>
            </w:r>
          </w:p>
        </w:tc>
        <w:tc>
          <w:tcPr>
            <w:tcW w:w="1120" w:type="dxa"/>
            <w:noWrap/>
            <w:hideMark/>
          </w:tcPr>
          <w:p w14:paraId="1739380D" w14:textId="77777777" w:rsidR="004A2AB3" w:rsidRPr="004A2AB3" w:rsidRDefault="004A2AB3">
            <w:r w:rsidRPr="004A2AB3">
              <w:t> </w:t>
            </w:r>
          </w:p>
        </w:tc>
      </w:tr>
      <w:tr w:rsidR="004A2AB3" w:rsidRPr="004A2AB3" w14:paraId="4EAFD2F2" w14:textId="77777777" w:rsidTr="004A2AB3">
        <w:trPr>
          <w:trHeight w:val="300"/>
        </w:trPr>
        <w:tc>
          <w:tcPr>
            <w:tcW w:w="2560" w:type="dxa"/>
            <w:noWrap/>
            <w:hideMark/>
          </w:tcPr>
          <w:p w14:paraId="61355AD5" w14:textId="77777777" w:rsidR="004A2AB3" w:rsidRPr="004A2AB3" w:rsidRDefault="004A2AB3">
            <w:r w:rsidRPr="004A2AB3">
              <w:t>Nails 4"</w:t>
            </w:r>
          </w:p>
        </w:tc>
        <w:tc>
          <w:tcPr>
            <w:tcW w:w="960" w:type="dxa"/>
            <w:noWrap/>
            <w:hideMark/>
          </w:tcPr>
          <w:p w14:paraId="56EA81B5" w14:textId="77777777" w:rsidR="004A2AB3" w:rsidRPr="004A2AB3" w:rsidRDefault="004A2AB3" w:rsidP="004A2AB3">
            <w:pPr>
              <w:jc w:val="left"/>
            </w:pPr>
            <w:r w:rsidRPr="004A2AB3">
              <w:t>5</w:t>
            </w:r>
          </w:p>
        </w:tc>
        <w:tc>
          <w:tcPr>
            <w:tcW w:w="960" w:type="dxa"/>
            <w:noWrap/>
            <w:hideMark/>
          </w:tcPr>
          <w:p w14:paraId="7D7EDEE8" w14:textId="77777777" w:rsidR="004A2AB3" w:rsidRPr="004A2AB3" w:rsidRDefault="004A2AB3" w:rsidP="004A2AB3">
            <w:pPr>
              <w:jc w:val="left"/>
            </w:pPr>
            <w:r w:rsidRPr="004A2AB3">
              <w:t>Kg</w:t>
            </w:r>
          </w:p>
        </w:tc>
        <w:tc>
          <w:tcPr>
            <w:tcW w:w="1180" w:type="dxa"/>
            <w:noWrap/>
            <w:hideMark/>
          </w:tcPr>
          <w:p w14:paraId="073A688A" w14:textId="77777777" w:rsidR="004A2AB3" w:rsidRPr="004A2AB3" w:rsidRDefault="004A2AB3">
            <w:pPr>
              <w:jc w:val="left"/>
            </w:pPr>
            <w:r w:rsidRPr="004A2AB3">
              <w:t> </w:t>
            </w:r>
          </w:p>
        </w:tc>
        <w:tc>
          <w:tcPr>
            <w:tcW w:w="1120" w:type="dxa"/>
            <w:noWrap/>
            <w:hideMark/>
          </w:tcPr>
          <w:p w14:paraId="66C92C27" w14:textId="77777777" w:rsidR="004A2AB3" w:rsidRPr="004A2AB3" w:rsidRDefault="004A2AB3">
            <w:r w:rsidRPr="004A2AB3">
              <w:t> </w:t>
            </w:r>
          </w:p>
        </w:tc>
      </w:tr>
      <w:tr w:rsidR="004A2AB3" w:rsidRPr="004A2AB3" w14:paraId="1E5CB297" w14:textId="77777777" w:rsidTr="004A2AB3">
        <w:trPr>
          <w:trHeight w:val="300"/>
        </w:trPr>
        <w:tc>
          <w:tcPr>
            <w:tcW w:w="2560" w:type="dxa"/>
            <w:noWrap/>
            <w:hideMark/>
          </w:tcPr>
          <w:p w14:paraId="4A3C74A4" w14:textId="77777777" w:rsidR="004A2AB3" w:rsidRPr="004A2AB3" w:rsidRDefault="004A2AB3">
            <w:r w:rsidRPr="004A2AB3">
              <w:t>Nails 3"</w:t>
            </w:r>
          </w:p>
        </w:tc>
        <w:tc>
          <w:tcPr>
            <w:tcW w:w="960" w:type="dxa"/>
            <w:noWrap/>
            <w:hideMark/>
          </w:tcPr>
          <w:p w14:paraId="0C53928B" w14:textId="77777777" w:rsidR="004A2AB3" w:rsidRPr="004A2AB3" w:rsidRDefault="004A2AB3" w:rsidP="004A2AB3">
            <w:pPr>
              <w:jc w:val="left"/>
            </w:pPr>
            <w:r w:rsidRPr="004A2AB3">
              <w:t>2</w:t>
            </w:r>
          </w:p>
        </w:tc>
        <w:tc>
          <w:tcPr>
            <w:tcW w:w="960" w:type="dxa"/>
            <w:noWrap/>
            <w:hideMark/>
          </w:tcPr>
          <w:p w14:paraId="7D29A59A" w14:textId="77777777" w:rsidR="004A2AB3" w:rsidRPr="004A2AB3" w:rsidRDefault="004A2AB3" w:rsidP="004A2AB3">
            <w:pPr>
              <w:jc w:val="left"/>
            </w:pPr>
            <w:r w:rsidRPr="004A2AB3">
              <w:t>Kg</w:t>
            </w:r>
          </w:p>
        </w:tc>
        <w:tc>
          <w:tcPr>
            <w:tcW w:w="1180" w:type="dxa"/>
            <w:noWrap/>
            <w:hideMark/>
          </w:tcPr>
          <w:p w14:paraId="41C2ED3F" w14:textId="77777777" w:rsidR="004A2AB3" w:rsidRPr="004A2AB3" w:rsidRDefault="004A2AB3">
            <w:pPr>
              <w:jc w:val="left"/>
            </w:pPr>
            <w:r w:rsidRPr="004A2AB3">
              <w:t> </w:t>
            </w:r>
          </w:p>
        </w:tc>
        <w:tc>
          <w:tcPr>
            <w:tcW w:w="1120" w:type="dxa"/>
            <w:noWrap/>
            <w:hideMark/>
          </w:tcPr>
          <w:p w14:paraId="6E145DBB" w14:textId="77777777" w:rsidR="004A2AB3" w:rsidRPr="004A2AB3" w:rsidRDefault="004A2AB3">
            <w:r w:rsidRPr="004A2AB3">
              <w:t> </w:t>
            </w:r>
          </w:p>
        </w:tc>
      </w:tr>
      <w:tr w:rsidR="004A2AB3" w:rsidRPr="004A2AB3" w14:paraId="6F493DA0" w14:textId="77777777" w:rsidTr="004A2AB3">
        <w:trPr>
          <w:trHeight w:val="300"/>
        </w:trPr>
        <w:tc>
          <w:tcPr>
            <w:tcW w:w="2560" w:type="dxa"/>
            <w:noWrap/>
            <w:hideMark/>
          </w:tcPr>
          <w:p w14:paraId="653C14CF" w14:textId="77777777" w:rsidR="004A2AB3" w:rsidRPr="004A2AB3" w:rsidRDefault="004A2AB3">
            <w:r w:rsidRPr="004A2AB3">
              <w:t>Nails flat 1 1/2"</w:t>
            </w:r>
          </w:p>
        </w:tc>
        <w:tc>
          <w:tcPr>
            <w:tcW w:w="960" w:type="dxa"/>
            <w:noWrap/>
            <w:hideMark/>
          </w:tcPr>
          <w:p w14:paraId="4CF72DC1" w14:textId="77777777" w:rsidR="004A2AB3" w:rsidRPr="004A2AB3" w:rsidRDefault="004A2AB3" w:rsidP="004A2AB3">
            <w:pPr>
              <w:jc w:val="left"/>
            </w:pPr>
            <w:r w:rsidRPr="004A2AB3">
              <w:t>2</w:t>
            </w:r>
          </w:p>
        </w:tc>
        <w:tc>
          <w:tcPr>
            <w:tcW w:w="960" w:type="dxa"/>
            <w:noWrap/>
            <w:hideMark/>
          </w:tcPr>
          <w:p w14:paraId="41A315D0" w14:textId="77777777" w:rsidR="004A2AB3" w:rsidRPr="004A2AB3" w:rsidRDefault="004A2AB3" w:rsidP="004A2AB3">
            <w:pPr>
              <w:jc w:val="left"/>
            </w:pPr>
            <w:r w:rsidRPr="004A2AB3">
              <w:t>Kg</w:t>
            </w:r>
          </w:p>
        </w:tc>
        <w:tc>
          <w:tcPr>
            <w:tcW w:w="1180" w:type="dxa"/>
            <w:noWrap/>
            <w:hideMark/>
          </w:tcPr>
          <w:p w14:paraId="28889818" w14:textId="77777777" w:rsidR="004A2AB3" w:rsidRPr="004A2AB3" w:rsidRDefault="004A2AB3">
            <w:pPr>
              <w:jc w:val="left"/>
            </w:pPr>
            <w:r w:rsidRPr="004A2AB3">
              <w:t> </w:t>
            </w:r>
          </w:p>
        </w:tc>
        <w:tc>
          <w:tcPr>
            <w:tcW w:w="1120" w:type="dxa"/>
            <w:noWrap/>
            <w:hideMark/>
          </w:tcPr>
          <w:p w14:paraId="1B3F87CB" w14:textId="77777777" w:rsidR="004A2AB3" w:rsidRPr="004A2AB3" w:rsidRDefault="004A2AB3">
            <w:r w:rsidRPr="004A2AB3">
              <w:t> </w:t>
            </w:r>
          </w:p>
        </w:tc>
      </w:tr>
      <w:tr w:rsidR="004A2AB3" w:rsidRPr="004A2AB3" w14:paraId="6485970E" w14:textId="77777777" w:rsidTr="004A2AB3">
        <w:trPr>
          <w:trHeight w:val="300"/>
        </w:trPr>
        <w:tc>
          <w:tcPr>
            <w:tcW w:w="2560" w:type="dxa"/>
            <w:noWrap/>
            <w:hideMark/>
          </w:tcPr>
          <w:p w14:paraId="67CE1CE2" w14:textId="77777777" w:rsidR="004A2AB3" w:rsidRPr="004A2AB3" w:rsidRDefault="004A2AB3">
            <w:r w:rsidRPr="004A2AB3">
              <w:t>PVC Pipe 100mm</w:t>
            </w:r>
          </w:p>
        </w:tc>
        <w:tc>
          <w:tcPr>
            <w:tcW w:w="960" w:type="dxa"/>
            <w:noWrap/>
            <w:hideMark/>
          </w:tcPr>
          <w:p w14:paraId="6936EA62" w14:textId="77777777" w:rsidR="004A2AB3" w:rsidRPr="004A2AB3" w:rsidRDefault="004A2AB3" w:rsidP="004A2AB3">
            <w:pPr>
              <w:jc w:val="left"/>
            </w:pPr>
            <w:r w:rsidRPr="004A2AB3">
              <w:t>2</w:t>
            </w:r>
          </w:p>
        </w:tc>
        <w:tc>
          <w:tcPr>
            <w:tcW w:w="960" w:type="dxa"/>
            <w:noWrap/>
            <w:hideMark/>
          </w:tcPr>
          <w:p w14:paraId="7ACA9B19" w14:textId="77777777" w:rsidR="004A2AB3" w:rsidRPr="004A2AB3" w:rsidRDefault="004A2AB3" w:rsidP="004A2AB3">
            <w:pPr>
              <w:jc w:val="left"/>
            </w:pPr>
            <w:r w:rsidRPr="004A2AB3">
              <w:t>Length</w:t>
            </w:r>
          </w:p>
        </w:tc>
        <w:tc>
          <w:tcPr>
            <w:tcW w:w="1180" w:type="dxa"/>
            <w:noWrap/>
            <w:hideMark/>
          </w:tcPr>
          <w:p w14:paraId="49AD04B1" w14:textId="77777777" w:rsidR="004A2AB3" w:rsidRPr="004A2AB3" w:rsidRDefault="004A2AB3">
            <w:pPr>
              <w:jc w:val="left"/>
            </w:pPr>
            <w:r w:rsidRPr="004A2AB3">
              <w:t> </w:t>
            </w:r>
          </w:p>
        </w:tc>
        <w:tc>
          <w:tcPr>
            <w:tcW w:w="1120" w:type="dxa"/>
            <w:noWrap/>
            <w:hideMark/>
          </w:tcPr>
          <w:p w14:paraId="0D99E8D3" w14:textId="77777777" w:rsidR="004A2AB3" w:rsidRPr="004A2AB3" w:rsidRDefault="004A2AB3">
            <w:r w:rsidRPr="004A2AB3">
              <w:t> </w:t>
            </w:r>
          </w:p>
        </w:tc>
      </w:tr>
      <w:tr w:rsidR="004A2AB3" w:rsidRPr="004A2AB3" w14:paraId="32EC1F23" w14:textId="77777777" w:rsidTr="004A2AB3">
        <w:trPr>
          <w:trHeight w:val="300"/>
        </w:trPr>
        <w:tc>
          <w:tcPr>
            <w:tcW w:w="2560" w:type="dxa"/>
            <w:noWrap/>
            <w:hideMark/>
          </w:tcPr>
          <w:p w14:paraId="7400DAF6" w14:textId="77777777" w:rsidR="004A2AB3" w:rsidRPr="004A2AB3" w:rsidRDefault="004A2AB3">
            <w:r w:rsidRPr="004A2AB3">
              <w:t>Hand Saw</w:t>
            </w:r>
          </w:p>
        </w:tc>
        <w:tc>
          <w:tcPr>
            <w:tcW w:w="960" w:type="dxa"/>
            <w:noWrap/>
            <w:hideMark/>
          </w:tcPr>
          <w:p w14:paraId="5FDCF844" w14:textId="77777777" w:rsidR="004A2AB3" w:rsidRPr="004A2AB3" w:rsidRDefault="004A2AB3" w:rsidP="004A2AB3">
            <w:pPr>
              <w:jc w:val="left"/>
            </w:pPr>
            <w:r w:rsidRPr="004A2AB3">
              <w:t>1</w:t>
            </w:r>
          </w:p>
        </w:tc>
        <w:tc>
          <w:tcPr>
            <w:tcW w:w="960" w:type="dxa"/>
            <w:noWrap/>
            <w:hideMark/>
          </w:tcPr>
          <w:p w14:paraId="3B2D2DEF" w14:textId="77777777" w:rsidR="004A2AB3" w:rsidRPr="004A2AB3" w:rsidRDefault="004A2AB3" w:rsidP="004A2AB3">
            <w:pPr>
              <w:jc w:val="left"/>
            </w:pPr>
            <w:r w:rsidRPr="004A2AB3">
              <w:t>nos</w:t>
            </w:r>
          </w:p>
        </w:tc>
        <w:tc>
          <w:tcPr>
            <w:tcW w:w="1180" w:type="dxa"/>
            <w:noWrap/>
            <w:hideMark/>
          </w:tcPr>
          <w:p w14:paraId="4F47EC83" w14:textId="77777777" w:rsidR="004A2AB3" w:rsidRPr="004A2AB3" w:rsidRDefault="004A2AB3">
            <w:pPr>
              <w:jc w:val="left"/>
            </w:pPr>
            <w:r w:rsidRPr="004A2AB3">
              <w:t> </w:t>
            </w:r>
          </w:p>
        </w:tc>
        <w:tc>
          <w:tcPr>
            <w:tcW w:w="1120" w:type="dxa"/>
            <w:noWrap/>
            <w:hideMark/>
          </w:tcPr>
          <w:p w14:paraId="15492A65" w14:textId="77777777" w:rsidR="004A2AB3" w:rsidRPr="004A2AB3" w:rsidRDefault="004A2AB3">
            <w:r w:rsidRPr="004A2AB3">
              <w:t> </w:t>
            </w:r>
          </w:p>
        </w:tc>
      </w:tr>
      <w:tr w:rsidR="004A2AB3" w:rsidRPr="004A2AB3" w14:paraId="016522D0" w14:textId="77777777" w:rsidTr="004A2AB3">
        <w:trPr>
          <w:trHeight w:val="300"/>
        </w:trPr>
        <w:tc>
          <w:tcPr>
            <w:tcW w:w="2560" w:type="dxa"/>
            <w:noWrap/>
            <w:hideMark/>
          </w:tcPr>
          <w:p w14:paraId="27734F44" w14:textId="77777777" w:rsidR="004A2AB3" w:rsidRPr="004A2AB3" w:rsidRDefault="004A2AB3">
            <w:r w:rsidRPr="004A2AB3">
              <w:t xml:space="preserve">Tape measure 50 mtr </w:t>
            </w:r>
          </w:p>
        </w:tc>
        <w:tc>
          <w:tcPr>
            <w:tcW w:w="960" w:type="dxa"/>
            <w:noWrap/>
            <w:hideMark/>
          </w:tcPr>
          <w:p w14:paraId="0DB4BD78" w14:textId="77777777" w:rsidR="004A2AB3" w:rsidRPr="004A2AB3" w:rsidRDefault="004A2AB3" w:rsidP="004A2AB3">
            <w:pPr>
              <w:jc w:val="left"/>
            </w:pPr>
            <w:r w:rsidRPr="004A2AB3">
              <w:t>1</w:t>
            </w:r>
          </w:p>
        </w:tc>
        <w:tc>
          <w:tcPr>
            <w:tcW w:w="960" w:type="dxa"/>
            <w:noWrap/>
            <w:hideMark/>
          </w:tcPr>
          <w:p w14:paraId="69D56F4C" w14:textId="77777777" w:rsidR="004A2AB3" w:rsidRPr="004A2AB3" w:rsidRDefault="004A2AB3" w:rsidP="004A2AB3">
            <w:pPr>
              <w:jc w:val="left"/>
            </w:pPr>
            <w:r w:rsidRPr="004A2AB3">
              <w:t>nos</w:t>
            </w:r>
          </w:p>
        </w:tc>
        <w:tc>
          <w:tcPr>
            <w:tcW w:w="1180" w:type="dxa"/>
            <w:noWrap/>
            <w:hideMark/>
          </w:tcPr>
          <w:p w14:paraId="3C1B941F" w14:textId="77777777" w:rsidR="004A2AB3" w:rsidRPr="004A2AB3" w:rsidRDefault="004A2AB3">
            <w:pPr>
              <w:jc w:val="left"/>
            </w:pPr>
            <w:r w:rsidRPr="004A2AB3">
              <w:t> </w:t>
            </w:r>
          </w:p>
        </w:tc>
        <w:tc>
          <w:tcPr>
            <w:tcW w:w="1120" w:type="dxa"/>
            <w:noWrap/>
            <w:hideMark/>
          </w:tcPr>
          <w:p w14:paraId="090E371E" w14:textId="77777777" w:rsidR="004A2AB3" w:rsidRPr="004A2AB3" w:rsidRDefault="004A2AB3">
            <w:r w:rsidRPr="004A2AB3">
              <w:t> </w:t>
            </w:r>
          </w:p>
        </w:tc>
      </w:tr>
      <w:tr w:rsidR="004A2AB3" w:rsidRPr="004A2AB3" w14:paraId="064827E8" w14:textId="77777777" w:rsidTr="004A2AB3">
        <w:trPr>
          <w:trHeight w:val="300"/>
        </w:trPr>
        <w:tc>
          <w:tcPr>
            <w:tcW w:w="2560" w:type="dxa"/>
            <w:noWrap/>
            <w:hideMark/>
          </w:tcPr>
          <w:p w14:paraId="1FF53FC9" w14:textId="77777777" w:rsidR="004A2AB3" w:rsidRPr="004A2AB3" w:rsidRDefault="004A2AB3">
            <w:r w:rsidRPr="004A2AB3">
              <w:t>Tape measure 8 mtr</w:t>
            </w:r>
          </w:p>
        </w:tc>
        <w:tc>
          <w:tcPr>
            <w:tcW w:w="960" w:type="dxa"/>
            <w:noWrap/>
            <w:hideMark/>
          </w:tcPr>
          <w:p w14:paraId="1E9CBAAB" w14:textId="77777777" w:rsidR="004A2AB3" w:rsidRPr="004A2AB3" w:rsidRDefault="004A2AB3" w:rsidP="004A2AB3">
            <w:pPr>
              <w:jc w:val="left"/>
            </w:pPr>
            <w:r w:rsidRPr="004A2AB3">
              <w:t>1</w:t>
            </w:r>
          </w:p>
        </w:tc>
        <w:tc>
          <w:tcPr>
            <w:tcW w:w="960" w:type="dxa"/>
            <w:noWrap/>
            <w:hideMark/>
          </w:tcPr>
          <w:p w14:paraId="7DB1FD62" w14:textId="77777777" w:rsidR="004A2AB3" w:rsidRPr="004A2AB3" w:rsidRDefault="004A2AB3" w:rsidP="004A2AB3">
            <w:pPr>
              <w:jc w:val="left"/>
            </w:pPr>
            <w:r w:rsidRPr="004A2AB3">
              <w:t>nos</w:t>
            </w:r>
          </w:p>
        </w:tc>
        <w:tc>
          <w:tcPr>
            <w:tcW w:w="1180" w:type="dxa"/>
            <w:noWrap/>
            <w:hideMark/>
          </w:tcPr>
          <w:p w14:paraId="30529732" w14:textId="77777777" w:rsidR="004A2AB3" w:rsidRPr="004A2AB3" w:rsidRDefault="004A2AB3">
            <w:pPr>
              <w:jc w:val="left"/>
            </w:pPr>
            <w:r w:rsidRPr="004A2AB3">
              <w:t> </w:t>
            </w:r>
          </w:p>
        </w:tc>
        <w:tc>
          <w:tcPr>
            <w:tcW w:w="1120" w:type="dxa"/>
            <w:noWrap/>
            <w:hideMark/>
          </w:tcPr>
          <w:p w14:paraId="6B7F1B53" w14:textId="77777777" w:rsidR="004A2AB3" w:rsidRPr="004A2AB3" w:rsidRDefault="004A2AB3">
            <w:r w:rsidRPr="004A2AB3">
              <w:t> </w:t>
            </w:r>
          </w:p>
        </w:tc>
      </w:tr>
      <w:tr w:rsidR="004A2AB3" w:rsidRPr="004A2AB3" w14:paraId="7F0FBD99" w14:textId="77777777" w:rsidTr="004A2AB3">
        <w:trPr>
          <w:trHeight w:val="300"/>
        </w:trPr>
        <w:tc>
          <w:tcPr>
            <w:tcW w:w="2560" w:type="dxa"/>
            <w:noWrap/>
            <w:hideMark/>
          </w:tcPr>
          <w:p w14:paraId="192FA05D" w14:textId="77777777" w:rsidR="004A2AB3" w:rsidRPr="004A2AB3" w:rsidRDefault="004A2AB3">
            <w:r w:rsidRPr="004A2AB3">
              <w:t>Bench Bar</w:t>
            </w:r>
          </w:p>
        </w:tc>
        <w:tc>
          <w:tcPr>
            <w:tcW w:w="960" w:type="dxa"/>
            <w:noWrap/>
            <w:hideMark/>
          </w:tcPr>
          <w:p w14:paraId="5327C249" w14:textId="77777777" w:rsidR="004A2AB3" w:rsidRPr="004A2AB3" w:rsidRDefault="004A2AB3" w:rsidP="004A2AB3">
            <w:pPr>
              <w:jc w:val="left"/>
            </w:pPr>
            <w:r w:rsidRPr="004A2AB3">
              <w:t>1</w:t>
            </w:r>
          </w:p>
        </w:tc>
        <w:tc>
          <w:tcPr>
            <w:tcW w:w="960" w:type="dxa"/>
            <w:noWrap/>
            <w:hideMark/>
          </w:tcPr>
          <w:p w14:paraId="375554B2" w14:textId="77777777" w:rsidR="004A2AB3" w:rsidRPr="004A2AB3" w:rsidRDefault="004A2AB3" w:rsidP="004A2AB3">
            <w:pPr>
              <w:jc w:val="left"/>
            </w:pPr>
            <w:r w:rsidRPr="004A2AB3">
              <w:t>nos</w:t>
            </w:r>
          </w:p>
        </w:tc>
        <w:tc>
          <w:tcPr>
            <w:tcW w:w="1180" w:type="dxa"/>
            <w:noWrap/>
            <w:hideMark/>
          </w:tcPr>
          <w:p w14:paraId="5F9EF2E6" w14:textId="77777777" w:rsidR="004A2AB3" w:rsidRPr="004A2AB3" w:rsidRDefault="004A2AB3">
            <w:pPr>
              <w:jc w:val="left"/>
            </w:pPr>
            <w:r w:rsidRPr="004A2AB3">
              <w:t> </w:t>
            </w:r>
          </w:p>
        </w:tc>
        <w:tc>
          <w:tcPr>
            <w:tcW w:w="1120" w:type="dxa"/>
            <w:noWrap/>
            <w:hideMark/>
          </w:tcPr>
          <w:p w14:paraId="6FD95145" w14:textId="77777777" w:rsidR="004A2AB3" w:rsidRPr="004A2AB3" w:rsidRDefault="004A2AB3">
            <w:r w:rsidRPr="004A2AB3">
              <w:t> </w:t>
            </w:r>
          </w:p>
        </w:tc>
      </w:tr>
      <w:tr w:rsidR="004A2AB3" w:rsidRPr="004A2AB3" w14:paraId="24E4D26C" w14:textId="77777777" w:rsidTr="004A2AB3">
        <w:trPr>
          <w:trHeight w:val="300"/>
        </w:trPr>
        <w:tc>
          <w:tcPr>
            <w:tcW w:w="2560" w:type="dxa"/>
            <w:noWrap/>
            <w:hideMark/>
          </w:tcPr>
          <w:p w14:paraId="19E98867" w14:textId="77777777" w:rsidR="004A2AB3" w:rsidRPr="004A2AB3" w:rsidRDefault="004A2AB3">
            <w:r w:rsidRPr="004A2AB3">
              <w:t xml:space="preserve">Shovels </w:t>
            </w:r>
          </w:p>
        </w:tc>
        <w:tc>
          <w:tcPr>
            <w:tcW w:w="960" w:type="dxa"/>
            <w:noWrap/>
            <w:hideMark/>
          </w:tcPr>
          <w:p w14:paraId="2F228799" w14:textId="77777777" w:rsidR="004A2AB3" w:rsidRPr="004A2AB3" w:rsidRDefault="004A2AB3" w:rsidP="004A2AB3">
            <w:pPr>
              <w:jc w:val="left"/>
            </w:pPr>
            <w:r w:rsidRPr="004A2AB3">
              <w:t>15</w:t>
            </w:r>
          </w:p>
        </w:tc>
        <w:tc>
          <w:tcPr>
            <w:tcW w:w="960" w:type="dxa"/>
            <w:noWrap/>
            <w:hideMark/>
          </w:tcPr>
          <w:p w14:paraId="5AB8CA8D" w14:textId="77777777" w:rsidR="004A2AB3" w:rsidRPr="004A2AB3" w:rsidRDefault="004A2AB3" w:rsidP="004A2AB3">
            <w:pPr>
              <w:jc w:val="left"/>
            </w:pPr>
            <w:r w:rsidRPr="004A2AB3">
              <w:t>pcs</w:t>
            </w:r>
          </w:p>
        </w:tc>
        <w:tc>
          <w:tcPr>
            <w:tcW w:w="1180" w:type="dxa"/>
            <w:noWrap/>
            <w:hideMark/>
          </w:tcPr>
          <w:p w14:paraId="7E3F787B" w14:textId="77777777" w:rsidR="004A2AB3" w:rsidRPr="004A2AB3" w:rsidRDefault="004A2AB3">
            <w:pPr>
              <w:jc w:val="left"/>
            </w:pPr>
            <w:r w:rsidRPr="004A2AB3">
              <w:t> </w:t>
            </w:r>
          </w:p>
        </w:tc>
        <w:tc>
          <w:tcPr>
            <w:tcW w:w="1120" w:type="dxa"/>
            <w:noWrap/>
            <w:hideMark/>
          </w:tcPr>
          <w:p w14:paraId="63FE1126" w14:textId="77777777" w:rsidR="004A2AB3" w:rsidRPr="004A2AB3" w:rsidRDefault="004A2AB3">
            <w:r w:rsidRPr="004A2AB3">
              <w:t> </w:t>
            </w:r>
          </w:p>
        </w:tc>
      </w:tr>
      <w:tr w:rsidR="004A2AB3" w:rsidRPr="004A2AB3" w14:paraId="6D16A5B1" w14:textId="77777777" w:rsidTr="004A2AB3">
        <w:trPr>
          <w:trHeight w:val="300"/>
        </w:trPr>
        <w:tc>
          <w:tcPr>
            <w:tcW w:w="2560" w:type="dxa"/>
            <w:noWrap/>
            <w:hideMark/>
          </w:tcPr>
          <w:p w14:paraId="7969371F" w14:textId="77777777" w:rsidR="004A2AB3" w:rsidRPr="004A2AB3" w:rsidRDefault="004A2AB3">
            <w:r w:rsidRPr="004A2AB3">
              <w:lastRenderedPageBreak/>
              <w:t>Hammer</w:t>
            </w:r>
          </w:p>
        </w:tc>
        <w:tc>
          <w:tcPr>
            <w:tcW w:w="960" w:type="dxa"/>
            <w:noWrap/>
            <w:hideMark/>
          </w:tcPr>
          <w:p w14:paraId="5474A1D0" w14:textId="77777777" w:rsidR="004A2AB3" w:rsidRPr="004A2AB3" w:rsidRDefault="004A2AB3" w:rsidP="004A2AB3">
            <w:pPr>
              <w:jc w:val="left"/>
            </w:pPr>
            <w:r w:rsidRPr="004A2AB3">
              <w:t>1</w:t>
            </w:r>
          </w:p>
        </w:tc>
        <w:tc>
          <w:tcPr>
            <w:tcW w:w="960" w:type="dxa"/>
            <w:noWrap/>
            <w:hideMark/>
          </w:tcPr>
          <w:p w14:paraId="197084A7" w14:textId="77777777" w:rsidR="004A2AB3" w:rsidRPr="004A2AB3" w:rsidRDefault="004A2AB3" w:rsidP="004A2AB3">
            <w:pPr>
              <w:jc w:val="left"/>
            </w:pPr>
            <w:r w:rsidRPr="004A2AB3">
              <w:t>pcs</w:t>
            </w:r>
          </w:p>
        </w:tc>
        <w:tc>
          <w:tcPr>
            <w:tcW w:w="1180" w:type="dxa"/>
            <w:noWrap/>
            <w:hideMark/>
          </w:tcPr>
          <w:p w14:paraId="0C9DB737" w14:textId="77777777" w:rsidR="004A2AB3" w:rsidRPr="004A2AB3" w:rsidRDefault="004A2AB3">
            <w:pPr>
              <w:jc w:val="left"/>
            </w:pPr>
            <w:r w:rsidRPr="004A2AB3">
              <w:t> </w:t>
            </w:r>
          </w:p>
        </w:tc>
        <w:tc>
          <w:tcPr>
            <w:tcW w:w="1120" w:type="dxa"/>
            <w:noWrap/>
            <w:hideMark/>
          </w:tcPr>
          <w:p w14:paraId="198A6378" w14:textId="77777777" w:rsidR="004A2AB3" w:rsidRPr="004A2AB3" w:rsidRDefault="004A2AB3">
            <w:r w:rsidRPr="004A2AB3">
              <w:t> </w:t>
            </w:r>
          </w:p>
        </w:tc>
      </w:tr>
      <w:tr w:rsidR="004A2AB3" w:rsidRPr="004A2AB3" w14:paraId="788AF699" w14:textId="77777777" w:rsidTr="004A2AB3">
        <w:trPr>
          <w:trHeight w:val="300"/>
        </w:trPr>
        <w:tc>
          <w:tcPr>
            <w:tcW w:w="2560" w:type="dxa"/>
            <w:noWrap/>
            <w:hideMark/>
          </w:tcPr>
          <w:p w14:paraId="18DF72DC" w14:textId="77777777" w:rsidR="004A2AB3" w:rsidRPr="004A2AB3" w:rsidRDefault="004A2AB3">
            <w:r w:rsidRPr="004A2AB3">
              <w:t xml:space="preserve">Wheelbarrow </w:t>
            </w:r>
          </w:p>
        </w:tc>
        <w:tc>
          <w:tcPr>
            <w:tcW w:w="960" w:type="dxa"/>
            <w:noWrap/>
            <w:hideMark/>
          </w:tcPr>
          <w:p w14:paraId="4F4629A1" w14:textId="77777777" w:rsidR="004A2AB3" w:rsidRPr="004A2AB3" w:rsidRDefault="004A2AB3" w:rsidP="004A2AB3">
            <w:pPr>
              <w:jc w:val="left"/>
            </w:pPr>
            <w:r w:rsidRPr="004A2AB3">
              <w:t>4</w:t>
            </w:r>
          </w:p>
        </w:tc>
        <w:tc>
          <w:tcPr>
            <w:tcW w:w="960" w:type="dxa"/>
            <w:noWrap/>
            <w:hideMark/>
          </w:tcPr>
          <w:p w14:paraId="51B7D8CF" w14:textId="77777777" w:rsidR="004A2AB3" w:rsidRPr="004A2AB3" w:rsidRDefault="004A2AB3" w:rsidP="004A2AB3">
            <w:pPr>
              <w:jc w:val="left"/>
            </w:pPr>
            <w:r w:rsidRPr="004A2AB3">
              <w:t>nos</w:t>
            </w:r>
          </w:p>
        </w:tc>
        <w:tc>
          <w:tcPr>
            <w:tcW w:w="1180" w:type="dxa"/>
            <w:noWrap/>
            <w:hideMark/>
          </w:tcPr>
          <w:p w14:paraId="15055671" w14:textId="77777777" w:rsidR="004A2AB3" w:rsidRPr="004A2AB3" w:rsidRDefault="004A2AB3">
            <w:pPr>
              <w:jc w:val="left"/>
            </w:pPr>
            <w:r w:rsidRPr="004A2AB3">
              <w:t> </w:t>
            </w:r>
          </w:p>
        </w:tc>
        <w:tc>
          <w:tcPr>
            <w:tcW w:w="1120" w:type="dxa"/>
            <w:noWrap/>
            <w:hideMark/>
          </w:tcPr>
          <w:p w14:paraId="08D1ED58" w14:textId="77777777" w:rsidR="004A2AB3" w:rsidRPr="004A2AB3" w:rsidRDefault="004A2AB3">
            <w:r w:rsidRPr="004A2AB3">
              <w:t> </w:t>
            </w:r>
          </w:p>
        </w:tc>
      </w:tr>
      <w:tr w:rsidR="004A2AB3" w:rsidRPr="004A2AB3" w14:paraId="5D69C354" w14:textId="77777777" w:rsidTr="004A2AB3">
        <w:trPr>
          <w:trHeight w:val="300"/>
        </w:trPr>
        <w:tc>
          <w:tcPr>
            <w:tcW w:w="2560" w:type="dxa"/>
            <w:noWrap/>
            <w:hideMark/>
          </w:tcPr>
          <w:p w14:paraId="06233D2D" w14:textId="77777777" w:rsidR="004A2AB3" w:rsidRPr="004A2AB3" w:rsidRDefault="004A2AB3">
            <w:proofErr w:type="gramStart"/>
            <w:r w:rsidRPr="004A2AB3">
              <w:t>Crow Bar</w:t>
            </w:r>
            <w:proofErr w:type="gramEnd"/>
          </w:p>
        </w:tc>
        <w:tc>
          <w:tcPr>
            <w:tcW w:w="960" w:type="dxa"/>
            <w:noWrap/>
            <w:hideMark/>
          </w:tcPr>
          <w:p w14:paraId="10EEA8EA" w14:textId="77777777" w:rsidR="004A2AB3" w:rsidRPr="004A2AB3" w:rsidRDefault="004A2AB3" w:rsidP="004A2AB3">
            <w:pPr>
              <w:jc w:val="left"/>
            </w:pPr>
            <w:r w:rsidRPr="004A2AB3">
              <w:t>1</w:t>
            </w:r>
          </w:p>
        </w:tc>
        <w:tc>
          <w:tcPr>
            <w:tcW w:w="960" w:type="dxa"/>
            <w:noWrap/>
            <w:hideMark/>
          </w:tcPr>
          <w:p w14:paraId="2ED2CA03" w14:textId="77777777" w:rsidR="004A2AB3" w:rsidRPr="004A2AB3" w:rsidRDefault="004A2AB3" w:rsidP="004A2AB3">
            <w:pPr>
              <w:jc w:val="left"/>
            </w:pPr>
            <w:r w:rsidRPr="004A2AB3">
              <w:t>pcs</w:t>
            </w:r>
          </w:p>
        </w:tc>
        <w:tc>
          <w:tcPr>
            <w:tcW w:w="1180" w:type="dxa"/>
            <w:noWrap/>
            <w:hideMark/>
          </w:tcPr>
          <w:p w14:paraId="679CA6FC" w14:textId="77777777" w:rsidR="004A2AB3" w:rsidRPr="004A2AB3" w:rsidRDefault="004A2AB3">
            <w:pPr>
              <w:jc w:val="left"/>
            </w:pPr>
            <w:r w:rsidRPr="004A2AB3">
              <w:t> </w:t>
            </w:r>
          </w:p>
        </w:tc>
        <w:tc>
          <w:tcPr>
            <w:tcW w:w="1120" w:type="dxa"/>
            <w:noWrap/>
            <w:hideMark/>
          </w:tcPr>
          <w:p w14:paraId="7FBEFFD6" w14:textId="77777777" w:rsidR="004A2AB3" w:rsidRPr="004A2AB3" w:rsidRDefault="004A2AB3">
            <w:r w:rsidRPr="004A2AB3">
              <w:t> </w:t>
            </w:r>
          </w:p>
        </w:tc>
      </w:tr>
      <w:tr w:rsidR="004A2AB3" w:rsidRPr="004A2AB3" w14:paraId="1FDAB471" w14:textId="77777777" w:rsidTr="004A2AB3">
        <w:trPr>
          <w:trHeight w:val="300"/>
        </w:trPr>
        <w:tc>
          <w:tcPr>
            <w:tcW w:w="2560" w:type="dxa"/>
            <w:noWrap/>
            <w:hideMark/>
          </w:tcPr>
          <w:p w14:paraId="3D7760D5" w14:textId="77777777" w:rsidR="004A2AB3" w:rsidRPr="004A2AB3" w:rsidRDefault="004A2AB3">
            <w:pPr>
              <w:rPr>
                <w:b/>
                <w:bCs/>
              </w:rPr>
            </w:pPr>
            <w:r w:rsidRPr="004A2AB3">
              <w:rPr>
                <w:b/>
                <w:bCs/>
              </w:rPr>
              <w:t>Total cost</w:t>
            </w:r>
          </w:p>
        </w:tc>
        <w:tc>
          <w:tcPr>
            <w:tcW w:w="960" w:type="dxa"/>
            <w:noWrap/>
            <w:hideMark/>
          </w:tcPr>
          <w:p w14:paraId="27CA93C3" w14:textId="77777777" w:rsidR="004A2AB3" w:rsidRPr="004A2AB3" w:rsidRDefault="004A2AB3" w:rsidP="004A2AB3">
            <w:pPr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21936527" w14:textId="77777777" w:rsidR="004A2AB3" w:rsidRPr="004A2AB3" w:rsidRDefault="004A2AB3" w:rsidP="004A2AB3">
            <w:pPr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1180" w:type="dxa"/>
            <w:noWrap/>
            <w:hideMark/>
          </w:tcPr>
          <w:p w14:paraId="2E9C3D52" w14:textId="77777777" w:rsidR="004A2AB3" w:rsidRPr="004A2AB3" w:rsidRDefault="004A2AB3">
            <w:pPr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1120" w:type="dxa"/>
            <w:noWrap/>
            <w:hideMark/>
          </w:tcPr>
          <w:p w14:paraId="3AE93673" w14:textId="77777777" w:rsidR="004A2AB3" w:rsidRPr="004A2AB3" w:rsidRDefault="004A2AB3">
            <w:pPr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</w:tr>
      <w:tr w:rsidR="004A2AB3" w:rsidRPr="004A2AB3" w14:paraId="7D193472" w14:textId="77777777" w:rsidTr="004A2AB3">
        <w:trPr>
          <w:trHeight w:val="300"/>
        </w:trPr>
        <w:tc>
          <w:tcPr>
            <w:tcW w:w="2560" w:type="dxa"/>
            <w:noWrap/>
            <w:hideMark/>
          </w:tcPr>
          <w:p w14:paraId="244924A6" w14:textId="77777777" w:rsidR="004A2AB3" w:rsidRPr="004A2AB3" w:rsidRDefault="004A2AB3">
            <w:pPr>
              <w:rPr>
                <w:b/>
                <w:bCs/>
              </w:rPr>
            </w:pPr>
            <w:r w:rsidRPr="004A2AB3">
              <w:rPr>
                <w:b/>
                <w:bCs/>
              </w:rPr>
              <w:t>Other charges if any</w:t>
            </w:r>
          </w:p>
        </w:tc>
        <w:tc>
          <w:tcPr>
            <w:tcW w:w="960" w:type="dxa"/>
            <w:noWrap/>
            <w:hideMark/>
          </w:tcPr>
          <w:p w14:paraId="250FC6BA" w14:textId="77777777" w:rsidR="004A2AB3" w:rsidRPr="004A2AB3" w:rsidRDefault="004A2AB3" w:rsidP="004A2AB3">
            <w:pPr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69479FEA" w14:textId="77777777" w:rsidR="004A2AB3" w:rsidRPr="004A2AB3" w:rsidRDefault="004A2AB3" w:rsidP="004A2AB3">
            <w:pPr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1180" w:type="dxa"/>
            <w:noWrap/>
            <w:hideMark/>
          </w:tcPr>
          <w:p w14:paraId="7BCEC5BF" w14:textId="77777777" w:rsidR="004A2AB3" w:rsidRPr="004A2AB3" w:rsidRDefault="004A2AB3">
            <w:pPr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1120" w:type="dxa"/>
            <w:noWrap/>
            <w:hideMark/>
          </w:tcPr>
          <w:p w14:paraId="46852640" w14:textId="77777777" w:rsidR="004A2AB3" w:rsidRPr="004A2AB3" w:rsidRDefault="004A2AB3">
            <w:pPr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</w:tr>
      <w:tr w:rsidR="004A2AB3" w:rsidRPr="004A2AB3" w14:paraId="3BFD4B8F" w14:textId="77777777" w:rsidTr="004A2AB3">
        <w:trPr>
          <w:trHeight w:val="300"/>
        </w:trPr>
        <w:tc>
          <w:tcPr>
            <w:tcW w:w="2560" w:type="dxa"/>
            <w:noWrap/>
            <w:hideMark/>
          </w:tcPr>
          <w:p w14:paraId="4AFDF964" w14:textId="77777777" w:rsidR="004A2AB3" w:rsidRPr="004A2AB3" w:rsidRDefault="004A2AB3">
            <w:pPr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0C555476" w14:textId="77777777" w:rsidR="004A2AB3" w:rsidRPr="004A2AB3" w:rsidRDefault="004A2AB3" w:rsidP="004A2AB3">
            <w:pPr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4095F242" w14:textId="77777777" w:rsidR="004A2AB3" w:rsidRPr="004A2AB3" w:rsidRDefault="004A2AB3" w:rsidP="004A2AB3">
            <w:pPr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1180" w:type="dxa"/>
            <w:noWrap/>
            <w:hideMark/>
          </w:tcPr>
          <w:p w14:paraId="537B9B14" w14:textId="77777777" w:rsidR="004A2AB3" w:rsidRPr="004A2AB3" w:rsidRDefault="004A2AB3">
            <w:pPr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1120" w:type="dxa"/>
            <w:noWrap/>
            <w:hideMark/>
          </w:tcPr>
          <w:p w14:paraId="47F92495" w14:textId="77777777" w:rsidR="004A2AB3" w:rsidRPr="004A2AB3" w:rsidRDefault="004A2AB3">
            <w:pPr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</w:tr>
      <w:tr w:rsidR="004A2AB3" w:rsidRPr="004A2AB3" w14:paraId="40AC7471" w14:textId="77777777" w:rsidTr="004A2AB3">
        <w:trPr>
          <w:trHeight w:val="300"/>
        </w:trPr>
        <w:tc>
          <w:tcPr>
            <w:tcW w:w="2560" w:type="dxa"/>
            <w:noWrap/>
            <w:hideMark/>
          </w:tcPr>
          <w:p w14:paraId="7F488835" w14:textId="77777777" w:rsidR="004A2AB3" w:rsidRPr="004A2AB3" w:rsidRDefault="004A2AB3">
            <w:pPr>
              <w:rPr>
                <w:b/>
                <w:bCs/>
              </w:rPr>
            </w:pPr>
            <w:r w:rsidRPr="004A2AB3">
              <w:rPr>
                <w:b/>
                <w:bCs/>
              </w:rPr>
              <w:t>vat</w:t>
            </w:r>
          </w:p>
        </w:tc>
        <w:tc>
          <w:tcPr>
            <w:tcW w:w="960" w:type="dxa"/>
            <w:noWrap/>
            <w:hideMark/>
          </w:tcPr>
          <w:p w14:paraId="1C9E629A" w14:textId="77777777" w:rsidR="004A2AB3" w:rsidRPr="004A2AB3" w:rsidRDefault="004A2AB3" w:rsidP="004A2AB3">
            <w:pPr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03395F7A" w14:textId="77777777" w:rsidR="004A2AB3" w:rsidRPr="004A2AB3" w:rsidRDefault="004A2AB3" w:rsidP="004A2AB3">
            <w:pPr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1180" w:type="dxa"/>
            <w:noWrap/>
            <w:hideMark/>
          </w:tcPr>
          <w:p w14:paraId="4B108145" w14:textId="77777777" w:rsidR="004A2AB3" w:rsidRPr="004A2AB3" w:rsidRDefault="004A2AB3">
            <w:pPr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1120" w:type="dxa"/>
            <w:noWrap/>
            <w:hideMark/>
          </w:tcPr>
          <w:p w14:paraId="533C0584" w14:textId="77777777" w:rsidR="004A2AB3" w:rsidRPr="004A2AB3" w:rsidRDefault="004A2AB3">
            <w:pPr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</w:tr>
      <w:tr w:rsidR="004A2AB3" w:rsidRPr="004A2AB3" w14:paraId="152EB179" w14:textId="77777777" w:rsidTr="004A2AB3">
        <w:trPr>
          <w:trHeight w:val="300"/>
        </w:trPr>
        <w:tc>
          <w:tcPr>
            <w:tcW w:w="2560" w:type="dxa"/>
            <w:noWrap/>
            <w:hideMark/>
          </w:tcPr>
          <w:p w14:paraId="32FBE493" w14:textId="77777777" w:rsidR="004A2AB3" w:rsidRPr="004A2AB3" w:rsidRDefault="004A2AB3">
            <w:pPr>
              <w:rPr>
                <w:b/>
                <w:bCs/>
              </w:rPr>
            </w:pPr>
            <w:r w:rsidRPr="004A2AB3">
              <w:rPr>
                <w:b/>
                <w:bCs/>
              </w:rPr>
              <w:t>Total cost (vat inclusive)</w:t>
            </w:r>
          </w:p>
        </w:tc>
        <w:tc>
          <w:tcPr>
            <w:tcW w:w="960" w:type="dxa"/>
            <w:noWrap/>
            <w:hideMark/>
          </w:tcPr>
          <w:p w14:paraId="047CA6DC" w14:textId="77777777" w:rsidR="004A2AB3" w:rsidRPr="004A2AB3" w:rsidRDefault="004A2AB3" w:rsidP="004A2AB3">
            <w:pPr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3D19F607" w14:textId="77777777" w:rsidR="004A2AB3" w:rsidRPr="004A2AB3" w:rsidRDefault="004A2AB3" w:rsidP="004A2AB3">
            <w:pPr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1180" w:type="dxa"/>
            <w:noWrap/>
            <w:hideMark/>
          </w:tcPr>
          <w:p w14:paraId="2800358C" w14:textId="77777777" w:rsidR="004A2AB3" w:rsidRPr="004A2AB3" w:rsidRDefault="004A2AB3">
            <w:pPr>
              <w:jc w:val="left"/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  <w:tc>
          <w:tcPr>
            <w:tcW w:w="1120" w:type="dxa"/>
            <w:noWrap/>
            <w:hideMark/>
          </w:tcPr>
          <w:p w14:paraId="2B130EE2" w14:textId="77777777" w:rsidR="004A2AB3" w:rsidRPr="004A2AB3" w:rsidRDefault="004A2AB3">
            <w:pPr>
              <w:rPr>
                <w:b/>
                <w:bCs/>
              </w:rPr>
            </w:pPr>
            <w:r w:rsidRPr="004A2AB3">
              <w:rPr>
                <w:b/>
                <w:bCs/>
              </w:rPr>
              <w:t> </w:t>
            </w:r>
          </w:p>
        </w:tc>
      </w:tr>
    </w:tbl>
    <w:p w14:paraId="246C07AB" w14:textId="3B5B195E" w:rsidR="004A2AB3" w:rsidRDefault="004A2AB3" w:rsidP="004A2AB3">
      <w:pPr>
        <w:rPr>
          <w:lang w:val="en-GB"/>
        </w:rPr>
      </w:pPr>
      <w:r>
        <w:rPr>
          <w:lang w:val="en-GB"/>
        </w:rPr>
        <w:fldChar w:fldCharType="end"/>
      </w:r>
    </w:p>
    <w:p w14:paraId="337BF20D" w14:textId="77777777" w:rsidR="004C4AF0" w:rsidRPr="004C4AF0" w:rsidRDefault="004C4AF0" w:rsidP="004A2AB3">
      <w:pPr>
        <w:pStyle w:val="ListParagraph"/>
        <w:numPr>
          <w:ilvl w:val="0"/>
          <w:numId w:val="10"/>
        </w:numPr>
        <w:ind w:leftChars="0"/>
        <w:rPr>
          <w:rFonts w:ascii="Times New Roman" w:eastAsia="SimSun" w:hAnsi="Times New Roman"/>
          <w:b/>
          <w:bCs/>
          <w:kern w:val="0"/>
          <w:sz w:val="24"/>
          <w:szCs w:val="24"/>
          <w:lang w:val="en-AU" w:eastAsia="en-AU"/>
        </w:rPr>
      </w:pPr>
      <w:r w:rsidRPr="004C4AF0">
        <w:rPr>
          <w:b/>
          <w:bCs/>
          <w:sz w:val="24"/>
          <w:szCs w:val="24"/>
          <w:lang w:val="en-GB"/>
        </w:rPr>
        <w:t>Construction materials for CPPL Bairiki seawall</w:t>
      </w:r>
    </w:p>
    <w:p w14:paraId="277E6E3D" w14:textId="46367D91" w:rsidR="004C4AF0" w:rsidRDefault="004C4AF0" w:rsidP="004C4AF0">
      <w:pPr>
        <w:pStyle w:val="ListParagraph"/>
        <w:ind w:leftChars="0" w:left="720"/>
        <w:rPr>
          <w:rFonts w:ascii="Times New Roman" w:eastAsia="SimSun" w:hAnsi="Times New Roman"/>
          <w:kern w:val="0"/>
          <w:szCs w:val="20"/>
          <w:lang w:val="en-AU" w:eastAsia="en-AU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LINK Excel.Sheet.12 "C:\\Users\\sally\\Documents\\2024\\Procurement 2024\\OCM &amp; LCM\\Good\\OB\\OB Disaster construction materials for 8 disaster projects\\Compiled Material List_final.xlsx" "CPPL Bairiki Seawall!R2C2:R28C6" \a \f 4 \h </w:instrText>
      </w:r>
      <w:r>
        <w:rPr>
          <w:lang w:val="en-GB"/>
        </w:rPr>
        <w:fldChar w:fldCharType="separate"/>
      </w:r>
    </w:p>
    <w:tbl>
      <w:tblPr>
        <w:tblW w:w="6600" w:type="dxa"/>
        <w:tblLook w:val="04A0" w:firstRow="1" w:lastRow="0" w:firstColumn="1" w:lastColumn="0" w:noHBand="0" w:noVBand="1"/>
      </w:tblPr>
      <w:tblGrid>
        <w:gridCol w:w="2380"/>
        <w:gridCol w:w="1023"/>
        <w:gridCol w:w="960"/>
        <w:gridCol w:w="1155"/>
        <w:gridCol w:w="1180"/>
      </w:tblGrid>
      <w:tr w:rsidR="004C4AF0" w:rsidRPr="004C4AF0" w14:paraId="5FBEF173" w14:textId="77777777" w:rsidTr="004C4AF0">
        <w:trPr>
          <w:trHeight w:val="60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683E7" w14:textId="7F7E332E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Item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EEC84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Quantity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4553F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Unit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75529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Price Quotation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AE8BA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T/Price Quotation</w:t>
            </w:r>
          </w:p>
        </w:tc>
      </w:tr>
      <w:tr w:rsidR="004C4AF0" w:rsidRPr="004C4AF0" w14:paraId="35E89A9A" w14:textId="77777777" w:rsidTr="004C4AF0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1A65D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Cement 40Kg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8129A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8F76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bags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282D3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1B424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C4AF0" w:rsidRPr="004C4AF0" w14:paraId="7E019B83" w14:textId="77777777" w:rsidTr="004C4AF0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FD166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 xml:space="preserve">Geotextile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10C86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3BB0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roll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07B98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259F4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C4AF0" w:rsidRPr="004C4AF0" w14:paraId="2AD30FDC" w14:textId="77777777" w:rsidTr="004C4AF0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7E16F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Sandbag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02815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813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E6F6B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pcs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521C7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DBB30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C4AF0" w:rsidRPr="004C4AF0" w14:paraId="270138FA" w14:textId="77777777" w:rsidTr="004C4AF0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4224A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PVC pipe 100mm diam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47A00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93B6D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Length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98DE2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4BCF0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C4AF0" w:rsidRPr="004C4AF0" w14:paraId="66FC27F2" w14:textId="77777777" w:rsidTr="004C4AF0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396F9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Formply Sheets 3/4"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3CB96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62086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sheets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A5ECA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485F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C4AF0" w:rsidRPr="004C4AF0" w14:paraId="0F3C7143" w14:textId="77777777" w:rsidTr="004C4AF0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55B08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Timber 100×50mm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2463A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D16E2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length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3A096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7514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C4AF0" w:rsidRPr="004C4AF0" w14:paraId="1600B49D" w14:textId="77777777" w:rsidTr="004C4AF0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1C785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Nail 4"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00B4A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E4C8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EB0C3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FF617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C4AF0" w:rsidRPr="004C4AF0" w14:paraId="62B1067D" w14:textId="77777777" w:rsidTr="004C4AF0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D9FDC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Nail 3"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A96EE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D2AC3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E4FE3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B7128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C4AF0" w:rsidRPr="004C4AF0" w14:paraId="69A562CA" w14:textId="77777777" w:rsidTr="004C4AF0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2C606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Nail 1 1/2" flat head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39B23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36814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A35B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3969A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C4AF0" w:rsidRPr="004C4AF0" w14:paraId="5E40CC57" w14:textId="77777777" w:rsidTr="004C4AF0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BDF37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Tape measure 50 mtr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EEFD0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C631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nos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A3885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6FD51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C4AF0" w:rsidRPr="004C4AF0" w14:paraId="0C03F622" w14:textId="77777777" w:rsidTr="004C4AF0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BFD1F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Tape measure 8 mtr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A8519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0ED37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nos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4EB7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DA65D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C4AF0" w:rsidRPr="004C4AF0" w14:paraId="76991B96" w14:textId="77777777" w:rsidTr="004C4AF0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6409C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Handsaw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9545E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A716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nos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4EA75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360E5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C4AF0" w:rsidRPr="004C4AF0" w14:paraId="7FBAA5BB" w14:textId="77777777" w:rsidTr="004C4AF0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46FF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proofErr w:type="gramStart"/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Crow bar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48812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4CF84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nos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9BE8A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F87D5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C4AF0" w:rsidRPr="004C4AF0" w14:paraId="27021D82" w14:textId="77777777" w:rsidTr="004C4AF0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4EF58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Claw Hammer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ED8E9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44999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nos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83C16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5F91A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C4AF0" w:rsidRPr="004C4AF0" w14:paraId="72D1244A" w14:textId="77777777" w:rsidTr="004C4AF0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2CD82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Shovels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2C06F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D0B62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nos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9D20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A851B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C4AF0" w:rsidRPr="004C4AF0" w14:paraId="6F3C488B" w14:textId="77777777" w:rsidTr="004C4AF0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A26AA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proofErr w:type="gramStart"/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Wheel barrow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A244B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F3798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nos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4C737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B72B4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C4AF0" w:rsidRPr="004C4AF0" w14:paraId="714671E6" w14:textId="77777777" w:rsidTr="004C4AF0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DE93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Gloves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2A4C4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7B451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pairs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D5B58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62997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C4AF0" w:rsidRPr="004C4AF0" w14:paraId="54403D88" w14:textId="77777777" w:rsidTr="004C4AF0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C81E9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Safety Glasses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09D23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92B38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nos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BE594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31742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C4AF0" w:rsidRPr="004C4AF0" w14:paraId="5D18E445" w14:textId="77777777" w:rsidTr="004C4AF0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5C3A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Rubber boot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00465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5830A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pairs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0E348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3A63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C4AF0" w:rsidRPr="004C4AF0" w14:paraId="18B14936" w14:textId="77777777" w:rsidTr="004C4AF0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A1218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Vest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4F330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27BCA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nos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3B7E4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298EB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C4AF0" w:rsidRPr="004C4AF0" w14:paraId="31AD0EAC" w14:textId="77777777" w:rsidTr="004C4AF0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26E4A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Helmet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DE646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7D9A8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nos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5CDC8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463FF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C4AF0" w:rsidRPr="004C4AF0" w14:paraId="5DF5F1FC" w14:textId="77777777" w:rsidTr="004C4AF0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89893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Total cost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2332A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1C473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A42B9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E8FF8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C4AF0" w:rsidRPr="004C4AF0" w14:paraId="344BCB64" w14:textId="77777777" w:rsidTr="004C4AF0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14908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other charges if 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B94BE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618E3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8A77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D471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C4AF0" w:rsidRPr="004C4AF0" w14:paraId="6288476C" w14:textId="77777777" w:rsidTr="004C4AF0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9B16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87A14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17FF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57D76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AD9F4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C4AF0" w:rsidRPr="004C4AF0" w14:paraId="3C99FE89" w14:textId="77777777" w:rsidTr="004C4AF0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8D5B9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 xml:space="preserve">vat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BEBBB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F3064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01C6E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F9955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C4AF0" w:rsidRPr="004C4AF0" w14:paraId="4DB6D07B" w14:textId="77777777" w:rsidTr="004C4AF0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6B17F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lastRenderedPageBreak/>
              <w:t>Total cost (vat inclusive)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44C46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EC13" w14:textId="77777777" w:rsidR="004C4AF0" w:rsidRPr="004C4AF0" w:rsidRDefault="004C4AF0" w:rsidP="004C4AF0">
            <w:pPr>
              <w:spacing w:before="0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37C28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EC98B" w14:textId="77777777" w:rsidR="004C4AF0" w:rsidRPr="004C4AF0" w:rsidRDefault="004C4AF0" w:rsidP="004C4AF0">
            <w:pPr>
              <w:spacing w:before="0"/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C4AF0">
              <w:rPr>
                <w:rFonts w:ascii="Aptos Narrow" w:eastAsia="Times New Roman" w:hAnsi="Aptos Narrow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</w:tbl>
    <w:p w14:paraId="503FCE03" w14:textId="14F1F9CF" w:rsidR="004A2AB3" w:rsidRDefault="004C4AF0" w:rsidP="004C4AF0">
      <w:pPr>
        <w:rPr>
          <w:lang w:val="en-GB"/>
        </w:rPr>
      </w:pPr>
      <w:r>
        <w:rPr>
          <w:lang w:val="en-GB"/>
        </w:rPr>
        <w:fldChar w:fldCharType="end"/>
      </w:r>
    </w:p>
    <w:p w14:paraId="29D8F396" w14:textId="77777777" w:rsidR="004C4AF0" w:rsidRDefault="004C4AF0" w:rsidP="004C4AF0">
      <w:pPr>
        <w:pStyle w:val="ListParagraph"/>
        <w:ind w:leftChars="0" w:left="644"/>
        <w:rPr>
          <w:lang w:val="en-GB"/>
        </w:rPr>
      </w:pPr>
    </w:p>
    <w:p w14:paraId="4FA7DBE3" w14:textId="77777777" w:rsidR="004C4AF0" w:rsidRDefault="004C4AF0" w:rsidP="004C4AF0">
      <w:pPr>
        <w:pStyle w:val="ListParagraph"/>
        <w:ind w:leftChars="0" w:left="644"/>
        <w:rPr>
          <w:lang w:val="en-GB"/>
        </w:rPr>
      </w:pPr>
    </w:p>
    <w:p w14:paraId="070E359C" w14:textId="77777777" w:rsidR="004C4AF0" w:rsidRPr="004C4AF0" w:rsidRDefault="004C4AF0" w:rsidP="004C4AF0">
      <w:pPr>
        <w:ind w:left="284"/>
        <w:rPr>
          <w:lang w:val="en-GB"/>
        </w:rPr>
      </w:pPr>
    </w:p>
    <w:p w14:paraId="5832349A" w14:textId="61628D29" w:rsidR="004C4AF0" w:rsidRPr="004C4AF0" w:rsidRDefault="004C4AF0" w:rsidP="004C4AF0">
      <w:pPr>
        <w:pStyle w:val="ListParagraph"/>
        <w:numPr>
          <w:ilvl w:val="0"/>
          <w:numId w:val="10"/>
        </w:numPr>
        <w:ind w:leftChars="0"/>
        <w:rPr>
          <w:b/>
          <w:bCs/>
          <w:sz w:val="24"/>
          <w:szCs w:val="24"/>
          <w:lang w:val="en-GB"/>
        </w:rPr>
      </w:pPr>
      <w:r w:rsidRPr="004C4AF0">
        <w:rPr>
          <w:b/>
          <w:bCs/>
          <w:sz w:val="24"/>
          <w:szCs w:val="24"/>
          <w:lang w:val="en-GB"/>
        </w:rPr>
        <w:t xml:space="preserve">Construction material for </w:t>
      </w:r>
      <w:r>
        <w:rPr>
          <w:b/>
          <w:bCs/>
          <w:sz w:val="24"/>
          <w:szCs w:val="24"/>
          <w:lang w:val="en-GB"/>
        </w:rPr>
        <w:t>disaster</w:t>
      </w:r>
      <w:r w:rsidRPr="004C4AF0">
        <w:rPr>
          <w:b/>
          <w:bCs/>
          <w:sz w:val="24"/>
          <w:szCs w:val="24"/>
          <w:lang w:val="en-GB"/>
        </w:rPr>
        <w:t xml:space="preserve"> projects </w:t>
      </w:r>
    </w:p>
    <w:p w14:paraId="43CF2B74" w14:textId="77777777" w:rsidR="004C4AF0" w:rsidRDefault="004C4AF0" w:rsidP="004C4AF0">
      <w:pPr>
        <w:rPr>
          <w:lang w:val="en-GB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118"/>
        <w:gridCol w:w="4692"/>
        <w:gridCol w:w="1178"/>
        <w:gridCol w:w="1324"/>
        <w:gridCol w:w="1492"/>
      </w:tblGrid>
      <w:tr w:rsidR="004C4AF0" w:rsidRPr="004C4AF0" w14:paraId="7A179D6B" w14:textId="77777777" w:rsidTr="004C4AF0">
        <w:trPr>
          <w:trHeight w:val="600"/>
        </w:trPr>
        <w:tc>
          <w:tcPr>
            <w:tcW w:w="1118" w:type="dxa"/>
            <w:noWrap/>
            <w:hideMark/>
          </w:tcPr>
          <w:p w14:paraId="17DE3021" w14:textId="77777777" w:rsidR="004C4AF0" w:rsidRPr="004C4AF0" w:rsidRDefault="004C4AF0" w:rsidP="004C4AF0">
            <w:pPr>
              <w:rPr>
                <w:b/>
                <w:bCs/>
                <w:lang w:val="en-AU"/>
              </w:rPr>
            </w:pPr>
            <w:r w:rsidRPr="004C4AF0">
              <w:rPr>
                <w:b/>
                <w:bCs/>
              </w:rPr>
              <w:t>Item</w:t>
            </w:r>
          </w:p>
        </w:tc>
        <w:tc>
          <w:tcPr>
            <w:tcW w:w="4692" w:type="dxa"/>
            <w:noWrap/>
            <w:hideMark/>
          </w:tcPr>
          <w:p w14:paraId="41E91491" w14:textId="77777777" w:rsidR="004C4AF0" w:rsidRPr="004C4AF0" w:rsidRDefault="004C4AF0">
            <w:pPr>
              <w:rPr>
                <w:b/>
                <w:bCs/>
              </w:rPr>
            </w:pPr>
            <w:r w:rsidRPr="004C4AF0">
              <w:rPr>
                <w:b/>
                <w:bCs/>
              </w:rPr>
              <w:t>Specification</w:t>
            </w:r>
          </w:p>
        </w:tc>
        <w:tc>
          <w:tcPr>
            <w:tcW w:w="1165" w:type="dxa"/>
            <w:noWrap/>
            <w:hideMark/>
          </w:tcPr>
          <w:p w14:paraId="25C6C975" w14:textId="77777777" w:rsidR="004C4AF0" w:rsidRPr="004C4AF0" w:rsidRDefault="004C4AF0" w:rsidP="004C4AF0">
            <w:pPr>
              <w:jc w:val="left"/>
              <w:rPr>
                <w:b/>
                <w:bCs/>
              </w:rPr>
            </w:pPr>
            <w:r w:rsidRPr="004C4AF0">
              <w:rPr>
                <w:b/>
                <w:bCs/>
              </w:rPr>
              <w:t>Quantity</w:t>
            </w:r>
          </w:p>
        </w:tc>
        <w:tc>
          <w:tcPr>
            <w:tcW w:w="1309" w:type="dxa"/>
            <w:hideMark/>
          </w:tcPr>
          <w:p w14:paraId="562B4B9E" w14:textId="77777777" w:rsidR="004C4AF0" w:rsidRPr="004C4AF0" w:rsidRDefault="004C4AF0" w:rsidP="004C4AF0">
            <w:pPr>
              <w:jc w:val="left"/>
              <w:rPr>
                <w:b/>
                <w:bCs/>
              </w:rPr>
            </w:pPr>
            <w:r w:rsidRPr="004C4AF0">
              <w:rPr>
                <w:b/>
                <w:bCs/>
              </w:rPr>
              <w:t>Price Quotation</w:t>
            </w:r>
          </w:p>
        </w:tc>
        <w:tc>
          <w:tcPr>
            <w:tcW w:w="1492" w:type="dxa"/>
            <w:hideMark/>
          </w:tcPr>
          <w:p w14:paraId="5600DC7D" w14:textId="77777777" w:rsidR="004C4AF0" w:rsidRPr="004C4AF0" w:rsidRDefault="004C4AF0" w:rsidP="004C4AF0">
            <w:pPr>
              <w:jc w:val="left"/>
              <w:rPr>
                <w:b/>
                <w:bCs/>
              </w:rPr>
            </w:pPr>
            <w:r w:rsidRPr="004C4AF0">
              <w:rPr>
                <w:b/>
                <w:bCs/>
              </w:rPr>
              <w:t>T/Price Quotation</w:t>
            </w:r>
          </w:p>
        </w:tc>
      </w:tr>
      <w:tr w:rsidR="004C4AF0" w:rsidRPr="004C4AF0" w14:paraId="2E70A041" w14:textId="77777777" w:rsidTr="004C4AF0">
        <w:trPr>
          <w:trHeight w:val="300"/>
        </w:trPr>
        <w:tc>
          <w:tcPr>
            <w:tcW w:w="1118" w:type="dxa"/>
            <w:noWrap/>
            <w:hideMark/>
          </w:tcPr>
          <w:p w14:paraId="76FF154B" w14:textId="77777777" w:rsidR="004C4AF0" w:rsidRPr="004C4AF0" w:rsidRDefault="004C4AF0">
            <w:pPr>
              <w:jc w:val="left"/>
            </w:pPr>
            <w:r w:rsidRPr="004C4AF0">
              <w:t>Sandbag</w:t>
            </w:r>
          </w:p>
        </w:tc>
        <w:tc>
          <w:tcPr>
            <w:tcW w:w="4692" w:type="dxa"/>
            <w:noWrap/>
            <w:hideMark/>
          </w:tcPr>
          <w:p w14:paraId="32E0CF2A" w14:textId="77777777" w:rsidR="004C4AF0" w:rsidRPr="004C4AF0" w:rsidRDefault="004C4AF0">
            <w:r w:rsidRPr="004C4AF0">
              <w:t>Either option 1</w:t>
            </w:r>
          </w:p>
        </w:tc>
        <w:tc>
          <w:tcPr>
            <w:tcW w:w="1165" w:type="dxa"/>
            <w:noWrap/>
            <w:hideMark/>
          </w:tcPr>
          <w:p w14:paraId="75784DE7" w14:textId="77777777" w:rsidR="004C4AF0" w:rsidRPr="004C4AF0" w:rsidRDefault="004C4AF0" w:rsidP="004C4AF0">
            <w:pPr>
              <w:jc w:val="left"/>
            </w:pPr>
            <w:r w:rsidRPr="004C4AF0">
              <w:t>1500</w:t>
            </w:r>
          </w:p>
        </w:tc>
        <w:tc>
          <w:tcPr>
            <w:tcW w:w="1309" w:type="dxa"/>
            <w:noWrap/>
            <w:hideMark/>
          </w:tcPr>
          <w:p w14:paraId="23519A58" w14:textId="77777777" w:rsidR="004C4AF0" w:rsidRPr="004C4AF0" w:rsidRDefault="004C4AF0">
            <w:pPr>
              <w:jc w:val="left"/>
            </w:pPr>
            <w:r w:rsidRPr="004C4AF0">
              <w:t> </w:t>
            </w:r>
          </w:p>
        </w:tc>
        <w:tc>
          <w:tcPr>
            <w:tcW w:w="1492" w:type="dxa"/>
            <w:noWrap/>
            <w:hideMark/>
          </w:tcPr>
          <w:p w14:paraId="0C9AEC87" w14:textId="77777777" w:rsidR="004C4AF0" w:rsidRPr="004C4AF0" w:rsidRDefault="004C4AF0">
            <w:r w:rsidRPr="004C4AF0">
              <w:t> </w:t>
            </w:r>
          </w:p>
        </w:tc>
      </w:tr>
      <w:tr w:rsidR="004C4AF0" w:rsidRPr="004C4AF0" w14:paraId="745DEA12" w14:textId="77777777" w:rsidTr="004C4AF0">
        <w:trPr>
          <w:trHeight w:val="300"/>
        </w:trPr>
        <w:tc>
          <w:tcPr>
            <w:tcW w:w="1118" w:type="dxa"/>
            <w:noWrap/>
            <w:hideMark/>
          </w:tcPr>
          <w:p w14:paraId="31C0B3B5" w14:textId="77777777" w:rsidR="004C4AF0" w:rsidRPr="004C4AF0" w:rsidRDefault="004C4AF0">
            <w:r w:rsidRPr="004C4AF0">
              <w:t> </w:t>
            </w:r>
          </w:p>
        </w:tc>
        <w:tc>
          <w:tcPr>
            <w:tcW w:w="4692" w:type="dxa"/>
            <w:noWrap/>
            <w:hideMark/>
          </w:tcPr>
          <w:p w14:paraId="48BAF547" w14:textId="77777777" w:rsidR="004C4AF0" w:rsidRPr="004C4AF0" w:rsidRDefault="004C4AF0">
            <w:pPr>
              <w:rPr>
                <w:b/>
                <w:bCs/>
              </w:rPr>
            </w:pPr>
            <w:r w:rsidRPr="004C4AF0">
              <w:rPr>
                <w:b/>
                <w:bCs/>
              </w:rPr>
              <w:t xml:space="preserve">Total cost </w:t>
            </w:r>
          </w:p>
        </w:tc>
        <w:tc>
          <w:tcPr>
            <w:tcW w:w="1165" w:type="dxa"/>
            <w:noWrap/>
            <w:hideMark/>
          </w:tcPr>
          <w:p w14:paraId="47608C6B" w14:textId="77777777" w:rsidR="004C4AF0" w:rsidRPr="004C4AF0" w:rsidRDefault="004C4AF0" w:rsidP="004C4AF0">
            <w:pPr>
              <w:jc w:val="left"/>
              <w:rPr>
                <w:b/>
                <w:bCs/>
              </w:rPr>
            </w:pPr>
            <w:r w:rsidRPr="004C4AF0">
              <w:rPr>
                <w:b/>
                <w:bCs/>
              </w:rPr>
              <w:t> </w:t>
            </w:r>
          </w:p>
        </w:tc>
        <w:tc>
          <w:tcPr>
            <w:tcW w:w="1309" w:type="dxa"/>
            <w:noWrap/>
            <w:hideMark/>
          </w:tcPr>
          <w:p w14:paraId="5DF7C6BA" w14:textId="77777777" w:rsidR="004C4AF0" w:rsidRPr="004C4AF0" w:rsidRDefault="004C4AF0">
            <w:pPr>
              <w:jc w:val="left"/>
              <w:rPr>
                <w:b/>
                <w:bCs/>
              </w:rPr>
            </w:pPr>
            <w:r w:rsidRPr="004C4AF0">
              <w:rPr>
                <w:b/>
                <w:bCs/>
              </w:rPr>
              <w:t> </w:t>
            </w:r>
          </w:p>
        </w:tc>
        <w:tc>
          <w:tcPr>
            <w:tcW w:w="1492" w:type="dxa"/>
            <w:noWrap/>
            <w:hideMark/>
          </w:tcPr>
          <w:p w14:paraId="058FAFF4" w14:textId="77777777" w:rsidR="004C4AF0" w:rsidRPr="004C4AF0" w:rsidRDefault="004C4AF0">
            <w:pPr>
              <w:rPr>
                <w:b/>
                <w:bCs/>
              </w:rPr>
            </w:pPr>
            <w:r w:rsidRPr="004C4AF0">
              <w:rPr>
                <w:b/>
                <w:bCs/>
              </w:rPr>
              <w:t> </w:t>
            </w:r>
          </w:p>
        </w:tc>
      </w:tr>
      <w:tr w:rsidR="004C4AF0" w:rsidRPr="004C4AF0" w14:paraId="1C7E28A0" w14:textId="77777777" w:rsidTr="004C4AF0">
        <w:trPr>
          <w:trHeight w:val="300"/>
        </w:trPr>
        <w:tc>
          <w:tcPr>
            <w:tcW w:w="1118" w:type="dxa"/>
            <w:noWrap/>
            <w:hideMark/>
          </w:tcPr>
          <w:p w14:paraId="51E9AADA" w14:textId="77777777" w:rsidR="004C4AF0" w:rsidRPr="004C4AF0" w:rsidRDefault="004C4AF0">
            <w:r w:rsidRPr="004C4AF0">
              <w:t> </w:t>
            </w:r>
          </w:p>
        </w:tc>
        <w:tc>
          <w:tcPr>
            <w:tcW w:w="4692" w:type="dxa"/>
            <w:noWrap/>
            <w:hideMark/>
          </w:tcPr>
          <w:p w14:paraId="0C4C3FD8" w14:textId="77777777" w:rsidR="004C4AF0" w:rsidRPr="004C4AF0" w:rsidRDefault="004C4AF0">
            <w:pPr>
              <w:rPr>
                <w:b/>
                <w:bCs/>
              </w:rPr>
            </w:pPr>
            <w:r w:rsidRPr="004C4AF0">
              <w:rPr>
                <w:b/>
                <w:bCs/>
              </w:rPr>
              <w:t>other charges if any</w:t>
            </w:r>
          </w:p>
        </w:tc>
        <w:tc>
          <w:tcPr>
            <w:tcW w:w="1165" w:type="dxa"/>
            <w:noWrap/>
            <w:hideMark/>
          </w:tcPr>
          <w:p w14:paraId="643A025B" w14:textId="77777777" w:rsidR="004C4AF0" w:rsidRPr="004C4AF0" w:rsidRDefault="004C4AF0" w:rsidP="004C4AF0">
            <w:pPr>
              <w:jc w:val="left"/>
              <w:rPr>
                <w:b/>
                <w:bCs/>
              </w:rPr>
            </w:pPr>
            <w:r w:rsidRPr="004C4AF0">
              <w:rPr>
                <w:b/>
                <w:bCs/>
              </w:rPr>
              <w:t> </w:t>
            </w:r>
          </w:p>
        </w:tc>
        <w:tc>
          <w:tcPr>
            <w:tcW w:w="1309" w:type="dxa"/>
            <w:noWrap/>
            <w:hideMark/>
          </w:tcPr>
          <w:p w14:paraId="20794270" w14:textId="77777777" w:rsidR="004C4AF0" w:rsidRPr="004C4AF0" w:rsidRDefault="004C4AF0">
            <w:pPr>
              <w:jc w:val="left"/>
              <w:rPr>
                <w:b/>
                <w:bCs/>
              </w:rPr>
            </w:pPr>
            <w:r w:rsidRPr="004C4AF0">
              <w:rPr>
                <w:b/>
                <w:bCs/>
              </w:rPr>
              <w:t> </w:t>
            </w:r>
          </w:p>
        </w:tc>
        <w:tc>
          <w:tcPr>
            <w:tcW w:w="1492" w:type="dxa"/>
            <w:noWrap/>
            <w:hideMark/>
          </w:tcPr>
          <w:p w14:paraId="66F6934F" w14:textId="77777777" w:rsidR="004C4AF0" w:rsidRPr="004C4AF0" w:rsidRDefault="004C4AF0">
            <w:pPr>
              <w:rPr>
                <w:b/>
                <w:bCs/>
              </w:rPr>
            </w:pPr>
            <w:r w:rsidRPr="004C4AF0">
              <w:rPr>
                <w:b/>
                <w:bCs/>
              </w:rPr>
              <w:t> </w:t>
            </w:r>
          </w:p>
        </w:tc>
      </w:tr>
      <w:tr w:rsidR="004C4AF0" w:rsidRPr="004C4AF0" w14:paraId="387097F0" w14:textId="77777777" w:rsidTr="004C4AF0">
        <w:trPr>
          <w:trHeight w:val="300"/>
        </w:trPr>
        <w:tc>
          <w:tcPr>
            <w:tcW w:w="1118" w:type="dxa"/>
            <w:noWrap/>
            <w:hideMark/>
          </w:tcPr>
          <w:p w14:paraId="2EE93D52" w14:textId="77777777" w:rsidR="004C4AF0" w:rsidRPr="004C4AF0" w:rsidRDefault="004C4AF0">
            <w:r w:rsidRPr="004C4AF0">
              <w:t> </w:t>
            </w:r>
          </w:p>
        </w:tc>
        <w:tc>
          <w:tcPr>
            <w:tcW w:w="4692" w:type="dxa"/>
            <w:noWrap/>
            <w:hideMark/>
          </w:tcPr>
          <w:p w14:paraId="44E2394C" w14:textId="77777777" w:rsidR="004C4AF0" w:rsidRPr="004C4AF0" w:rsidRDefault="004C4AF0">
            <w:pPr>
              <w:rPr>
                <w:b/>
                <w:bCs/>
              </w:rPr>
            </w:pPr>
            <w:r w:rsidRPr="004C4AF0">
              <w:rPr>
                <w:b/>
                <w:bCs/>
              </w:rPr>
              <w:t> </w:t>
            </w:r>
          </w:p>
        </w:tc>
        <w:tc>
          <w:tcPr>
            <w:tcW w:w="1165" w:type="dxa"/>
            <w:noWrap/>
            <w:hideMark/>
          </w:tcPr>
          <w:p w14:paraId="35BCEF87" w14:textId="77777777" w:rsidR="004C4AF0" w:rsidRPr="004C4AF0" w:rsidRDefault="004C4AF0" w:rsidP="004C4AF0">
            <w:pPr>
              <w:jc w:val="left"/>
              <w:rPr>
                <w:b/>
                <w:bCs/>
              </w:rPr>
            </w:pPr>
            <w:r w:rsidRPr="004C4AF0">
              <w:rPr>
                <w:b/>
                <w:bCs/>
              </w:rPr>
              <w:t> </w:t>
            </w:r>
          </w:p>
        </w:tc>
        <w:tc>
          <w:tcPr>
            <w:tcW w:w="1309" w:type="dxa"/>
            <w:noWrap/>
            <w:hideMark/>
          </w:tcPr>
          <w:p w14:paraId="2C3DDC7F" w14:textId="77777777" w:rsidR="004C4AF0" w:rsidRPr="004C4AF0" w:rsidRDefault="004C4AF0">
            <w:pPr>
              <w:jc w:val="left"/>
              <w:rPr>
                <w:b/>
                <w:bCs/>
              </w:rPr>
            </w:pPr>
            <w:r w:rsidRPr="004C4AF0">
              <w:rPr>
                <w:b/>
                <w:bCs/>
              </w:rPr>
              <w:t> </w:t>
            </w:r>
          </w:p>
        </w:tc>
        <w:tc>
          <w:tcPr>
            <w:tcW w:w="1492" w:type="dxa"/>
            <w:noWrap/>
            <w:hideMark/>
          </w:tcPr>
          <w:p w14:paraId="5C40AE6E" w14:textId="77777777" w:rsidR="004C4AF0" w:rsidRPr="004C4AF0" w:rsidRDefault="004C4AF0">
            <w:pPr>
              <w:rPr>
                <w:b/>
                <w:bCs/>
              </w:rPr>
            </w:pPr>
            <w:r w:rsidRPr="004C4AF0">
              <w:rPr>
                <w:b/>
                <w:bCs/>
              </w:rPr>
              <w:t> </w:t>
            </w:r>
          </w:p>
        </w:tc>
      </w:tr>
      <w:tr w:rsidR="004C4AF0" w:rsidRPr="004C4AF0" w14:paraId="0109D84B" w14:textId="77777777" w:rsidTr="004C4AF0">
        <w:trPr>
          <w:trHeight w:val="300"/>
        </w:trPr>
        <w:tc>
          <w:tcPr>
            <w:tcW w:w="1118" w:type="dxa"/>
            <w:noWrap/>
            <w:hideMark/>
          </w:tcPr>
          <w:p w14:paraId="5281B431" w14:textId="77777777" w:rsidR="004C4AF0" w:rsidRPr="004C4AF0" w:rsidRDefault="004C4AF0">
            <w:r w:rsidRPr="004C4AF0">
              <w:t> </w:t>
            </w:r>
          </w:p>
        </w:tc>
        <w:tc>
          <w:tcPr>
            <w:tcW w:w="4692" w:type="dxa"/>
            <w:noWrap/>
            <w:hideMark/>
          </w:tcPr>
          <w:p w14:paraId="54EAAC1E" w14:textId="77777777" w:rsidR="004C4AF0" w:rsidRPr="004C4AF0" w:rsidRDefault="004C4AF0">
            <w:pPr>
              <w:rPr>
                <w:b/>
                <w:bCs/>
              </w:rPr>
            </w:pPr>
            <w:r w:rsidRPr="004C4AF0">
              <w:rPr>
                <w:b/>
                <w:bCs/>
              </w:rPr>
              <w:t xml:space="preserve">vat </w:t>
            </w:r>
          </w:p>
        </w:tc>
        <w:tc>
          <w:tcPr>
            <w:tcW w:w="1165" w:type="dxa"/>
            <w:noWrap/>
            <w:hideMark/>
          </w:tcPr>
          <w:p w14:paraId="49D9DF74" w14:textId="77777777" w:rsidR="004C4AF0" w:rsidRPr="004C4AF0" w:rsidRDefault="004C4AF0" w:rsidP="004C4AF0">
            <w:pPr>
              <w:jc w:val="left"/>
              <w:rPr>
                <w:b/>
                <w:bCs/>
              </w:rPr>
            </w:pPr>
            <w:r w:rsidRPr="004C4AF0">
              <w:rPr>
                <w:b/>
                <w:bCs/>
              </w:rPr>
              <w:t> </w:t>
            </w:r>
          </w:p>
        </w:tc>
        <w:tc>
          <w:tcPr>
            <w:tcW w:w="1309" w:type="dxa"/>
            <w:noWrap/>
            <w:hideMark/>
          </w:tcPr>
          <w:p w14:paraId="465E35D7" w14:textId="77777777" w:rsidR="004C4AF0" w:rsidRPr="004C4AF0" w:rsidRDefault="004C4AF0">
            <w:pPr>
              <w:jc w:val="left"/>
              <w:rPr>
                <w:b/>
                <w:bCs/>
              </w:rPr>
            </w:pPr>
            <w:r w:rsidRPr="004C4AF0">
              <w:rPr>
                <w:b/>
                <w:bCs/>
              </w:rPr>
              <w:t> </w:t>
            </w:r>
          </w:p>
        </w:tc>
        <w:tc>
          <w:tcPr>
            <w:tcW w:w="1492" w:type="dxa"/>
            <w:noWrap/>
            <w:hideMark/>
          </w:tcPr>
          <w:p w14:paraId="274444A3" w14:textId="77777777" w:rsidR="004C4AF0" w:rsidRPr="004C4AF0" w:rsidRDefault="004C4AF0">
            <w:pPr>
              <w:rPr>
                <w:b/>
                <w:bCs/>
              </w:rPr>
            </w:pPr>
            <w:r w:rsidRPr="004C4AF0">
              <w:rPr>
                <w:b/>
                <w:bCs/>
              </w:rPr>
              <w:t> </w:t>
            </w:r>
          </w:p>
        </w:tc>
      </w:tr>
      <w:tr w:rsidR="004C4AF0" w:rsidRPr="004C4AF0" w14:paraId="61A6345F" w14:textId="77777777" w:rsidTr="004C4AF0">
        <w:trPr>
          <w:trHeight w:val="300"/>
        </w:trPr>
        <w:tc>
          <w:tcPr>
            <w:tcW w:w="1118" w:type="dxa"/>
            <w:noWrap/>
            <w:hideMark/>
          </w:tcPr>
          <w:p w14:paraId="71BB55C3" w14:textId="77777777" w:rsidR="004C4AF0" w:rsidRPr="004C4AF0" w:rsidRDefault="004C4AF0">
            <w:r w:rsidRPr="004C4AF0">
              <w:t> </w:t>
            </w:r>
          </w:p>
        </w:tc>
        <w:tc>
          <w:tcPr>
            <w:tcW w:w="4692" w:type="dxa"/>
            <w:noWrap/>
            <w:hideMark/>
          </w:tcPr>
          <w:p w14:paraId="3AD6139A" w14:textId="77777777" w:rsidR="004C4AF0" w:rsidRPr="004C4AF0" w:rsidRDefault="004C4AF0">
            <w:pPr>
              <w:rPr>
                <w:b/>
                <w:bCs/>
              </w:rPr>
            </w:pPr>
            <w:r w:rsidRPr="004C4AF0">
              <w:rPr>
                <w:b/>
                <w:bCs/>
              </w:rPr>
              <w:t>Total cost (vat inclusive)</w:t>
            </w:r>
          </w:p>
        </w:tc>
        <w:tc>
          <w:tcPr>
            <w:tcW w:w="1165" w:type="dxa"/>
            <w:noWrap/>
            <w:hideMark/>
          </w:tcPr>
          <w:p w14:paraId="41BAC067" w14:textId="77777777" w:rsidR="004C4AF0" w:rsidRPr="004C4AF0" w:rsidRDefault="004C4AF0" w:rsidP="004C4AF0">
            <w:pPr>
              <w:jc w:val="left"/>
              <w:rPr>
                <w:b/>
                <w:bCs/>
              </w:rPr>
            </w:pPr>
            <w:r w:rsidRPr="004C4AF0">
              <w:rPr>
                <w:b/>
                <w:bCs/>
              </w:rPr>
              <w:t> </w:t>
            </w:r>
          </w:p>
        </w:tc>
        <w:tc>
          <w:tcPr>
            <w:tcW w:w="1309" w:type="dxa"/>
            <w:noWrap/>
            <w:hideMark/>
          </w:tcPr>
          <w:p w14:paraId="347417DE" w14:textId="77777777" w:rsidR="004C4AF0" w:rsidRPr="004C4AF0" w:rsidRDefault="004C4AF0">
            <w:pPr>
              <w:jc w:val="left"/>
              <w:rPr>
                <w:b/>
                <w:bCs/>
              </w:rPr>
            </w:pPr>
            <w:r w:rsidRPr="004C4AF0">
              <w:rPr>
                <w:b/>
                <w:bCs/>
              </w:rPr>
              <w:t> </w:t>
            </w:r>
          </w:p>
        </w:tc>
        <w:tc>
          <w:tcPr>
            <w:tcW w:w="1492" w:type="dxa"/>
            <w:noWrap/>
            <w:hideMark/>
          </w:tcPr>
          <w:p w14:paraId="64C4816E" w14:textId="77777777" w:rsidR="004C4AF0" w:rsidRPr="004C4AF0" w:rsidRDefault="004C4AF0">
            <w:pPr>
              <w:rPr>
                <w:b/>
                <w:bCs/>
              </w:rPr>
            </w:pPr>
            <w:r w:rsidRPr="004C4AF0">
              <w:rPr>
                <w:b/>
                <w:bCs/>
              </w:rPr>
              <w:t> </w:t>
            </w:r>
          </w:p>
        </w:tc>
      </w:tr>
      <w:tr w:rsidR="004C4AF0" w:rsidRPr="004C4AF0" w14:paraId="17895183" w14:textId="77777777" w:rsidTr="004C4AF0">
        <w:trPr>
          <w:trHeight w:val="300"/>
        </w:trPr>
        <w:tc>
          <w:tcPr>
            <w:tcW w:w="1118" w:type="dxa"/>
            <w:noWrap/>
            <w:hideMark/>
          </w:tcPr>
          <w:p w14:paraId="4034116E" w14:textId="77777777" w:rsidR="004C4AF0" w:rsidRPr="004C4AF0" w:rsidRDefault="004C4AF0">
            <w:pPr>
              <w:rPr>
                <w:b/>
                <w:bCs/>
              </w:rPr>
            </w:pPr>
          </w:p>
        </w:tc>
        <w:tc>
          <w:tcPr>
            <w:tcW w:w="4692" w:type="dxa"/>
            <w:noWrap/>
            <w:hideMark/>
          </w:tcPr>
          <w:p w14:paraId="288D7889" w14:textId="77777777" w:rsidR="004C4AF0" w:rsidRPr="004C4AF0" w:rsidRDefault="004C4AF0"/>
        </w:tc>
        <w:tc>
          <w:tcPr>
            <w:tcW w:w="1165" w:type="dxa"/>
            <w:noWrap/>
            <w:hideMark/>
          </w:tcPr>
          <w:p w14:paraId="5655F5DC" w14:textId="77777777" w:rsidR="004C4AF0" w:rsidRPr="004C4AF0" w:rsidRDefault="004C4AF0"/>
        </w:tc>
        <w:tc>
          <w:tcPr>
            <w:tcW w:w="1309" w:type="dxa"/>
            <w:noWrap/>
            <w:hideMark/>
          </w:tcPr>
          <w:p w14:paraId="3AC5EDD0" w14:textId="77777777" w:rsidR="004C4AF0" w:rsidRPr="004C4AF0" w:rsidRDefault="004C4AF0" w:rsidP="004C4AF0">
            <w:pPr>
              <w:jc w:val="left"/>
            </w:pPr>
          </w:p>
        </w:tc>
        <w:tc>
          <w:tcPr>
            <w:tcW w:w="1492" w:type="dxa"/>
            <w:noWrap/>
            <w:hideMark/>
          </w:tcPr>
          <w:p w14:paraId="564105D3" w14:textId="77777777" w:rsidR="004C4AF0" w:rsidRPr="004C4AF0" w:rsidRDefault="004C4AF0"/>
        </w:tc>
      </w:tr>
      <w:tr w:rsidR="004C4AF0" w:rsidRPr="004C4AF0" w14:paraId="0C13E615" w14:textId="77777777" w:rsidTr="004C4AF0">
        <w:trPr>
          <w:trHeight w:val="300"/>
        </w:trPr>
        <w:tc>
          <w:tcPr>
            <w:tcW w:w="1118" w:type="dxa"/>
            <w:noWrap/>
            <w:hideMark/>
          </w:tcPr>
          <w:p w14:paraId="0A08CA9C" w14:textId="77777777" w:rsidR="004C4AF0" w:rsidRPr="004C4AF0" w:rsidRDefault="004C4AF0"/>
        </w:tc>
        <w:tc>
          <w:tcPr>
            <w:tcW w:w="4692" w:type="dxa"/>
            <w:noWrap/>
            <w:hideMark/>
          </w:tcPr>
          <w:p w14:paraId="0E51891C" w14:textId="77777777" w:rsidR="004C4AF0" w:rsidRPr="004C4AF0" w:rsidRDefault="004C4AF0"/>
        </w:tc>
        <w:tc>
          <w:tcPr>
            <w:tcW w:w="1165" w:type="dxa"/>
            <w:noWrap/>
            <w:hideMark/>
          </w:tcPr>
          <w:p w14:paraId="6905A0C1" w14:textId="77777777" w:rsidR="004C4AF0" w:rsidRPr="004C4AF0" w:rsidRDefault="004C4AF0"/>
        </w:tc>
        <w:tc>
          <w:tcPr>
            <w:tcW w:w="1309" w:type="dxa"/>
            <w:noWrap/>
            <w:hideMark/>
          </w:tcPr>
          <w:p w14:paraId="17F5050D" w14:textId="77777777" w:rsidR="004C4AF0" w:rsidRPr="004C4AF0" w:rsidRDefault="004C4AF0" w:rsidP="004C4AF0">
            <w:pPr>
              <w:jc w:val="left"/>
            </w:pPr>
          </w:p>
        </w:tc>
        <w:tc>
          <w:tcPr>
            <w:tcW w:w="1492" w:type="dxa"/>
            <w:noWrap/>
            <w:hideMark/>
          </w:tcPr>
          <w:p w14:paraId="2DCF7DA5" w14:textId="77777777" w:rsidR="004C4AF0" w:rsidRPr="004C4AF0" w:rsidRDefault="004C4AF0"/>
        </w:tc>
      </w:tr>
      <w:tr w:rsidR="004C4AF0" w:rsidRPr="004C4AF0" w14:paraId="241A74FF" w14:textId="77777777" w:rsidTr="004C4AF0">
        <w:trPr>
          <w:trHeight w:val="300"/>
        </w:trPr>
        <w:tc>
          <w:tcPr>
            <w:tcW w:w="1118" w:type="dxa"/>
            <w:noWrap/>
            <w:hideMark/>
          </w:tcPr>
          <w:p w14:paraId="726E5D83" w14:textId="77777777" w:rsidR="004C4AF0" w:rsidRPr="004C4AF0" w:rsidRDefault="004C4AF0"/>
        </w:tc>
        <w:tc>
          <w:tcPr>
            <w:tcW w:w="4692" w:type="dxa"/>
            <w:noWrap/>
            <w:hideMark/>
          </w:tcPr>
          <w:p w14:paraId="0F06590A" w14:textId="77777777" w:rsidR="004C4AF0" w:rsidRPr="004C4AF0" w:rsidRDefault="004C4AF0"/>
        </w:tc>
        <w:tc>
          <w:tcPr>
            <w:tcW w:w="1165" w:type="dxa"/>
            <w:noWrap/>
            <w:hideMark/>
          </w:tcPr>
          <w:p w14:paraId="01927E39" w14:textId="77777777" w:rsidR="004C4AF0" w:rsidRPr="004C4AF0" w:rsidRDefault="004C4AF0"/>
        </w:tc>
        <w:tc>
          <w:tcPr>
            <w:tcW w:w="1309" w:type="dxa"/>
            <w:noWrap/>
            <w:hideMark/>
          </w:tcPr>
          <w:p w14:paraId="6C00FCEA" w14:textId="77777777" w:rsidR="004C4AF0" w:rsidRPr="004C4AF0" w:rsidRDefault="004C4AF0" w:rsidP="004C4AF0">
            <w:pPr>
              <w:jc w:val="left"/>
            </w:pPr>
          </w:p>
        </w:tc>
        <w:tc>
          <w:tcPr>
            <w:tcW w:w="1492" w:type="dxa"/>
            <w:noWrap/>
            <w:hideMark/>
          </w:tcPr>
          <w:p w14:paraId="7CF37D4A" w14:textId="77777777" w:rsidR="004C4AF0" w:rsidRPr="004C4AF0" w:rsidRDefault="004C4AF0"/>
        </w:tc>
      </w:tr>
      <w:tr w:rsidR="004C4AF0" w:rsidRPr="004C4AF0" w14:paraId="5C970054" w14:textId="77777777" w:rsidTr="004C4AF0">
        <w:trPr>
          <w:trHeight w:val="600"/>
        </w:trPr>
        <w:tc>
          <w:tcPr>
            <w:tcW w:w="1118" w:type="dxa"/>
            <w:noWrap/>
            <w:hideMark/>
          </w:tcPr>
          <w:p w14:paraId="260730E2" w14:textId="77777777" w:rsidR="004C4AF0" w:rsidRPr="004C4AF0" w:rsidRDefault="004C4AF0">
            <w:pPr>
              <w:rPr>
                <w:b/>
                <w:bCs/>
              </w:rPr>
            </w:pPr>
            <w:r w:rsidRPr="004C4AF0">
              <w:rPr>
                <w:b/>
                <w:bCs/>
              </w:rPr>
              <w:t>Item</w:t>
            </w:r>
          </w:p>
        </w:tc>
        <w:tc>
          <w:tcPr>
            <w:tcW w:w="4692" w:type="dxa"/>
            <w:noWrap/>
            <w:hideMark/>
          </w:tcPr>
          <w:p w14:paraId="7CEB0432" w14:textId="77777777" w:rsidR="004C4AF0" w:rsidRPr="004C4AF0" w:rsidRDefault="004C4AF0">
            <w:pPr>
              <w:rPr>
                <w:b/>
                <w:bCs/>
              </w:rPr>
            </w:pPr>
            <w:r w:rsidRPr="004C4AF0">
              <w:rPr>
                <w:b/>
                <w:bCs/>
              </w:rPr>
              <w:t>Specification</w:t>
            </w:r>
          </w:p>
        </w:tc>
        <w:tc>
          <w:tcPr>
            <w:tcW w:w="1165" w:type="dxa"/>
            <w:noWrap/>
            <w:hideMark/>
          </w:tcPr>
          <w:p w14:paraId="5F0CF7E9" w14:textId="77777777" w:rsidR="004C4AF0" w:rsidRPr="004C4AF0" w:rsidRDefault="004C4AF0" w:rsidP="004C4AF0">
            <w:pPr>
              <w:jc w:val="left"/>
              <w:rPr>
                <w:b/>
                <w:bCs/>
              </w:rPr>
            </w:pPr>
            <w:r w:rsidRPr="004C4AF0">
              <w:rPr>
                <w:b/>
                <w:bCs/>
              </w:rPr>
              <w:t>Qty</w:t>
            </w:r>
          </w:p>
        </w:tc>
        <w:tc>
          <w:tcPr>
            <w:tcW w:w="1309" w:type="dxa"/>
            <w:hideMark/>
          </w:tcPr>
          <w:p w14:paraId="0F8F8854" w14:textId="77777777" w:rsidR="004C4AF0" w:rsidRPr="004C4AF0" w:rsidRDefault="004C4AF0">
            <w:pPr>
              <w:jc w:val="left"/>
              <w:rPr>
                <w:b/>
                <w:bCs/>
              </w:rPr>
            </w:pPr>
            <w:r w:rsidRPr="004C4AF0">
              <w:rPr>
                <w:b/>
                <w:bCs/>
              </w:rPr>
              <w:t>Price Quotation</w:t>
            </w:r>
          </w:p>
        </w:tc>
        <w:tc>
          <w:tcPr>
            <w:tcW w:w="1492" w:type="dxa"/>
            <w:hideMark/>
          </w:tcPr>
          <w:p w14:paraId="106DBA76" w14:textId="77777777" w:rsidR="004C4AF0" w:rsidRPr="004C4AF0" w:rsidRDefault="004C4AF0">
            <w:pPr>
              <w:rPr>
                <w:b/>
                <w:bCs/>
              </w:rPr>
            </w:pPr>
            <w:r w:rsidRPr="004C4AF0">
              <w:rPr>
                <w:b/>
                <w:bCs/>
              </w:rPr>
              <w:t>T/Price Quotation</w:t>
            </w:r>
          </w:p>
        </w:tc>
      </w:tr>
      <w:tr w:rsidR="004C4AF0" w:rsidRPr="004C4AF0" w14:paraId="5BC87D8D" w14:textId="77777777" w:rsidTr="004C4AF0">
        <w:trPr>
          <w:trHeight w:val="372"/>
        </w:trPr>
        <w:tc>
          <w:tcPr>
            <w:tcW w:w="1118" w:type="dxa"/>
            <w:noWrap/>
            <w:hideMark/>
          </w:tcPr>
          <w:p w14:paraId="27F490F3" w14:textId="77777777" w:rsidR="004C4AF0" w:rsidRPr="004C4AF0" w:rsidRDefault="004C4AF0">
            <w:r w:rsidRPr="004C4AF0">
              <w:t>Sandbag</w:t>
            </w:r>
          </w:p>
        </w:tc>
        <w:tc>
          <w:tcPr>
            <w:tcW w:w="4692" w:type="dxa"/>
            <w:noWrap/>
            <w:hideMark/>
          </w:tcPr>
          <w:p w14:paraId="6C698C79" w14:textId="77777777" w:rsidR="004C4AF0" w:rsidRPr="004C4AF0" w:rsidRDefault="004C4AF0">
            <w:r w:rsidRPr="004C4AF0">
              <w:t>OR option 2</w:t>
            </w:r>
          </w:p>
        </w:tc>
        <w:tc>
          <w:tcPr>
            <w:tcW w:w="1165" w:type="dxa"/>
            <w:noWrap/>
            <w:hideMark/>
          </w:tcPr>
          <w:p w14:paraId="283EE1C3" w14:textId="77777777" w:rsidR="004C4AF0" w:rsidRPr="004C4AF0" w:rsidRDefault="004C4AF0" w:rsidP="004C4AF0">
            <w:pPr>
              <w:jc w:val="left"/>
            </w:pPr>
            <w:r w:rsidRPr="004C4AF0">
              <w:t>1,500</w:t>
            </w:r>
          </w:p>
        </w:tc>
        <w:tc>
          <w:tcPr>
            <w:tcW w:w="1309" w:type="dxa"/>
            <w:noWrap/>
            <w:hideMark/>
          </w:tcPr>
          <w:p w14:paraId="0F67CD96" w14:textId="77777777" w:rsidR="004C4AF0" w:rsidRPr="004C4AF0" w:rsidRDefault="004C4AF0">
            <w:pPr>
              <w:jc w:val="left"/>
            </w:pPr>
            <w:r w:rsidRPr="004C4AF0">
              <w:t> </w:t>
            </w:r>
          </w:p>
        </w:tc>
        <w:tc>
          <w:tcPr>
            <w:tcW w:w="1492" w:type="dxa"/>
            <w:noWrap/>
            <w:hideMark/>
          </w:tcPr>
          <w:p w14:paraId="1C469B82" w14:textId="77777777" w:rsidR="004C4AF0" w:rsidRPr="004C4AF0" w:rsidRDefault="004C4AF0">
            <w:r w:rsidRPr="004C4AF0">
              <w:t> </w:t>
            </w:r>
          </w:p>
        </w:tc>
      </w:tr>
      <w:tr w:rsidR="004C4AF0" w:rsidRPr="004C4AF0" w14:paraId="50E40E84" w14:textId="77777777" w:rsidTr="004C4AF0">
        <w:trPr>
          <w:trHeight w:val="300"/>
        </w:trPr>
        <w:tc>
          <w:tcPr>
            <w:tcW w:w="1118" w:type="dxa"/>
            <w:noWrap/>
            <w:hideMark/>
          </w:tcPr>
          <w:p w14:paraId="35857452" w14:textId="77777777" w:rsidR="004C4AF0" w:rsidRPr="004C4AF0" w:rsidRDefault="004C4AF0">
            <w:r w:rsidRPr="004C4AF0">
              <w:t> </w:t>
            </w:r>
          </w:p>
        </w:tc>
        <w:tc>
          <w:tcPr>
            <w:tcW w:w="4692" w:type="dxa"/>
            <w:noWrap/>
            <w:hideMark/>
          </w:tcPr>
          <w:p w14:paraId="5BCC4F6B" w14:textId="77777777" w:rsidR="004C4AF0" w:rsidRPr="004C4AF0" w:rsidRDefault="004C4AF0">
            <w:pPr>
              <w:rPr>
                <w:b/>
                <w:bCs/>
              </w:rPr>
            </w:pPr>
            <w:r w:rsidRPr="004C4AF0">
              <w:rPr>
                <w:b/>
                <w:bCs/>
              </w:rPr>
              <w:t>Total cost</w:t>
            </w:r>
          </w:p>
        </w:tc>
        <w:tc>
          <w:tcPr>
            <w:tcW w:w="1165" w:type="dxa"/>
            <w:noWrap/>
            <w:hideMark/>
          </w:tcPr>
          <w:p w14:paraId="480FAFB6" w14:textId="77777777" w:rsidR="004C4AF0" w:rsidRPr="004C4AF0" w:rsidRDefault="004C4AF0" w:rsidP="004C4AF0">
            <w:pPr>
              <w:jc w:val="left"/>
            </w:pPr>
            <w:r w:rsidRPr="004C4AF0">
              <w:t> </w:t>
            </w:r>
          </w:p>
        </w:tc>
        <w:tc>
          <w:tcPr>
            <w:tcW w:w="1309" w:type="dxa"/>
            <w:noWrap/>
            <w:hideMark/>
          </w:tcPr>
          <w:p w14:paraId="1CD4ABEA" w14:textId="77777777" w:rsidR="004C4AF0" w:rsidRPr="004C4AF0" w:rsidRDefault="004C4AF0">
            <w:pPr>
              <w:jc w:val="left"/>
            </w:pPr>
            <w:r w:rsidRPr="004C4AF0">
              <w:t> </w:t>
            </w:r>
          </w:p>
        </w:tc>
        <w:tc>
          <w:tcPr>
            <w:tcW w:w="1492" w:type="dxa"/>
            <w:noWrap/>
            <w:hideMark/>
          </w:tcPr>
          <w:p w14:paraId="25D3FED6" w14:textId="77777777" w:rsidR="004C4AF0" w:rsidRPr="004C4AF0" w:rsidRDefault="004C4AF0">
            <w:r w:rsidRPr="004C4AF0">
              <w:t> </w:t>
            </w:r>
          </w:p>
        </w:tc>
      </w:tr>
      <w:tr w:rsidR="004C4AF0" w:rsidRPr="004C4AF0" w14:paraId="76DEA782" w14:textId="77777777" w:rsidTr="004C4AF0">
        <w:trPr>
          <w:trHeight w:val="300"/>
        </w:trPr>
        <w:tc>
          <w:tcPr>
            <w:tcW w:w="1118" w:type="dxa"/>
            <w:noWrap/>
            <w:hideMark/>
          </w:tcPr>
          <w:p w14:paraId="580DAF53" w14:textId="77777777" w:rsidR="004C4AF0" w:rsidRPr="004C4AF0" w:rsidRDefault="004C4AF0">
            <w:r w:rsidRPr="004C4AF0">
              <w:t> </w:t>
            </w:r>
          </w:p>
        </w:tc>
        <w:tc>
          <w:tcPr>
            <w:tcW w:w="4692" w:type="dxa"/>
            <w:noWrap/>
            <w:hideMark/>
          </w:tcPr>
          <w:p w14:paraId="200BE709" w14:textId="77777777" w:rsidR="004C4AF0" w:rsidRPr="004C4AF0" w:rsidRDefault="004C4AF0">
            <w:pPr>
              <w:rPr>
                <w:b/>
                <w:bCs/>
              </w:rPr>
            </w:pPr>
            <w:r w:rsidRPr="004C4AF0">
              <w:rPr>
                <w:b/>
                <w:bCs/>
              </w:rPr>
              <w:t>other charges if any</w:t>
            </w:r>
          </w:p>
        </w:tc>
        <w:tc>
          <w:tcPr>
            <w:tcW w:w="1165" w:type="dxa"/>
            <w:noWrap/>
            <w:hideMark/>
          </w:tcPr>
          <w:p w14:paraId="03AAFC9F" w14:textId="77777777" w:rsidR="004C4AF0" w:rsidRPr="004C4AF0" w:rsidRDefault="004C4AF0" w:rsidP="004C4AF0">
            <w:pPr>
              <w:jc w:val="left"/>
            </w:pPr>
            <w:r w:rsidRPr="004C4AF0">
              <w:t> </w:t>
            </w:r>
          </w:p>
        </w:tc>
        <w:tc>
          <w:tcPr>
            <w:tcW w:w="1309" w:type="dxa"/>
            <w:noWrap/>
            <w:hideMark/>
          </w:tcPr>
          <w:p w14:paraId="51AA03A7" w14:textId="77777777" w:rsidR="004C4AF0" w:rsidRPr="004C4AF0" w:rsidRDefault="004C4AF0">
            <w:pPr>
              <w:jc w:val="left"/>
            </w:pPr>
            <w:r w:rsidRPr="004C4AF0">
              <w:t> </w:t>
            </w:r>
          </w:p>
        </w:tc>
        <w:tc>
          <w:tcPr>
            <w:tcW w:w="1492" w:type="dxa"/>
            <w:noWrap/>
            <w:hideMark/>
          </w:tcPr>
          <w:p w14:paraId="025AF7BC" w14:textId="77777777" w:rsidR="004C4AF0" w:rsidRPr="004C4AF0" w:rsidRDefault="004C4AF0">
            <w:r w:rsidRPr="004C4AF0">
              <w:t> </w:t>
            </w:r>
          </w:p>
        </w:tc>
      </w:tr>
      <w:tr w:rsidR="004C4AF0" w:rsidRPr="004C4AF0" w14:paraId="0B79BD7E" w14:textId="77777777" w:rsidTr="004C4AF0">
        <w:trPr>
          <w:trHeight w:val="300"/>
        </w:trPr>
        <w:tc>
          <w:tcPr>
            <w:tcW w:w="1118" w:type="dxa"/>
            <w:noWrap/>
            <w:hideMark/>
          </w:tcPr>
          <w:p w14:paraId="56CD199E" w14:textId="77777777" w:rsidR="004C4AF0" w:rsidRPr="004C4AF0" w:rsidRDefault="004C4AF0">
            <w:r w:rsidRPr="004C4AF0">
              <w:t> </w:t>
            </w:r>
          </w:p>
        </w:tc>
        <w:tc>
          <w:tcPr>
            <w:tcW w:w="4692" w:type="dxa"/>
            <w:noWrap/>
            <w:hideMark/>
          </w:tcPr>
          <w:p w14:paraId="155CA8D4" w14:textId="77777777" w:rsidR="004C4AF0" w:rsidRPr="004C4AF0" w:rsidRDefault="004C4AF0">
            <w:pPr>
              <w:rPr>
                <w:b/>
                <w:bCs/>
              </w:rPr>
            </w:pPr>
            <w:r w:rsidRPr="004C4AF0">
              <w:rPr>
                <w:b/>
                <w:bCs/>
              </w:rPr>
              <w:t> </w:t>
            </w:r>
          </w:p>
        </w:tc>
        <w:tc>
          <w:tcPr>
            <w:tcW w:w="1165" w:type="dxa"/>
            <w:noWrap/>
            <w:hideMark/>
          </w:tcPr>
          <w:p w14:paraId="1EC58C1C" w14:textId="77777777" w:rsidR="004C4AF0" w:rsidRPr="004C4AF0" w:rsidRDefault="004C4AF0" w:rsidP="004C4AF0">
            <w:pPr>
              <w:jc w:val="left"/>
            </w:pPr>
            <w:r w:rsidRPr="004C4AF0">
              <w:t> </w:t>
            </w:r>
          </w:p>
        </w:tc>
        <w:tc>
          <w:tcPr>
            <w:tcW w:w="1309" w:type="dxa"/>
            <w:noWrap/>
            <w:hideMark/>
          </w:tcPr>
          <w:p w14:paraId="1B9CBF67" w14:textId="77777777" w:rsidR="004C4AF0" w:rsidRPr="004C4AF0" w:rsidRDefault="004C4AF0">
            <w:pPr>
              <w:jc w:val="left"/>
            </w:pPr>
            <w:r w:rsidRPr="004C4AF0">
              <w:t> </w:t>
            </w:r>
          </w:p>
        </w:tc>
        <w:tc>
          <w:tcPr>
            <w:tcW w:w="1492" w:type="dxa"/>
            <w:noWrap/>
            <w:hideMark/>
          </w:tcPr>
          <w:p w14:paraId="676792DB" w14:textId="77777777" w:rsidR="004C4AF0" w:rsidRPr="004C4AF0" w:rsidRDefault="004C4AF0">
            <w:r w:rsidRPr="004C4AF0">
              <w:t> </w:t>
            </w:r>
          </w:p>
        </w:tc>
      </w:tr>
      <w:tr w:rsidR="004C4AF0" w:rsidRPr="004C4AF0" w14:paraId="20D7AFE4" w14:textId="77777777" w:rsidTr="004C4AF0">
        <w:trPr>
          <w:trHeight w:val="300"/>
        </w:trPr>
        <w:tc>
          <w:tcPr>
            <w:tcW w:w="1118" w:type="dxa"/>
            <w:noWrap/>
            <w:hideMark/>
          </w:tcPr>
          <w:p w14:paraId="58674DC2" w14:textId="77777777" w:rsidR="004C4AF0" w:rsidRPr="004C4AF0" w:rsidRDefault="004C4AF0">
            <w:r w:rsidRPr="004C4AF0">
              <w:t> </w:t>
            </w:r>
          </w:p>
        </w:tc>
        <w:tc>
          <w:tcPr>
            <w:tcW w:w="4692" w:type="dxa"/>
            <w:noWrap/>
            <w:hideMark/>
          </w:tcPr>
          <w:p w14:paraId="0E1EF428" w14:textId="77777777" w:rsidR="004C4AF0" w:rsidRPr="004C4AF0" w:rsidRDefault="004C4AF0">
            <w:pPr>
              <w:rPr>
                <w:b/>
                <w:bCs/>
              </w:rPr>
            </w:pPr>
            <w:r w:rsidRPr="004C4AF0">
              <w:rPr>
                <w:b/>
                <w:bCs/>
              </w:rPr>
              <w:t>vat</w:t>
            </w:r>
          </w:p>
        </w:tc>
        <w:tc>
          <w:tcPr>
            <w:tcW w:w="1165" w:type="dxa"/>
            <w:noWrap/>
            <w:hideMark/>
          </w:tcPr>
          <w:p w14:paraId="54894C7D" w14:textId="77777777" w:rsidR="004C4AF0" w:rsidRPr="004C4AF0" w:rsidRDefault="004C4AF0" w:rsidP="004C4AF0">
            <w:pPr>
              <w:jc w:val="left"/>
            </w:pPr>
            <w:r w:rsidRPr="004C4AF0">
              <w:t> </w:t>
            </w:r>
          </w:p>
        </w:tc>
        <w:tc>
          <w:tcPr>
            <w:tcW w:w="1309" w:type="dxa"/>
            <w:noWrap/>
            <w:hideMark/>
          </w:tcPr>
          <w:p w14:paraId="32484CD3" w14:textId="77777777" w:rsidR="004C4AF0" w:rsidRPr="004C4AF0" w:rsidRDefault="004C4AF0">
            <w:pPr>
              <w:jc w:val="left"/>
            </w:pPr>
            <w:r w:rsidRPr="004C4AF0">
              <w:t> </w:t>
            </w:r>
          </w:p>
        </w:tc>
        <w:tc>
          <w:tcPr>
            <w:tcW w:w="1492" w:type="dxa"/>
            <w:noWrap/>
            <w:hideMark/>
          </w:tcPr>
          <w:p w14:paraId="1AB80655" w14:textId="77777777" w:rsidR="004C4AF0" w:rsidRPr="004C4AF0" w:rsidRDefault="004C4AF0">
            <w:r w:rsidRPr="004C4AF0">
              <w:t> </w:t>
            </w:r>
          </w:p>
        </w:tc>
      </w:tr>
      <w:tr w:rsidR="004C4AF0" w:rsidRPr="004C4AF0" w14:paraId="5BCA1346" w14:textId="77777777" w:rsidTr="004C4AF0">
        <w:trPr>
          <w:trHeight w:val="300"/>
        </w:trPr>
        <w:tc>
          <w:tcPr>
            <w:tcW w:w="1118" w:type="dxa"/>
            <w:noWrap/>
            <w:hideMark/>
          </w:tcPr>
          <w:p w14:paraId="0D837C79" w14:textId="77777777" w:rsidR="004C4AF0" w:rsidRPr="004C4AF0" w:rsidRDefault="004C4AF0">
            <w:r w:rsidRPr="004C4AF0">
              <w:t> </w:t>
            </w:r>
          </w:p>
        </w:tc>
        <w:tc>
          <w:tcPr>
            <w:tcW w:w="4692" w:type="dxa"/>
            <w:noWrap/>
            <w:hideMark/>
          </w:tcPr>
          <w:p w14:paraId="084ADBBE" w14:textId="77777777" w:rsidR="004C4AF0" w:rsidRPr="004C4AF0" w:rsidRDefault="004C4AF0">
            <w:pPr>
              <w:rPr>
                <w:b/>
                <w:bCs/>
              </w:rPr>
            </w:pPr>
            <w:r w:rsidRPr="004C4AF0">
              <w:rPr>
                <w:b/>
                <w:bCs/>
              </w:rPr>
              <w:t>Total cost (vat inclusive)</w:t>
            </w:r>
          </w:p>
        </w:tc>
        <w:tc>
          <w:tcPr>
            <w:tcW w:w="1165" w:type="dxa"/>
            <w:noWrap/>
            <w:hideMark/>
          </w:tcPr>
          <w:p w14:paraId="3ADCBAD3" w14:textId="77777777" w:rsidR="004C4AF0" w:rsidRPr="004C4AF0" w:rsidRDefault="004C4AF0" w:rsidP="004C4AF0">
            <w:pPr>
              <w:jc w:val="left"/>
            </w:pPr>
            <w:r w:rsidRPr="004C4AF0">
              <w:t> </w:t>
            </w:r>
          </w:p>
        </w:tc>
        <w:tc>
          <w:tcPr>
            <w:tcW w:w="1309" w:type="dxa"/>
            <w:noWrap/>
            <w:hideMark/>
          </w:tcPr>
          <w:p w14:paraId="40F81056" w14:textId="77777777" w:rsidR="004C4AF0" w:rsidRPr="004C4AF0" w:rsidRDefault="004C4AF0">
            <w:pPr>
              <w:jc w:val="left"/>
            </w:pPr>
            <w:r w:rsidRPr="004C4AF0">
              <w:t> </w:t>
            </w:r>
          </w:p>
        </w:tc>
        <w:tc>
          <w:tcPr>
            <w:tcW w:w="1492" w:type="dxa"/>
            <w:noWrap/>
            <w:hideMark/>
          </w:tcPr>
          <w:p w14:paraId="07978B5D" w14:textId="77777777" w:rsidR="004C4AF0" w:rsidRPr="004C4AF0" w:rsidRDefault="004C4AF0">
            <w:r w:rsidRPr="004C4AF0">
              <w:t> </w:t>
            </w:r>
          </w:p>
        </w:tc>
      </w:tr>
    </w:tbl>
    <w:p w14:paraId="2FB7E0CB" w14:textId="77777777" w:rsidR="004C4AF0" w:rsidRDefault="004C4AF0" w:rsidP="004C4AF0">
      <w:pPr>
        <w:rPr>
          <w:lang w:val="en-GB"/>
        </w:rPr>
      </w:pPr>
    </w:p>
    <w:p w14:paraId="63F4EA88" w14:textId="1B22F421" w:rsidR="004C4AF0" w:rsidRDefault="004C4AF0" w:rsidP="004C4AF0">
      <w:pPr>
        <w:rPr>
          <w:lang w:val="en-GB"/>
        </w:rPr>
      </w:pPr>
      <w:r>
        <w:rPr>
          <w:lang w:val="en-GB"/>
        </w:rPr>
        <w:t xml:space="preserve">Option 1: </w:t>
      </w:r>
    </w:p>
    <w:p w14:paraId="39F9B09E" w14:textId="367E47FE" w:rsidR="004C4AF0" w:rsidRDefault="004C4AF0" w:rsidP="004C4AF0">
      <w:pPr>
        <w:rPr>
          <w:lang w:val="en-GB"/>
        </w:rPr>
      </w:pPr>
      <w:r>
        <w:rPr>
          <w:noProof/>
          <w:lang w:val="en-GB"/>
        </w:rPr>
        <w:lastRenderedPageBreak/>
        <w:drawing>
          <wp:inline distT="0" distB="0" distL="0" distR="0" wp14:anchorId="1460F8B5" wp14:editId="55B2B63E">
            <wp:extent cx="4633472" cy="1774190"/>
            <wp:effectExtent l="0" t="0" r="0" b="0"/>
            <wp:docPr id="95150292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6235" cy="17752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5524A8" w14:textId="77777777" w:rsidR="004C4AF0" w:rsidRDefault="004C4AF0" w:rsidP="004C4AF0">
      <w:pPr>
        <w:rPr>
          <w:lang w:val="en-GB"/>
        </w:rPr>
      </w:pPr>
    </w:p>
    <w:p w14:paraId="5C19BF2E" w14:textId="77777777" w:rsidR="004C4AF0" w:rsidRDefault="004C4AF0" w:rsidP="004C4AF0">
      <w:pPr>
        <w:rPr>
          <w:lang w:val="en-GB"/>
        </w:rPr>
      </w:pPr>
    </w:p>
    <w:p w14:paraId="36034A22" w14:textId="77777777" w:rsidR="004C4AF0" w:rsidRDefault="004C4AF0" w:rsidP="004C4AF0">
      <w:pPr>
        <w:rPr>
          <w:lang w:val="en-GB"/>
        </w:rPr>
      </w:pPr>
    </w:p>
    <w:p w14:paraId="248E8690" w14:textId="77777777" w:rsidR="004C4AF0" w:rsidRDefault="004C4AF0" w:rsidP="004C4AF0">
      <w:pPr>
        <w:rPr>
          <w:lang w:val="en-GB"/>
        </w:rPr>
      </w:pPr>
    </w:p>
    <w:p w14:paraId="4068FB9E" w14:textId="373FC5A8" w:rsidR="004C4AF0" w:rsidRDefault="004C4AF0" w:rsidP="004C4AF0">
      <w:pPr>
        <w:rPr>
          <w:lang w:val="en-GB"/>
        </w:rPr>
      </w:pPr>
      <w:r>
        <w:rPr>
          <w:lang w:val="en-GB"/>
        </w:rPr>
        <w:t xml:space="preserve">Option 2: </w:t>
      </w:r>
    </w:p>
    <w:p w14:paraId="126D77E9" w14:textId="550052D5" w:rsidR="004C4AF0" w:rsidRPr="004C4AF0" w:rsidRDefault="004C4AF0" w:rsidP="004C4AF0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3BCF1961" wp14:editId="7E065BE5">
            <wp:extent cx="4109085" cy="1548765"/>
            <wp:effectExtent l="0" t="0" r="5715" b="0"/>
            <wp:docPr id="58908470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9085" cy="1548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C4AF0" w:rsidRPr="004C4AF0">
      <w:headerReference w:type="default" r:id="rId13"/>
      <w:footerReference w:type="default" r:id="rId14"/>
      <w:type w:val="oddPage"/>
      <w:pgSz w:w="11907" w:h="1683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59C455" w14:textId="77777777" w:rsidR="002101E2" w:rsidRDefault="002101E2">
      <w:pPr>
        <w:spacing w:before="0"/>
      </w:pPr>
      <w:r>
        <w:separator/>
      </w:r>
    </w:p>
  </w:endnote>
  <w:endnote w:type="continuationSeparator" w:id="0">
    <w:p w14:paraId="2536EBE0" w14:textId="77777777" w:rsidR="002101E2" w:rsidRDefault="002101E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04980" w14:textId="77777777" w:rsidR="00996EFF" w:rsidRDefault="002101E2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 xml:space="preserve">NUMPAGES  \* </w:instrText>
    </w:r>
    <w:r>
      <w:rPr>
        <w:color w:val="17365D" w:themeColor="text2" w:themeShade="BF"/>
      </w:rPr>
      <w:instrText>Arabic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55F093C8" w14:textId="68F210F8" w:rsidR="00996EFF" w:rsidRDefault="002101E2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B32959">
      <w:rPr>
        <w:noProof/>
      </w:rPr>
      <w:t>2024-09-04</w:t>
    </w:r>
    <w:r>
      <w:fldChar w:fldCharType="end"/>
    </w:r>
  </w:p>
  <w:p w14:paraId="09624929" w14:textId="77777777" w:rsidR="00996EFF" w:rsidRDefault="00996EF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92706B" w14:textId="77777777" w:rsidR="002101E2" w:rsidRDefault="002101E2">
      <w:pPr>
        <w:spacing w:before="0"/>
      </w:pPr>
      <w:r>
        <w:separator/>
      </w:r>
    </w:p>
  </w:footnote>
  <w:footnote w:type="continuationSeparator" w:id="0">
    <w:p w14:paraId="610F9F71" w14:textId="77777777" w:rsidR="002101E2" w:rsidRDefault="002101E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7D3F0" w14:textId="77777777" w:rsidR="00996EFF" w:rsidRDefault="002101E2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4AFE0D75" wp14:editId="0F572C81">
          <wp:extent cx="590550" cy="645795"/>
          <wp:effectExtent l="0" t="0" r="0" b="1905"/>
          <wp:docPr id="11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ECBDB35"/>
    <w:multiLevelType w:val="singleLevel"/>
    <w:tmpl w:val="AECBDB35"/>
    <w:lvl w:ilvl="0">
      <w:start w:val="5"/>
      <w:numFmt w:val="decimal"/>
      <w:suff w:val="space"/>
      <w:lvlText w:val="%1."/>
      <w:lvlJc w:val="left"/>
    </w:lvl>
  </w:abstractNum>
  <w:abstractNum w:abstractNumId="1" w15:restartNumberingAfterBreak="0">
    <w:nsid w:val="0CC17DD0"/>
    <w:multiLevelType w:val="multilevel"/>
    <w:tmpl w:val="0CC17DD0"/>
    <w:lvl w:ilvl="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29E62892"/>
    <w:multiLevelType w:val="multilevel"/>
    <w:tmpl w:val="29E62892"/>
    <w:lvl w:ilvl="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E0281"/>
    <w:multiLevelType w:val="hybridMultilevel"/>
    <w:tmpl w:val="5D46B61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561F4"/>
    <w:multiLevelType w:val="hybridMultilevel"/>
    <w:tmpl w:val="30F0B5D2"/>
    <w:lvl w:ilvl="0" w:tplc="F482D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F6DE6"/>
    <w:multiLevelType w:val="multilevel"/>
    <w:tmpl w:val="51AF6D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7733C2"/>
    <w:multiLevelType w:val="hybridMultilevel"/>
    <w:tmpl w:val="0E30921C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0F936"/>
    <w:multiLevelType w:val="singleLevel"/>
    <w:tmpl w:val="6CC0F936"/>
    <w:lvl w:ilvl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9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6"/>
  </w:num>
  <w:num w:numId="5">
    <w:abstractNumId w:val="0"/>
  </w:num>
  <w:num w:numId="6">
    <w:abstractNumId w:val="8"/>
  </w:num>
  <w:num w:numId="7">
    <w:abstractNumId w:val="4"/>
  </w:num>
  <w:num w:numId="8">
    <w:abstractNumId w:val="5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2D"/>
    <w:rsid w:val="00004A90"/>
    <w:rsid w:val="00004CCF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39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367"/>
    <w:rsid w:val="00066AF8"/>
    <w:rsid w:val="00072DBF"/>
    <w:rsid w:val="00072E8D"/>
    <w:rsid w:val="00073806"/>
    <w:rsid w:val="00073A96"/>
    <w:rsid w:val="00075273"/>
    <w:rsid w:val="00075BFC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877E3"/>
    <w:rsid w:val="00090132"/>
    <w:rsid w:val="00090204"/>
    <w:rsid w:val="0009042D"/>
    <w:rsid w:val="00090751"/>
    <w:rsid w:val="00091C02"/>
    <w:rsid w:val="00092472"/>
    <w:rsid w:val="000945E8"/>
    <w:rsid w:val="00095263"/>
    <w:rsid w:val="0009579C"/>
    <w:rsid w:val="00095864"/>
    <w:rsid w:val="000A06A1"/>
    <w:rsid w:val="000A10DC"/>
    <w:rsid w:val="000A181E"/>
    <w:rsid w:val="000A3A65"/>
    <w:rsid w:val="000A4C62"/>
    <w:rsid w:val="000A5296"/>
    <w:rsid w:val="000A52B8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A34"/>
    <w:rsid w:val="000C6B84"/>
    <w:rsid w:val="000C756A"/>
    <w:rsid w:val="000D09F2"/>
    <w:rsid w:val="000D324F"/>
    <w:rsid w:val="000D4100"/>
    <w:rsid w:val="000D4803"/>
    <w:rsid w:val="000D4AD6"/>
    <w:rsid w:val="000E0A42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476C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3C2C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337"/>
    <w:rsid w:val="00157281"/>
    <w:rsid w:val="001575F7"/>
    <w:rsid w:val="00160266"/>
    <w:rsid w:val="00161178"/>
    <w:rsid w:val="00162007"/>
    <w:rsid w:val="00162946"/>
    <w:rsid w:val="001662EF"/>
    <w:rsid w:val="00170741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14B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A4C90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0286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68B8"/>
    <w:rsid w:val="001F71C5"/>
    <w:rsid w:val="00200167"/>
    <w:rsid w:val="0020091B"/>
    <w:rsid w:val="00200B3C"/>
    <w:rsid w:val="002015C4"/>
    <w:rsid w:val="00201B99"/>
    <w:rsid w:val="002033CE"/>
    <w:rsid w:val="00204642"/>
    <w:rsid w:val="00205194"/>
    <w:rsid w:val="00206A63"/>
    <w:rsid w:val="00207331"/>
    <w:rsid w:val="00207C4E"/>
    <w:rsid w:val="002101E2"/>
    <w:rsid w:val="002108D2"/>
    <w:rsid w:val="00210C6E"/>
    <w:rsid w:val="002114FB"/>
    <w:rsid w:val="0021211A"/>
    <w:rsid w:val="00213EDA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5FF8"/>
    <w:rsid w:val="0025765E"/>
    <w:rsid w:val="00260064"/>
    <w:rsid w:val="00260C61"/>
    <w:rsid w:val="00262EF1"/>
    <w:rsid w:val="002642E5"/>
    <w:rsid w:val="002646A3"/>
    <w:rsid w:val="00265D39"/>
    <w:rsid w:val="0026708A"/>
    <w:rsid w:val="00270289"/>
    <w:rsid w:val="00274C83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009"/>
    <w:rsid w:val="002932D5"/>
    <w:rsid w:val="00296366"/>
    <w:rsid w:val="0029679F"/>
    <w:rsid w:val="00296FDB"/>
    <w:rsid w:val="00297B28"/>
    <w:rsid w:val="002A04F9"/>
    <w:rsid w:val="002A0EBD"/>
    <w:rsid w:val="002A17BD"/>
    <w:rsid w:val="002A37D5"/>
    <w:rsid w:val="002A4740"/>
    <w:rsid w:val="002A48FA"/>
    <w:rsid w:val="002A5008"/>
    <w:rsid w:val="002A5F73"/>
    <w:rsid w:val="002A6735"/>
    <w:rsid w:val="002A696D"/>
    <w:rsid w:val="002A6EEC"/>
    <w:rsid w:val="002B05CA"/>
    <w:rsid w:val="002B0CB5"/>
    <w:rsid w:val="002B1EC6"/>
    <w:rsid w:val="002B39E4"/>
    <w:rsid w:val="002B4146"/>
    <w:rsid w:val="002B4161"/>
    <w:rsid w:val="002B5EF8"/>
    <w:rsid w:val="002B68E8"/>
    <w:rsid w:val="002B7E00"/>
    <w:rsid w:val="002C0E6E"/>
    <w:rsid w:val="002C0FC8"/>
    <w:rsid w:val="002C2931"/>
    <w:rsid w:val="002C4829"/>
    <w:rsid w:val="002C59E3"/>
    <w:rsid w:val="002C5BE8"/>
    <w:rsid w:val="002C6093"/>
    <w:rsid w:val="002C6284"/>
    <w:rsid w:val="002C6945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6E35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37C89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75C1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680E"/>
    <w:rsid w:val="003C0955"/>
    <w:rsid w:val="003C0A7D"/>
    <w:rsid w:val="003C1F1F"/>
    <w:rsid w:val="003C2FDD"/>
    <w:rsid w:val="003C3B9D"/>
    <w:rsid w:val="003C3CF8"/>
    <w:rsid w:val="003C68FA"/>
    <w:rsid w:val="003C7843"/>
    <w:rsid w:val="003C7A2F"/>
    <w:rsid w:val="003D06B1"/>
    <w:rsid w:val="003D16E8"/>
    <w:rsid w:val="003D1856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1CE9"/>
    <w:rsid w:val="003F294F"/>
    <w:rsid w:val="003F3AD6"/>
    <w:rsid w:val="003F5CC8"/>
    <w:rsid w:val="003F5CCA"/>
    <w:rsid w:val="003F61D9"/>
    <w:rsid w:val="003F690C"/>
    <w:rsid w:val="003F73BB"/>
    <w:rsid w:val="003F768B"/>
    <w:rsid w:val="003F7714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175E4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8F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318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CFE"/>
    <w:rsid w:val="00497F3E"/>
    <w:rsid w:val="004A09DD"/>
    <w:rsid w:val="004A11E1"/>
    <w:rsid w:val="004A2AB3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B58"/>
    <w:rsid w:val="004B7E01"/>
    <w:rsid w:val="004C01C3"/>
    <w:rsid w:val="004C0821"/>
    <w:rsid w:val="004C24D6"/>
    <w:rsid w:val="004C3860"/>
    <w:rsid w:val="004C4AF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26B4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77F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D61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258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5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0DFA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863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1ED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D7641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6B87"/>
    <w:rsid w:val="0071702C"/>
    <w:rsid w:val="00722AEE"/>
    <w:rsid w:val="00722E34"/>
    <w:rsid w:val="00723010"/>
    <w:rsid w:val="00723439"/>
    <w:rsid w:val="0072356A"/>
    <w:rsid w:val="00725D07"/>
    <w:rsid w:val="007262E4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1121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B86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1E8D"/>
    <w:rsid w:val="007B2CFF"/>
    <w:rsid w:val="007B32D1"/>
    <w:rsid w:val="007B54A7"/>
    <w:rsid w:val="007C0D3A"/>
    <w:rsid w:val="007C11EA"/>
    <w:rsid w:val="007C1D96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249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2FCD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4339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5A9F"/>
    <w:rsid w:val="008464E5"/>
    <w:rsid w:val="00846BC9"/>
    <w:rsid w:val="00847982"/>
    <w:rsid w:val="00850D24"/>
    <w:rsid w:val="008512AA"/>
    <w:rsid w:val="008513D5"/>
    <w:rsid w:val="00851844"/>
    <w:rsid w:val="00851A73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3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243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0FFB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4BB7"/>
    <w:rsid w:val="009262A8"/>
    <w:rsid w:val="0092781E"/>
    <w:rsid w:val="009279DF"/>
    <w:rsid w:val="00930507"/>
    <w:rsid w:val="00931382"/>
    <w:rsid w:val="00932011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0076"/>
    <w:rsid w:val="00981029"/>
    <w:rsid w:val="009813DF"/>
    <w:rsid w:val="00981456"/>
    <w:rsid w:val="00981631"/>
    <w:rsid w:val="00981F3F"/>
    <w:rsid w:val="0098223E"/>
    <w:rsid w:val="00982844"/>
    <w:rsid w:val="00983425"/>
    <w:rsid w:val="00983474"/>
    <w:rsid w:val="00983922"/>
    <w:rsid w:val="00990E7B"/>
    <w:rsid w:val="009916F3"/>
    <w:rsid w:val="009921BE"/>
    <w:rsid w:val="00992B69"/>
    <w:rsid w:val="00992F9D"/>
    <w:rsid w:val="0099323C"/>
    <w:rsid w:val="00993409"/>
    <w:rsid w:val="009941A9"/>
    <w:rsid w:val="00996EFF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08A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2BBA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07C7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E08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9E7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66C3D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18F7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0F85"/>
    <w:rsid w:val="00AD17BC"/>
    <w:rsid w:val="00AD20ED"/>
    <w:rsid w:val="00AD227B"/>
    <w:rsid w:val="00AD22B2"/>
    <w:rsid w:val="00AD28B7"/>
    <w:rsid w:val="00AD2CA0"/>
    <w:rsid w:val="00AD316D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3A5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0DAD"/>
    <w:rsid w:val="00B1143B"/>
    <w:rsid w:val="00B12657"/>
    <w:rsid w:val="00B12CB0"/>
    <w:rsid w:val="00B14EB2"/>
    <w:rsid w:val="00B15468"/>
    <w:rsid w:val="00B16819"/>
    <w:rsid w:val="00B174D7"/>
    <w:rsid w:val="00B17CB5"/>
    <w:rsid w:val="00B21C82"/>
    <w:rsid w:val="00B225F1"/>
    <w:rsid w:val="00B22CCE"/>
    <w:rsid w:val="00B23CAE"/>
    <w:rsid w:val="00B25A62"/>
    <w:rsid w:val="00B25C06"/>
    <w:rsid w:val="00B26880"/>
    <w:rsid w:val="00B26FC3"/>
    <w:rsid w:val="00B27410"/>
    <w:rsid w:val="00B27F15"/>
    <w:rsid w:val="00B30772"/>
    <w:rsid w:val="00B30A5D"/>
    <w:rsid w:val="00B315FA"/>
    <w:rsid w:val="00B31D73"/>
    <w:rsid w:val="00B32959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634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280E"/>
    <w:rsid w:val="00B63D5D"/>
    <w:rsid w:val="00B63F3C"/>
    <w:rsid w:val="00B65CDA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3CB"/>
    <w:rsid w:val="00BB75D3"/>
    <w:rsid w:val="00BB7C8C"/>
    <w:rsid w:val="00BC2778"/>
    <w:rsid w:val="00BC31E9"/>
    <w:rsid w:val="00BC47FC"/>
    <w:rsid w:val="00BC4954"/>
    <w:rsid w:val="00BC499E"/>
    <w:rsid w:val="00BC5208"/>
    <w:rsid w:val="00BC68AC"/>
    <w:rsid w:val="00BD0C4F"/>
    <w:rsid w:val="00BD231C"/>
    <w:rsid w:val="00BD3F80"/>
    <w:rsid w:val="00BD4D52"/>
    <w:rsid w:val="00BE014E"/>
    <w:rsid w:val="00BE197B"/>
    <w:rsid w:val="00BE298B"/>
    <w:rsid w:val="00BE69E9"/>
    <w:rsid w:val="00BE74B9"/>
    <w:rsid w:val="00BE771A"/>
    <w:rsid w:val="00BE7EDE"/>
    <w:rsid w:val="00BF18AF"/>
    <w:rsid w:val="00BF1D8C"/>
    <w:rsid w:val="00BF2557"/>
    <w:rsid w:val="00BF4059"/>
    <w:rsid w:val="00BF689E"/>
    <w:rsid w:val="00BF6C19"/>
    <w:rsid w:val="00BF727F"/>
    <w:rsid w:val="00BF7D49"/>
    <w:rsid w:val="00C012D6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AF4"/>
    <w:rsid w:val="00C17D28"/>
    <w:rsid w:val="00C20A2A"/>
    <w:rsid w:val="00C22EBF"/>
    <w:rsid w:val="00C239E3"/>
    <w:rsid w:val="00C23A97"/>
    <w:rsid w:val="00C2473B"/>
    <w:rsid w:val="00C26ABB"/>
    <w:rsid w:val="00C27A50"/>
    <w:rsid w:val="00C27F1C"/>
    <w:rsid w:val="00C30227"/>
    <w:rsid w:val="00C308A2"/>
    <w:rsid w:val="00C3124F"/>
    <w:rsid w:val="00C32770"/>
    <w:rsid w:val="00C342F6"/>
    <w:rsid w:val="00C3500F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1A26"/>
    <w:rsid w:val="00C64796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87883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9795F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21F3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7783B"/>
    <w:rsid w:val="00D77BF9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B7C09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5BB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1562"/>
    <w:rsid w:val="00DF18B5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2DE"/>
    <w:rsid w:val="00E513DD"/>
    <w:rsid w:val="00E53B7B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10A2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6F45"/>
    <w:rsid w:val="00EC72C1"/>
    <w:rsid w:val="00ED031B"/>
    <w:rsid w:val="00ED10DE"/>
    <w:rsid w:val="00ED1288"/>
    <w:rsid w:val="00ED2F9B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4ABA"/>
    <w:rsid w:val="00EF4DAC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E81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3C2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263"/>
    <w:rsid w:val="00F7775D"/>
    <w:rsid w:val="00F7791F"/>
    <w:rsid w:val="00F80A63"/>
    <w:rsid w:val="00F835D0"/>
    <w:rsid w:val="00F8437C"/>
    <w:rsid w:val="00F84E3A"/>
    <w:rsid w:val="00F90045"/>
    <w:rsid w:val="00F91AB3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1FB9"/>
    <w:rsid w:val="00FA2A1F"/>
    <w:rsid w:val="00FA2D03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1EA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6F7E"/>
    <w:rsid w:val="00FE71B8"/>
    <w:rsid w:val="00FF10BA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  <w:rsid w:val="13120F2D"/>
    <w:rsid w:val="32205B08"/>
    <w:rsid w:val="382521AC"/>
    <w:rsid w:val="4378646E"/>
    <w:rsid w:val="44F83209"/>
    <w:rsid w:val="48B202CE"/>
    <w:rsid w:val="5363158B"/>
    <w:rsid w:val="53AC161B"/>
    <w:rsid w:val="5A7767CC"/>
    <w:rsid w:val="6B67662F"/>
    <w:rsid w:val="71114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0DB5ED"/>
  <w15:docId w15:val="{9854566B-731B-4317-A308-FCC98C72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59" w:qFormat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spacing w:before="120"/>
    </w:pPr>
    <w:rPr>
      <w:rFonts w:eastAsia="Malgun Gothic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/>
      <w:jc w:val="center"/>
      <w:outlineLvl w:val="0"/>
    </w:pPr>
    <w:rPr>
      <w:rFonts w:ascii="Calibri" w:eastAsia="Malgun Gothic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/>
      <w:outlineLvl w:val="1"/>
    </w:pPr>
    <w:rPr>
      <w:rFonts w:ascii="Calibri" w:eastAsia="Malgun Gothic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/>
      <w:outlineLvl w:val="2"/>
    </w:pPr>
    <w:rPr>
      <w:rFonts w:ascii="Calibri" w:eastAsia="Malgun Gothic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/>
      <w:outlineLvl w:val="3"/>
    </w:pPr>
    <w:rPr>
      <w:rFonts w:ascii="Calibri" w:eastAsia="Malgun Gothic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qFormat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  <w:rPr>
      <w:szCs w:val="20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qFormat/>
    <w:rPr>
      <w:rFonts w:ascii="Times New Roman" w:hAnsi="Times New Roman"/>
      <w:b/>
      <w:bCs/>
      <w:lang w:val="en-US" w:eastAsia="en-US"/>
    </w:rPr>
  </w:style>
  <w:style w:type="character" w:styleId="FollowedHyperlink">
    <w:name w:val="FollowedHyperlink"/>
    <w:basedOn w:val="DefaultParagraphFont"/>
    <w:semiHidden/>
    <w:unhideWhenUsed/>
    <w:qFormat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qFormat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Hyperlink">
    <w:name w:val="Hyperlink"/>
    <w:qFormat/>
    <w:rPr>
      <w:color w:val="0000FF"/>
      <w:u w:val="single"/>
    </w:rPr>
  </w:style>
  <w:style w:type="paragraph" w:styleId="MacroText">
    <w:name w:val="macro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eastAsia="Malgun Gothic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character" w:styleId="PageNumber">
    <w:name w:val="page number"/>
    <w:basedOn w:val="DefaultParagraphFont"/>
    <w:qFormat/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paragraph" w:customStyle="1" w:styleId="ChapterNumber">
    <w:name w:val="ChapterNumber"/>
    <w:basedOn w:val="Normal"/>
    <w:next w:val="Normal"/>
    <w:qFormat/>
    <w:pPr>
      <w:spacing w:after="360"/>
    </w:pPr>
  </w:style>
  <w:style w:type="paragraph" w:customStyle="1" w:styleId="TextBox">
    <w:name w:val="Text Box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qFormat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Pr>
      <w:rFonts w:ascii="Calibri" w:eastAsia="Malgun Gothic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qFormat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eastAsia="Malgun Gothic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rPr>
      <w:rFonts w:eastAsia="Malgun Gothic"/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qFormat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val="en-US"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GridTable1Light1">
    <w:name w:val="Grid Table 1 Light1"/>
    <w:basedOn w:val="TableNormal"/>
    <w:uiPriority w:val="46"/>
    <w:qFormat/>
    <w:rPr>
      <w:lang w:val="en-US" w:eastAsia="en-US"/>
    </w:rPr>
    <w:tblPr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Pr>
      <w:rFonts w:eastAsia="Malgun Gothic"/>
      <w:sz w:val="24"/>
      <w:szCs w:val="24"/>
      <w:lang w:val="en-US" w:eastAsia="en-US"/>
    </w:rPr>
  </w:style>
  <w:style w:type="table" w:customStyle="1" w:styleId="GridTable1Light11">
    <w:name w:val="Grid Table 1 Light11"/>
    <w:basedOn w:val="TableNormal"/>
    <w:uiPriority w:val="46"/>
    <w:rsid w:val="00497CFE"/>
    <w:rPr>
      <w:rFonts w:eastAsia="Malgun Gothic"/>
      <w:lang w:val="en-GB" w:eastAsia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1419F2-F68E-491F-85F7-D1C4FF9DF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</TotalTime>
  <Pages>11</Pages>
  <Words>1650</Words>
  <Characters>9406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11034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Tamauea Taabwe</cp:lastModifiedBy>
  <cp:revision>2</cp:revision>
  <cp:lastPrinted>2013-10-18T08:32:00Z</cp:lastPrinted>
  <dcterms:created xsi:type="dcterms:W3CDTF">2024-09-03T23:52:00Z</dcterms:created>
  <dcterms:modified xsi:type="dcterms:W3CDTF">2024-09-03T23:52:00Z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1033-12.2.0.13215</vt:lpwstr>
  </property>
  <property fmtid="{D5CDD505-2E9C-101B-9397-08002B2CF9AE}" pid="4" name="ICV">
    <vt:lpwstr>2A45C7651A9E4282B66027B7F452ECC6_13</vt:lpwstr>
  </property>
</Properties>
</file>